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5DE0A" w14:textId="1B55A813" w:rsidR="0035668A" w:rsidRPr="00984E1E" w:rsidRDefault="0035668A" w:rsidP="00737B02">
      <w:pPr>
        <w:pStyle w:val="Nadpis1"/>
        <w:spacing w:before="120" w:after="120" w:line="288" w:lineRule="auto"/>
        <w:jc w:val="center"/>
        <w:rPr>
          <w:color w:val="FF0000"/>
          <w:sz w:val="24"/>
          <w:szCs w:val="24"/>
        </w:rPr>
      </w:pPr>
      <w:r w:rsidRPr="00984E1E">
        <w:rPr>
          <w:color w:val="FF0000"/>
          <w:sz w:val="24"/>
          <w:szCs w:val="24"/>
        </w:rPr>
        <w:t>VZOR</w:t>
      </w:r>
    </w:p>
    <w:p w14:paraId="014C8B44" w14:textId="6CB9BFB0" w:rsidR="003068B5" w:rsidRPr="00984E1E" w:rsidRDefault="0035668A" w:rsidP="00737B02">
      <w:pPr>
        <w:pStyle w:val="Nadpis1"/>
        <w:spacing w:before="120" w:after="120" w:line="288" w:lineRule="auto"/>
        <w:jc w:val="center"/>
        <w:rPr>
          <w:color w:val="FF0000"/>
          <w:sz w:val="24"/>
          <w:szCs w:val="24"/>
        </w:rPr>
      </w:pPr>
      <w:r w:rsidRPr="00984E1E">
        <w:rPr>
          <w:color w:val="FF0000"/>
          <w:sz w:val="24"/>
          <w:szCs w:val="24"/>
        </w:rPr>
        <w:t>N</w:t>
      </w:r>
      <w:r w:rsidR="00C208F3" w:rsidRPr="00984E1E">
        <w:rPr>
          <w:color w:val="FF0000"/>
          <w:sz w:val="24"/>
          <w:szCs w:val="24"/>
        </w:rPr>
        <w:t>ařízení</w:t>
      </w:r>
      <w:r w:rsidR="006E3C8E" w:rsidRPr="00984E1E">
        <w:rPr>
          <w:color w:val="FF0000"/>
          <w:sz w:val="24"/>
          <w:szCs w:val="24"/>
        </w:rPr>
        <w:t xml:space="preserve"> výkonu služby z jiného místa</w:t>
      </w:r>
      <w:r w:rsidR="00737B02" w:rsidRPr="00984E1E">
        <w:rPr>
          <w:color w:val="FF0000"/>
          <w:sz w:val="24"/>
          <w:szCs w:val="24"/>
        </w:rPr>
        <w:br/>
      </w:r>
      <w:r w:rsidR="006E3C8E" w:rsidRPr="00984E1E">
        <w:rPr>
          <w:color w:val="FF0000"/>
          <w:sz w:val="24"/>
          <w:szCs w:val="24"/>
        </w:rPr>
        <w:t xml:space="preserve">ke služebnímu předpisu </w:t>
      </w:r>
      <w:r w:rsidR="003068B5" w:rsidRPr="00984E1E">
        <w:rPr>
          <w:color w:val="FF0000"/>
          <w:sz w:val="24"/>
          <w:szCs w:val="24"/>
        </w:rPr>
        <w:t>nejvyššího státního tajemníka</w:t>
      </w:r>
      <w:r w:rsidR="006E3C8E" w:rsidRPr="00984E1E">
        <w:rPr>
          <w:color w:val="FF0000"/>
          <w:sz w:val="24"/>
          <w:szCs w:val="24"/>
        </w:rPr>
        <w:t xml:space="preserve"> č. </w:t>
      </w:r>
      <w:r w:rsidR="00984E1E" w:rsidRPr="00984E1E">
        <w:rPr>
          <w:color w:val="FF0000"/>
          <w:sz w:val="24"/>
          <w:szCs w:val="24"/>
        </w:rPr>
        <w:t>10</w:t>
      </w:r>
      <w:r w:rsidR="006E3C8E" w:rsidRPr="00984E1E">
        <w:rPr>
          <w:color w:val="FF0000"/>
          <w:sz w:val="24"/>
          <w:szCs w:val="24"/>
        </w:rPr>
        <w:t>/202</w:t>
      </w:r>
      <w:r w:rsidR="00984E1E" w:rsidRPr="00984E1E">
        <w:rPr>
          <w:color w:val="FF0000"/>
          <w:sz w:val="24"/>
          <w:szCs w:val="24"/>
        </w:rPr>
        <w:t>4</w:t>
      </w:r>
      <w:r w:rsidR="003068B5" w:rsidRPr="00984E1E">
        <w:rPr>
          <w:color w:val="FF0000"/>
          <w:sz w:val="24"/>
          <w:szCs w:val="24"/>
        </w:rPr>
        <w:t>,</w:t>
      </w:r>
      <w:r w:rsidR="00737B02" w:rsidRPr="00984E1E">
        <w:rPr>
          <w:color w:val="FF0000"/>
          <w:sz w:val="24"/>
          <w:szCs w:val="24"/>
        </w:rPr>
        <w:br/>
      </w:r>
      <w:r w:rsidR="003068B5" w:rsidRPr="00984E1E">
        <w:rPr>
          <w:color w:val="FF0000"/>
          <w:sz w:val="24"/>
          <w:szCs w:val="24"/>
        </w:rPr>
        <w:t>k vytváření podmínek pro sladění rodinného a osobního života státních zaměstnanců s výkonem státní služby a o bližších pravidlech pro výkon státní služby z jiného místa</w:t>
      </w:r>
    </w:p>
    <w:p w14:paraId="31558605" w14:textId="7941FA42" w:rsidR="0035668A" w:rsidRPr="00984E1E" w:rsidRDefault="0035668A" w:rsidP="00E009AD">
      <w:pPr>
        <w:spacing w:before="600" w:after="120" w:line="288" w:lineRule="auto"/>
        <w:contextualSpacing/>
        <w:jc w:val="center"/>
        <w:rPr>
          <w:rFonts w:ascii="Arial" w:eastAsiaTheme="minorHAnsi" w:hAnsi="Arial" w:cs="Arial"/>
          <w:b/>
          <w:color w:val="FF0000"/>
          <w:lang w:eastAsia="en-US"/>
        </w:rPr>
      </w:pPr>
      <w:r w:rsidRPr="00984E1E">
        <w:rPr>
          <w:rFonts w:ascii="Arial" w:eastAsiaTheme="minorHAnsi" w:hAnsi="Arial" w:cs="Arial"/>
          <w:b/>
          <w:color w:val="FF0000"/>
          <w:lang w:eastAsia="en-US"/>
        </w:rPr>
        <w:t>Označení služebního orgánu</w:t>
      </w:r>
      <w:r w:rsidR="00737B02" w:rsidRPr="00984E1E">
        <w:rPr>
          <w:rStyle w:val="Znakapoznpodarou"/>
          <w:rFonts w:ascii="Arial" w:eastAsiaTheme="minorHAnsi" w:hAnsi="Arial" w:cs="Arial"/>
          <w:bCs/>
          <w:color w:val="FF0000"/>
          <w:lang w:eastAsia="en-US"/>
        </w:rPr>
        <w:footnoteReference w:customMarkFollows="1" w:id="1"/>
        <w:t>1)</w:t>
      </w:r>
    </w:p>
    <w:p w14:paraId="1E73E620" w14:textId="37371947" w:rsidR="00E64C25" w:rsidRPr="00984E1E" w:rsidRDefault="00E64C25" w:rsidP="00737B02">
      <w:pPr>
        <w:pBdr>
          <w:bottom w:val="single" w:sz="4" w:space="1" w:color="auto"/>
        </w:pBdr>
        <w:spacing w:before="120" w:after="120" w:line="288" w:lineRule="auto"/>
        <w:jc w:val="center"/>
        <w:rPr>
          <w:rFonts w:ascii="Arial" w:eastAsiaTheme="minorHAnsi" w:hAnsi="Arial" w:cs="Arial"/>
          <w:b/>
          <w:color w:val="FF0000"/>
          <w:lang w:eastAsia="en-US"/>
        </w:rPr>
      </w:pPr>
      <w:r w:rsidRPr="00984E1E">
        <w:rPr>
          <w:rFonts w:ascii="Arial" w:eastAsiaTheme="minorHAnsi" w:hAnsi="Arial" w:cs="Arial"/>
          <w:b/>
          <w:color w:val="FF0000"/>
          <w:lang w:eastAsia="en-US"/>
        </w:rPr>
        <w:t xml:space="preserve">Služební úřad, </w:t>
      </w:r>
      <w:r w:rsidR="0035668A" w:rsidRPr="00984E1E">
        <w:rPr>
          <w:rFonts w:ascii="Arial" w:eastAsiaTheme="minorHAnsi" w:hAnsi="Arial" w:cs="Arial"/>
          <w:b/>
          <w:color w:val="FF0000"/>
          <w:lang w:eastAsia="en-US"/>
        </w:rPr>
        <w:t>adresa služebního úřadu</w:t>
      </w:r>
    </w:p>
    <w:p w14:paraId="7987C5B8" w14:textId="290B36E6" w:rsidR="006E3C8E" w:rsidRPr="00984E1E" w:rsidRDefault="0035668A" w:rsidP="00737B02">
      <w:pPr>
        <w:spacing w:before="120" w:after="120" w:line="288" w:lineRule="auto"/>
        <w:ind w:left="6381" w:firstLine="709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Č. j.: </w:t>
      </w:r>
      <w:r w:rsidRPr="00984E1E">
        <w:rPr>
          <w:rFonts w:ascii="Arial" w:hAnsi="Arial" w:cs="Arial"/>
          <w:color w:val="FF0000"/>
        </w:rPr>
        <w:t>XXXXXXXXX</w:t>
      </w:r>
    </w:p>
    <w:p w14:paraId="1EFFF0F0" w14:textId="2E5A2BD3" w:rsidR="00461BDF" w:rsidRPr="00984E1E" w:rsidRDefault="0035668A" w:rsidP="00737B02">
      <w:p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V souladu s ustanovením </w:t>
      </w:r>
      <w:r w:rsidR="00E64C25" w:rsidRPr="00984E1E">
        <w:rPr>
          <w:rFonts w:ascii="Arial" w:hAnsi="Arial" w:cs="Arial"/>
        </w:rPr>
        <w:t xml:space="preserve">§ 117a zákona č. 234/2014 Sb., o státní službě, </w:t>
      </w:r>
      <w:r w:rsidR="00855F11" w:rsidRPr="00984E1E">
        <w:rPr>
          <w:rFonts w:ascii="Arial" w:hAnsi="Arial" w:cs="Arial"/>
        </w:rPr>
        <w:t xml:space="preserve">ve znění pozdějších předpisů (dále jen „zákon o státní službě“) </w:t>
      </w:r>
      <w:r w:rsidR="00702F2A" w:rsidRPr="00984E1E">
        <w:rPr>
          <w:rFonts w:ascii="Arial" w:hAnsi="Arial" w:cs="Arial"/>
        </w:rPr>
        <w:t xml:space="preserve">a na základě </w:t>
      </w:r>
      <w:r w:rsidR="00702F2A" w:rsidRPr="00984E1E">
        <w:rPr>
          <w:rFonts w:ascii="Arial" w:hAnsi="Arial" w:cs="Arial"/>
          <w:color w:val="FF0000"/>
        </w:rPr>
        <w:t xml:space="preserve">opatření orgánu veřejné moci (uvést konkrétní opatření, </w:t>
      </w:r>
      <w:r w:rsidR="00457833" w:rsidRPr="00984E1E">
        <w:rPr>
          <w:rFonts w:ascii="Arial" w:hAnsi="Arial" w:cs="Arial"/>
          <w:color w:val="FF0000"/>
        </w:rPr>
        <w:t>označení orgánu veřejné moci</w:t>
      </w:r>
      <w:r w:rsidR="00350C6E" w:rsidRPr="00984E1E">
        <w:rPr>
          <w:rFonts w:ascii="Arial" w:hAnsi="Arial" w:cs="Arial"/>
          <w:color w:val="FF0000"/>
        </w:rPr>
        <w:t>, který opatření vydal</w:t>
      </w:r>
      <w:r w:rsidR="00702F2A" w:rsidRPr="00984E1E">
        <w:rPr>
          <w:rFonts w:ascii="Arial" w:hAnsi="Arial" w:cs="Arial"/>
          <w:color w:val="FF0000"/>
        </w:rPr>
        <w:t>, číslo jednací</w:t>
      </w:r>
      <w:r w:rsidR="00350C6E" w:rsidRPr="00984E1E">
        <w:rPr>
          <w:rFonts w:ascii="Arial" w:hAnsi="Arial" w:cs="Arial"/>
          <w:color w:val="FF0000"/>
        </w:rPr>
        <w:t>, datum vyhotovení</w:t>
      </w:r>
      <w:r w:rsidR="00702F2A" w:rsidRPr="00984E1E">
        <w:rPr>
          <w:rFonts w:ascii="Arial" w:hAnsi="Arial" w:cs="Arial"/>
          <w:color w:val="FF0000"/>
        </w:rPr>
        <w:t>)</w:t>
      </w:r>
      <w:r w:rsidR="00DC4473" w:rsidRPr="00984E1E">
        <w:rPr>
          <w:rFonts w:ascii="Arial" w:hAnsi="Arial" w:cs="Arial"/>
          <w:color w:val="FF0000"/>
        </w:rPr>
        <w:t xml:space="preserve"> </w:t>
      </w:r>
      <w:r w:rsidR="00DC4473" w:rsidRPr="00984E1E">
        <w:rPr>
          <w:rFonts w:ascii="Arial" w:hAnsi="Arial" w:cs="Arial"/>
        </w:rPr>
        <w:t>(dále jen „opatření orgánu veřejné moci“)</w:t>
      </w:r>
    </w:p>
    <w:p w14:paraId="09871B4C" w14:textId="2F940529" w:rsidR="00855F11" w:rsidRPr="00984E1E" w:rsidRDefault="00855F11" w:rsidP="00737B02">
      <w:pPr>
        <w:spacing w:before="120" w:after="120" w:line="288" w:lineRule="auto"/>
        <w:jc w:val="center"/>
        <w:rPr>
          <w:rFonts w:ascii="Arial" w:hAnsi="Arial" w:cs="Arial"/>
          <w:b/>
        </w:rPr>
      </w:pPr>
      <w:r w:rsidRPr="00984E1E">
        <w:rPr>
          <w:rFonts w:ascii="Arial" w:hAnsi="Arial" w:cs="Arial"/>
          <w:b/>
        </w:rPr>
        <w:t xml:space="preserve">nařizuji </w:t>
      </w:r>
    </w:p>
    <w:p w14:paraId="52E596A3" w14:textId="627E98FD" w:rsidR="006E3C8E" w:rsidRPr="00984E1E" w:rsidRDefault="006E3C8E" w:rsidP="00737B02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984E1E">
        <w:rPr>
          <w:rFonts w:ascii="Arial" w:hAnsi="Arial" w:cs="Arial"/>
          <w:b/>
          <w:color w:val="FF0000"/>
        </w:rPr>
        <w:t>Titul, jméno a příjmení státního zaměstnance/zaměstnankyně</w:t>
      </w:r>
      <w:r w:rsidR="00581C85" w:rsidRPr="00984E1E">
        <w:rPr>
          <w:rFonts w:ascii="Arial" w:hAnsi="Arial" w:cs="Arial"/>
          <w:b/>
          <w:color w:val="FF0000"/>
        </w:rPr>
        <w:t xml:space="preserve"> (tvar jména a</w:t>
      </w:r>
      <w:r w:rsidR="00E009AD" w:rsidRPr="00984E1E">
        <w:rPr>
          <w:rFonts w:ascii="Arial" w:hAnsi="Arial" w:cs="Arial"/>
          <w:b/>
          <w:color w:val="FF0000"/>
        </w:rPr>
        <w:t> </w:t>
      </w:r>
      <w:r w:rsidR="00581C85" w:rsidRPr="00984E1E">
        <w:rPr>
          <w:rFonts w:ascii="Arial" w:hAnsi="Arial" w:cs="Arial"/>
          <w:b/>
          <w:color w:val="FF0000"/>
        </w:rPr>
        <w:t>příjmení ve 3. pádu)</w:t>
      </w:r>
    </w:p>
    <w:p w14:paraId="4CD0D2EB" w14:textId="3B0CB0B2" w:rsidR="006E3C8E" w:rsidRPr="00984E1E" w:rsidRDefault="006E3C8E" w:rsidP="00737B02">
      <w:p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ev. číslo státního </w:t>
      </w:r>
      <w:r w:rsidRPr="00BD234A">
        <w:rPr>
          <w:rFonts w:ascii="Arial" w:hAnsi="Arial" w:cs="Arial"/>
          <w:color w:val="FF0000"/>
        </w:rPr>
        <w:t>zaměstnance/zaměstnankyně</w:t>
      </w:r>
      <w:r w:rsidRPr="00984E1E">
        <w:rPr>
          <w:rFonts w:ascii="Arial" w:hAnsi="Arial" w:cs="Arial"/>
        </w:rPr>
        <w:t xml:space="preserve">: </w:t>
      </w:r>
      <w:r w:rsidRPr="00984E1E">
        <w:rPr>
          <w:rFonts w:ascii="Arial" w:hAnsi="Arial" w:cs="Arial"/>
          <w:color w:val="FF0000"/>
        </w:rPr>
        <w:t>XXXXXXXX</w:t>
      </w:r>
    </w:p>
    <w:p w14:paraId="02385AD7" w14:textId="21F8333C" w:rsidR="006E3C8E" w:rsidRPr="00984E1E" w:rsidRDefault="006E3C8E" w:rsidP="00737B02">
      <w:p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>zařazen</w:t>
      </w:r>
      <w:r w:rsidR="00581C85" w:rsidRPr="00984E1E">
        <w:rPr>
          <w:rFonts w:ascii="Arial" w:hAnsi="Arial" w:cs="Arial"/>
        </w:rPr>
        <w:t>é/mu</w:t>
      </w:r>
      <w:r w:rsidRPr="00984E1E">
        <w:rPr>
          <w:rFonts w:ascii="Arial" w:hAnsi="Arial" w:cs="Arial"/>
        </w:rPr>
        <w:t xml:space="preserve"> na služebním místě v</w:t>
      </w:r>
      <w:r w:rsidR="00F14E37" w:rsidRPr="00984E1E">
        <w:rPr>
          <w:rFonts w:ascii="Arial" w:hAnsi="Arial" w:cs="Arial"/>
        </w:rPr>
        <w:t xml:space="preserve"> oddělení </w:t>
      </w:r>
      <w:r w:rsidRPr="00984E1E">
        <w:rPr>
          <w:rFonts w:ascii="Arial" w:hAnsi="Arial" w:cs="Arial"/>
          <w:color w:val="FF0000"/>
        </w:rPr>
        <w:t>XXX</w:t>
      </w:r>
      <w:r w:rsidR="00F14E37" w:rsidRPr="00984E1E">
        <w:rPr>
          <w:rFonts w:ascii="Arial" w:hAnsi="Arial" w:cs="Arial"/>
          <w:color w:val="FF0000"/>
        </w:rPr>
        <w:t>XXXX</w:t>
      </w:r>
      <w:r w:rsidRPr="00984E1E">
        <w:rPr>
          <w:rFonts w:ascii="Arial" w:hAnsi="Arial" w:cs="Arial"/>
          <w:color w:val="FF0000"/>
        </w:rPr>
        <w:t xml:space="preserve">X </w:t>
      </w:r>
      <w:r w:rsidR="00F14E37" w:rsidRPr="00984E1E">
        <w:rPr>
          <w:rFonts w:ascii="Arial" w:hAnsi="Arial" w:cs="Arial"/>
        </w:rPr>
        <w:t>odboru</w:t>
      </w:r>
      <w:r w:rsidR="00F14E37" w:rsidRPr="00984E1E">
        <w:rPr>
          <w:rFonts w:ascii="Arial" w:hAnsi="Arial" w:cs="Arial"/>
          <w:color w:val="FF0000"/>
        </w:rPr>
        <w:t xml:space="preserve"> XXXXXXXX </w:t>
      </w:r>
      <w:r w:rsidR="008365CA" w:rsidRPr="00984E1E">
        <w:rPr>
          <w:rFonts w:ascii="Arial" w:hAnsi="Arial" w:cs="Arial"/>
        </w:rPr>
        <w:t>sekce</w:t>
      </w:r>
      <w:r w:rsidR="008365CA" w:rsidRPr="00984E1E">
        <w:rPr>
          <w:rFonts w:ascii="Arial" w:hAnsi="Arial" w:cs="Arial"/>
          <w:color w:val="FF0000"/>
        </w:rPr>
        <w:t xml:space="preserve"> XXXXXXXX</w:t>
      </w:r>
      <w:r w:rsidRPr="00984E1E">
        <w:rPr>
          <w:rFonts w:ascii="Arial" w:hAnsi="Arial" w:cs="Arial"/>
        </w:rPr>
        <w:t>,</w:t>
      </w:r>
    </w:p>
    <w:p w14:paraId="2354F6D3" w14:textId="60EFC86A" w:rsidR="006E3C8E" w:rsidRPr="00984E1E" w:rsidRDefault="006E3C8E" w:rsidP="00737B02">
      <w:p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(dále jen „státní </w:t>
      </w:r>
      <w:r w:rsidRPr="00BD234A">
        <w:rPr>
          <w:rFonts w:ascii="Arial" w:hAnsi="Arial" w:cs="Arial"/>
          <w:color w:val="FF0000"/>
        </w:rPr>
        <w:t>zaměstnanec/zaměstnankyně</w:t>
      </w:r>
      <w:r w:rsidRPr="00984E1E">
        <w:rPr>
          <w:rFonts w:ascii="Arial" w:hAnsi="Arial" w:cs="Arial"/>
        </w:rPr>
        <w:t>“)</w:t>
      </w:r>
    </w:p>
    <w:p w14:paraId="286A1441" w14:textId="22864B0C" w:rsidR="00702F2A" w:rsidRPr="00984E1E" w:rsidRDefault="00350C6E" w:rsidP="00737B02">
      <w:pPr>
        <w:spacing w:before="120" w:after="120" w:line="288" w:lineRule="auto"/>
        <w:jc w:val="center"/>
        <w:rPr>
          <w:rFonts w:ascii="Arial" w:hAnsi="Arial" w:cs="Arial"/>
          <w:b/>
        </w:rPr>
      </w:pPr>
      <w:r w:rsidRPr="00984E1E">
        <w:rPr>
          <w:rFonts w:ascii="Arial" w:hAnsi="Arial" w:cs="Arial"/>
          <w:b/>
        </w:rPr>
        <w:t>výkon státní služby z jiného místa</w:t>
      </w:r>
    </w:p>
    <w:p w14:paraId="442CA9ED" w14:textId="0196178B" w:rsidR="00702F2A" w:rsidRPr="00984E1E" w:rsidRDefault="00350C6E" w:rsidP="00737B02">
      <w:p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za </w:t>
      </w:r>
      <w:r w:rsidR="00702F2A" w:rsidRPr="00984E1E">
        <w:rPr>
          <w:rFonts w:ascii="Arial" w:hAnsi="Arial" w:cs="Arial"/>
        </w:rPr>
        <w:t>následující</w:t>
      </w:r>
      <w:r w:rsidRPr="00984E1E">
        <w:rPr>
          <w:rFonts w:ascii="Arial" w:hAnsi="Arial" w:cs="Arial"/>
        </w:rPr>
        <w:t>ch</w:t>
      </w:r>
      <w:r w:rsidR="00702F2A" w:rsidRPr="00984E1E">
        <w:rPr>
          <w:rFonts w:ascii="Arial" w:hAnsi="Arial" w:cs="Arial"/>
        </w:rPr>
        <w:t xml:space="preserve"> podmín</w:t>
      </w:r>
      <w:r w:rsidRPr="00984E1E">
        <w:rPr>
          <w:rFonts w:ascii="Arial" w:hAnsi="Arial" w:cs="Arial"/>
        </w:rPr>
        <w:t>e</w:t>
      </w:r>
      <w:r w:rsidR="00702F2A" w:rsidRPr="00984E1E">
        <w:rPr>
          <w:rFonts w:ascii="Arial" w:hAnsi="Arial" w:cs="Arial"/>
        </w:rPr>
        <w:t>k:</w:t>
      </w:r>
    </w:p>
    <w:p w14:paraId="04FAB5FA" w14:textId="005F5F85" w:rsidR="006E3C8E" w:rsidRPr="00984E1E" w:rsidRDefault="006E3C8E" w:rsidP="00737B02">
      <w:pPr>
        <w:spacing w:before="480" w:after="120" w:line="288" w:lineRule="auto"/>
        <w:jc w:val="center"/>
        <w:rPr>
          <w:rFonts w:ascii="Arial" w:hAnsi="Arial" w:cs="Arial"/>
          <w:b/>
        </w:rPr>
      </w:pPr>
      <w:r w:rsidRPr="00984E1E">
        <w:rPr>
          <w:rFonts w:ascii="Arial" w:hAnsi="Arial" w:cs="Arial"/>
          <w:b/>
        </w:rPr>
        <w:t>I.</w:t>
      </w:r>
      <w:r w:rsidR="00737B02" w:rsidRPr="00984E1E">
        <w:rPr>
          <w:rFonts w:ascii="Arial" w:hAnsi="Arial" w:cs="Arial"/>
          <w:b/>
        </w:rPr>
        <w:br/>
      </w:r>
      <w:r w:rsidRPr="00984E1E">
        <w:rPr>
          <w:rFonts w:ascii="Arial" w:hAnsi="Arial" w:cs="Arial"/>
          <w:b/>
        </w:rPr>
        <w:t>Určení jiného místa výkonu státní služby</w:t>
      </w:r>
    </w:p>
    <w:p w14:paraId="2123E6F4" w14:textId="1494EE0A" w:rsidR="002C38BF" w:rsidRPr="00984E1E" w:rsidRDefault="006E3C8E" w:rsidP="00737B02">
      <w:p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Státní </w:t>
      </w:r>
      <w:r w:rsidRPr="00BD234A">
        <w:rPr>
          <w:rFonts w:ascii="Arial" w:hAnsi="Arial" w:cs="Arial"/>
          <w:color w:val="FF0000"/>
        </w:rPr>
        <w:t xml:space="preserve">zaměstnanec/zaměstnankyně </w:t>
      </w:r>
      <w:r w:rsidRPr="00984E1E">
        <w:rPr>
          <w:rFonts w:ascii="Arial" w:hAnsi="Arial" w:cs="Arial"/>
        </w:rPr>
        <w:t xml:space="preserve">bude vykonávat státní službu z jiného místa, kterým je </w:t>
      </w:r>
      <w:r w:rsidRPr="00984E1E">
        <w:rPr>
          <w:rFonts w:ascii="Arial" w:hAnsi="Arial" w:cs="Arial"/>
          <w:color w:val="FF0000"/>
        </w:rPr>
        <w:t>XXXXXXXX (adresa, v případě bytu i číslo bytové jednotky)</w:t>
      </w:r>
      <w:r w:rsidRPr="00984E1E">
        <w:rPr>
          <w:rFonts w:ascii="Arial" w:hAnsi="Arial" w:cs="Arial"/>
        </w:rPr>
        <w:t>.</w:t>
      </w:r>
      <w:r w:rsidR="00457833" w:rsidRPr="00984E1E">
        <w:rPr>
          <w:rFonts w:ascii="Arial" w:hAnsi="Arial" w:cs="Arial"/>
        </w:rPr>
        <w:t xml:space="preserve"> </w:t>
      </w:r>
    </w:p>
    <w:p w14:paraId="3AA4D049" w14:textId="77777777" w:rsidR="002C38BF" w:rsidRPr="00984E1E" w:rsidRDefault="002C38BF" w:rsidP="00737B02">
      <w:pPr>
        <w:spacing w:before="120" w:after="120" w:line="288" w:lineRule="auto"/>
        <w:rPr>
          <w:rFonts w:ascii="Arial" w:hAnsi="Arial" w:cs="Arial"/>
        </w:rPr>
      </w:pPr>
      <w:r w:rsidRPr="00984E1E">
        <w:rPr>
          <w:rFonts w:ascii="Arial" w:hAnsi="Arial" w:cs="Arial"/>
        </w:rPr>
        <w:br w:type="page"/>
      </w:r>
    </w:p>
    <w:p w14:paraId="5165104A" w14:textId="320F1BF4" w:rsidR="006E3C8E" w:rsidRPr="00984E1E" w:rsidRDefault="006E3C8E" w:rsidP="00737B02">
      <w:pPr>
        <w:spacing w:before="480" w:after="120" w:line="288" w:lineRule="auto"/>
        <w:jc w:val="center"/>
        <w:rPr>
          <w:rFonts w:ascii="Arial" w:hAnsi="Arial" w:cs="Arial"/>
          <w:b/>
        </w:rPr>
      </w:pPr>
      <w:r w:rsidRPr="00984E1E">
        <w:rPr>
          <w:rFonts w:ascii="Arial" w:hAnsi="Arial" w:cs="Arial"/>
          <w:b/>
        </w:rPr>
        <w:lastRenderedPageBreak/>
        <w:t>II.</w:t>
      </w:r>
      <w:r w:rsidR="00737B02" w:rsidRPr="00984E1E">
        <w:rPr>
          <w:rFonts w:ascii="Arial" w:hAnsi="Arial" w:cs="Arial"/>
          <w:b/>
        </w:rPr>
        <w:br/>
      </w:r>
      <w:r w:rsidRPr="00984E1E">
        <w:rPr>
          <w:rFonts w:ascii="Arial" w:hAnsi="Arial" w:cs="Arial"/>
          <w:b/>
        </w:rPr>
        <w:t>Určení časového rozsahu výkonu státní služby z jiného místa,</w:t>
      </w:r>
      <w:r w:rsidR="00737B02" w:rsidRPr="00984E1E">
        <w:rPr>
          <w:rFonts w:ascii="Arial" w:hAnsi="Arial" w:cs="Arial"/>
          <w:b/>
        </w:rPr>
        <w:br/>
      </w:r>
      <w:r w:rsidRPr="00984E1E">
        <w:rPr>
          <w:rFonts w:ascii="Arial" w:hAnsi="Arial" w:cs="Arial"/>
          <w:b/>
        </w:rPr>
        <w:t xml:space="preserve">výkonu státní služby na pracovišti a určení </w:t>
      </w:r>
      <w:r w:rsidR="00B02390" w:rsidRPr="00984E1E">
        <w:rPr>
          <w:rFonts w:ascii="Arial" w:hAnsi="Arial" w:cs="Arial"/>
          <w:b/>
        </w:rPr>
        <w:t xml:space="preserve">způsobu rozvržení </w:t>
      </w:r>
      <w:r w:rsidRPr="00984E1E">
        <w:rPr>
          <w:rFonts w:ascii="Arial" w:hAnsi="Arial" w:cs="Arial"/>
          <w:b/>
        </w:rPr>
        <w:t>směn</w:t>
      </w:r>
      <w:r w:rsidR="00737B02" w:rsidRPr="00984E1E">
        <w:rPr>
          <w:rFonts w:ascii="Arial" w:hAnsi="Arial" w:cs="Arial"/>
          <w:b/>
        </w:rPr>
        <w:br/>
      </w:r>
      <w:r w:rsidRPr="00984E1E">
        <w:rPr>
          <w:rFonts w:ascii="Arial" w:hAnsi="Arial" w:cs="Arial"/>
          <w:b/>
        </w:rPr>
        <w:t xml:space="preserve">při výkonu státní služby z jiného místa </w:t>
      </w:r>
    </w:p>
    <w:p w14:paraId="1EA4E4FD" w14:textId="3BA98F3D" w:rsidR="007D3CAF" w:rsidRPr="00984E1E" w:rsidRDefault="006E3C8E" w:rsidP="00737B02">
      <w:pPr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Státní </w:t>
      </w:r>
      <w:r w:rsidRPr="00BD234A">
        <w:rPr>
          <w:rFonts w:ascii="Arial" w:hAnsi="Arial" w:cs="Arial"/>
          <w:color w:val="FF0000"/>
        </w:rPr>
        <w:t xml:space="preserve">zaměstnanec/zaměstnankyně </w:t>
      </w:r>
      <w:r w:rsidRPr="00984E1E">
        <w:rPr>
          <w:rFonts w:ascii="Arial" w:hAnsi="Arial" w:cs="Arial"/>
        </w:rPr>
        <w:t xml:space="preserve">bude vykonávat státní službu z jiného místa </w:t>
      </w:r>
      <w:r w:rsidR="00797FC5" w:rsidRPr="00984E1E">
        <w:rPr>
          <w:rFonts w:ascii="Arial" w:hAnsi="Arial" w:cs="Arial"/>
        </w:rPr>
        <w:t>v</w:t>
      </w:r>
      <w:r w:rsidR="00DA73BC" w:rsidRPr="00984E1E">
        <w:rPr>
          <w:rFonts w:ascii="Arial" w:hAnsi="Arial" w:cs="Arial"/>
        </w:rPr>
        <w:t xml:space="preserve"> následujícím </w:t>
      </w:r>
      <w:r w:rsidR="00797FC5" w:rsidRPr="00984E1E">
        <w:rPr>
          <w:rFonts w:ascii="Arial" w:hAnsi="Arial" w:cs="Arial"/>
        </w:rPr>
        <w:t>rozsahu</w:t>
      </w:r>
      <w:r w:rsidR="00DA73BC" w:rsidRPr="00984E1E">
        <w:rPr>
          <w:rFonts w:ascii="Arial" w:hAnsi="Arial" w:cs="Arial"/>
        </w:rPr>
        <w:t>:</w:t>
      </w:r>
      <w:r w:rsidR="00797FC5" w:rsidRPr="00984E1E">
        <w:rPr>
          <w:rFonts w:ascii="Arial" w:hAnsi="Arial" w:cs="Arial"/>
        </w:rPr>
        <w:t xml:space="preserve"> </w:t>
      </w:r>
      <w:r w:rsidRPr="00984E1E">
        <w:rPr>
          <w:rFonts w:ascii="Arial" w:hAnsi="Arial" w:cs="Arial"/>
          <w:color w:val="FF0000"/>
        </w:rPr>
        <w:t>XXXXXXXX (</w:t>
      </w:r>
      <w:r w:rsidR="00797FC5" w:rsidRPr="00984E1E">
        <w:rPr>
          <w:rFonts w:ascii="Arial" w:hAnsi="Arial" w:cs="Arial"/>
          <w:color w:val="FF0000"/>
        </w:rPr>
        <w:t xml:space="preserve">uvést </w:t>
      </w:r>
      <w:r w:rsidRPr="00984E1E">
        <w:rPr>
          <w:rFonts w:ascii="Arial" w:hAnsi="Arial" w:cs="Arial"/>
          <w:color w:val="FF0000"/>
        </w:rPr>
        <w:t>časový rozsah</w:t>
      </w:r>
      <w:r w:rsidR="00797FC5" w:rsidRPr="00984E1E">
        <w:rPr>
          <w:rFonts w:ascii="Arial" w:hAnsi="Arial" w:cs="Arial"/>
          <w:color w:val="FF0000"/>
        </w:rPr>
        <w:t xml:space="preserve"> výkonu služby z jiného místa</w:t>
      </w:r>
      <w:r w:rsidRPr="00984E1E">
        <w:rPr>
          <w:rFonts w:ascii="Arial" w:hAnsi="Arial" w:cs="Arial"/>
          <w:color w:val="FF0000"/>
        </w:rPr>
        <w:t>)</w:t>
      </w:r>
      <w:r w:rsidRPr="00984E1E">
        <w:rPr>
          <w:rFonts w:ascii="Arial" w:hAnsi="Arial" w:cs="Arial"/>
        </w:rPr>
        <w:t xml:space="preserve">. </w:t>
      </w:r>
      <w:r w:rsidR="007D3CAF" w:rsidRPr="00984E1E">
        <w:rPr>
          <w:rFonts w:ascii="Arial" w:hAnsi="Arial" w:cs="Arial"/>
        </w:rPr>
        <w:t xml:space="preserve">Rozvržení směn při výkonu státní služby z jiného místa je následující: </w:t>
      </w:r>
      <w:r w:rsidR="007D3CAF" w:rsidRPr="00984E1E">
        <w:rPr>
          <w:rFonts w:ascii="Arial" w:hAnsi="Arial" w:cs="Arial"/>
          <w:color w:val="FF0000"/>
        </w:rPr>
        <w:t>XXXXXXXX (uvést způsob rozvržení směn při výkonu služby z jiného místa)</w:t>
      </w:r>
      <w:r w:rsidR="007D3CAF" w:rsidRPr="00984E1E">
        <w:rPr>
          <w:rFonts w:ascii="Arial" w:hAnsi="Arial" w:cs="Arial"/>
        </w:rPr>
        <w:t>.</w:t>
      </w:r>
    </w:p>
    <w:p w14:paraId="25495041" w14:textId="1C3996BF" w:rsidR="00FE2318" w:rsidRPr="00984E1E" w:rsidRDefault="00FE2318" w:rsidP="00737B02">
      <w:pPr>
        <w:spacing w:before="120" w:after="120" w:line="288" w:lineRule="auto"/>
        <w:ind w:left="284"/>
        <w:jc w:val="both"/>
        <w:rPr>
          <w:rFonts w:ascii="Arial" w:hAnsi="Arial" w:cs="Arial"/>
          <w:color w:val="31849B" w:themeColor="accent5" w:themeShade="BF"/>
        </w:rPr>
      </w:pPr>
      <w:r w:rsidRPr="00984E1E">
        <w:rPr>
          <w:rFonts w:ascii="Arial" w:hAnsi="Arial" w:cs="Arial"/>
          <w:color w:val="31849B" w:themeColor="accent5" w:themeShade="BF"/>
        </w:rPr>
        <w:t xml:space="preserve">Příklady: </w:t>
      </w:r>
    </w:p>
    <w:p w14:paraId="7443A240" w14:textId="0809EA89" w:rsidR="00DA73BC" w:rsidRPr="00984E1E" w:rsidRDefault="00DA73BC" w:rsidP="00737B02">
      <w:pPr>
        <w:pStyle w:val="Odstavecseseznamem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color w:val="31849B" w:themeColor="accent5" w:themeShade="BF"/>
        </w:rPr>
      </w:pPr>
      <w:r w:rsidRPr="00984E1E">
        <w:rPr>
          <w:rFonts w:ascii="Arial" w:hAnsi="Arial" w:cs="Arial"/>
          <w:color w:val="31849B" w:themeColor="accent5" w:themeShade="BF"/>
        </w:rPr>
        <w:t xml:space="preserve">Státní </w:t>
      </w:r>
      <w:r w:rsidRPr="00BD234A">
        <w:rPr>
          <w:rFonts w:ascii="Arial" w:hAnsi="Arial" w:cs="Arial"/>
          <w:color w:val="FF0000"/>
        </w:rPr>
        <w:t xml:space="preserve">zaměstnanec/zaměstnankyně </w:t>
      </w:r>
      <w:r w:rsidRPr="00984E1E">
        <w:rPr>
          <w:rFonts w:ascii="Arial" w:hAnsi="Arial" w:cs="Arial"/>
          <w:color w:val="31849B" w:themeColor="accent5" w:themeShade="BF"/>
        </w:rPr>
        <w:t xml:space="preserve">bude vykonávat státní službu z jiného místa v rozsahu </w:t>
      </w:r>
      <w:r w:rsidR="004B17EB" w:rsidRPr="00984E1E">
        <w:rPr>
          <w:rFonts w:ascii="Arial" w:hAnsi="Arial" w:cs="Arial"/>
          <w:color w:val="31849B" w:themeColor="accent5" w:themeShade="BF"/>
        </w:rPr>
        <w:t>4</w:t>
      </w:r>
      <w:r w:rsidRPr="00984E1E">
        <w:rPr>
          <w:rFonts w:ascii="Arial" w:hAnsi="Arial" w:cs="Arial"/>
          <w:color w:val="31849B" w:themeColor="accent5" w:themeShade="BF"/>
        </w:rPr>
        <w:t> směn v </w:t>
      </w:r>
      <w:r w:rsidR="005C0E29" w:rsidRPr="00984E1E">
        <w:rPr>
          <w:rFonts w:ascii="Arial" w:hAnsi="Arial" w:cs="Arial"/>
          <w:color w:val="31849B" w:themeColor="accent5" w:themeShade="BF"/>
        </w:rPr>
        <w:t>týdnu</w:t>
      </w:r>
      <w:r w:rsidR="003B23C1" w:rsidRPr="00984E1E">
        <w:rPr>
          <w:rFonts w:ascii="Arial" w:hAnsi="Arial" w:cs="Arial"/>
          <w:color w:val="31849B" w:themeColor="accent5" w:themeShade="BF"/>
        </w:rPr>
        <w:t xml:space="preserve">. Konkrétní dny, ve kterých bude státní </w:t>
      </w:r>
      <w:r w:rsidR="003B23C1" w:rsidRPr="00BD234A">
        <w:rPr>
          <w:rFonts w:ascii="Arial" w:hAnsi="Arial" w:cs="Arial"/>
          <w:color w:val="FF0000"/>
        </w:rPr>
        <w:t xml:space="preserve">zaměstnanec/zaměstnankyně </w:t>
      </w:r>
      <w:r w:rsidR="003B23C1" w:rsidRPr="00984E1E">
        <w:rPr>
          <w:rFonts w:ascii="Arial" w:hAnsi="Arial" w:cs="Arial"/>
          <w:color w:val="31849B" w:themeColor="accent5" w:themeShade="BF"/>
        </w:rPr>
        <w:t xml:space="preserve">vykonávat službu z jiného místa, budou určeny vždy po předchozí dohodě s bezprostředně nadřízeným představeným prostřednictvím adresy elektronické pošty zřízené služebním úřadem tak, aby </w:t>
      </w:r>
      <w:r w:rsidR="00DC4473" w:rsidRPr="00984E1E">
        <w:rPr>
          <w:rFonts w:ascii="Arial" w:hAnsi="Arial" w:cs="Arial"/>
          <w:color w:val="31849B" w:themeColor="accent5" w:themeShade="BF"/>
        </w:rPr>
        <w:t>byl naplněn účel opatření orgánu veřejné moci</w:t>
      </w:r>
      <w:r w:rsidR="003B23C1" w:rsidRPr="00984E1E">
        <w:rPr>
          <w:rFonts w:ascii="Arial" w:hAnsi="Arial" w:cs="Arial"/>
          <w:color w:val="31849B" w:themeColor="accent5" w:themeShade="BF"/>
        </w:rPr>
        <w:t>.</w:t>
      </w:r>
      <w:r w:rsidR="00AC4754" w:rsidRPr="00984E1E">
        <w:rPr>
          <w:rFonts w:ascii="Arial" w:hAnsi="Arial" w:cs="Arial"/>
          <w:color w:val="31849B" w:themeColor="accent5" w:themeShade="BF"/>
        </w:rPr>
        <w:t xml:space="preserve"> </w:t>
      </w:r>
      <w:r w:rsidR="00640113" w:rsidRPr="00984E1E">
        <w:rPr>
          <w:rFonts w:ascii="Arial" w:hAnsi="Arial" w:cs="Arial"/>
          <w:i/>
          <w:iCs/>
          <w:color w:val="31849B" w:themeColor="accent5" w:themeShade="BF"/>
          <w:u w:val="single"/>
        </w:rPr>
        <w:t>var. 1</w:t>
      </w:r>
      <w:r w:rsidR="00640113" w:rsidRPr="00984E1E">
        <w:rPr>
          <w:rFonts w:ascii="Arial" w:hAnsi="Arial" w:cs="Arial"/>
          <w:color w:val="31849B" w:themeColor="accent5" w:themeShade="BF"/>
        </w:rPr>
        <w:t xml:space="preserve"> </w:t>
      </w:r>
      <w:r w:rsidRPr="00984E1E">
        <w:rPr>
          <w:rFonts w:ascii="Arial" w:hAnsi="Arial" w:cs="Arial"/>
          <w:color w:val="31849B" w:themeColor="accent5" w:themeShade="BF"/>
        </w:rPr>
        <w:t xml:space="preserve">Rozvržení směn při výkonu služby z jiného místa se řídí služebním předpisem, kterým se </w:t>
      </w:r>
      <w:r w:rsidR="00CD7B67" w:rsidRPr="00984E1E">
        <w:rPr>
          <w:rFonts w:ascii="Arial" w:hAnsi="Arial" w:cs="Arial"/>
          <w:color w:val="31849B" w:themeColor="accent5" w:themeShade="BF"/>
        </w:rPr>
        <w:t xml:space="preserve">ve služebním úřadu </w:t>
      </w:r>
      <w:r w:rsidRPr="00984E1E">
        <w:rPr>
          <w:rFonts w:ascii="Arial" w:hAnsi="Arial" w:cs="Arial"/>
          <w:color w:val="31849B" w:themeColor="accent5" w:themeShade="BF"/>
        </w:rPr>
        <w:t>stanoví rozvržení služební doby.</w:t>
      </w:r>
      <w:r w:rsidR="00AC4754" w:rsidRPr="00984E1E">
        <w:rPr>
          <w:rFonts w:ascii="Arial" w:hAnsi="Arial" w:cs="Arial"/>
          <w:color w:val="31849B" w:themeColor="accent5" w:themeShade="BF"/>
        </w:rPr>
        <w:t xml:space="preserve"> </w:t>
      </w:r>
      <w:r w:rsidR="00640113" w:rsidRPr="00984E1E">
        <w:rPr>
          <w:rFonts w:ascii="Arial" w:hAnsi="Arial" w:cs="Arial"/>
          <w:i/>
          <w:iCs/>
          <w:color w:val="31849B" w:themeColor="accent5" w:themeShade="BF"/>
          <w:u w:val="single"/>
        </w:rPr>
        <w:t>var. 2</w:t>
      </w:r>
      <w:r w:rsidR="00AC4754" w:rsidRPr="00984E1E">
        <w:rPr>
          <w:rFonts w:ascii="Arial" w:hAnsi="Arial" w:cs="Arial"/>
          <w:color w:val="31849B" w:themeColor="accent5" w:themeShade="BF"/>
        </w:rPr>
        <w:t xml:space="preserve"> Délka směny je </w:t>
      </w:r>
      <w:r w:rsidR="00CD7B67" w:rsidRPr="00984E1E">
        <w:rPr>
          <w:rFonts w:ascii="Arial" w:hAnsi="Arial" w:cs="Arial"/>
          <w:color w:val="31849B" w:themeColor="accent5" w:themeShade="BF"/>
        </w:rPr>
        <w:t xml:space="preserve">ve dnech pondělí až čtvrtek od 7.30 do 16.15 hod. a pátek od 7.30 do 15.00 hod. (včetně přestávek ve službě) </w:t>
      </w:r>
      <w:r w:rsidR="00640113" w:rsidRPr="00984E1E">
        <w:rPr>
          <w:rFonts w:ascii="Arial" w:hAnsi="Arial" w:cs="Arial"/>
          <w:i/>
          <w:iCs/>
          <w:color w:val="31849B" w:themeColor="accent5" w:themeShade="BF"/>
          <w:u w:val="single"/>
        </w:rPr>
        <w:t>var. 3</w:t>
      </w:r>
      <w:r w:rsidR="00AC4754" w:rsidRPr="00984E1E">
        <w:rPr>
          <w:rFonts w:ascii="Arial" w:hAnsi="Arial" w:cs="Arial"/>
          <w:color w:val="31849B" w:themeColor="accent5" w:themeShade="BF"/>
        </w:rPr>
        <w:t xml:space="preserve"> Délka směny je 8 hodin</w:t>
      </w:r>
      <w:r w:rsidRPr="00984E1E">
        <w:rPr>
          <w:rFonts w:ascii="Arial" w:hAnsi="Arial" w:cs="Arial"/>
          <w:color w:val="31849B" w:themeColor="accent5" w:themeShade="BF"/>
        </w:rPr>
        <w:t xml:space="preserve"> </w:t>
      </w:r>
      <w:r w:rsidR="00AC4754" w:rsidRPr="00984E1E">
        <w:rPr>
          <w:rFonts w:ascii="Arial" w:hAnsi="Arial" w:cs="Arial"/>
          <w:color w:val="31849B" w:themeColor="accent5" w:themeShade="BF"/>
        </w:rPr>
        <w:t xml:space="preserve">s tím, že v základním úseku směny od </w:t>
      </w:r>
      <w:r w:rsidR="00CD7B67" w:rsidRPr="00984E1E">
        <w:rPr>
          <w:rFonts w:ascii="Arial" w:hAnsi="Arial" w:cs="Arial"/>
          <w:color w:val="31849B" w:themeColor="accent5" w:themeShade="BF"/>
        </w:rPr>
        <w:t>7</w:t>
      </w:r>
      <w:r w:rsidR="00AC4754" w:rsidRPr="00984E1E">
        <w:rPr>
          <w:rFonts w:ascii="Arial" w:hAnsi="Arial" w:cs="Arial"/>
          <w:color w:val="31849B" w:themeColor="accent5" w:themeShade="BF"/>
        </w:rPr>
        <w:t>.30 do 1</w:t>
      </w:r>
      <w:r w:rsidR="00CD7B67" w:rsidRPr="00984E1E">
        <w:rPr>
          <w:rFonts w:ascii="Arial" w:hAnsi="Arial" w:cs="Arial"/>
          <w:color w:val="31849B" w:themeColor="accent5" w:themeShade="BF"/>
        </w:rPr>
        <w:t>1</w:t>
      </w:r>
      <w:r w:rsidR="00AC4754" w:rsidRPr="00984E1E">
        <w:rPr>
          <w:rFonts w:ascii="Arial" w:hAnsi="Arial" w:cs="Arial"/>
          <w:color w:val="31849B" w:themeColor="accent5" w:themeShade="BF"/>
        </w:rPr>
        <w:t>.</w:t>
      </w:r>
      <w:r w:rsidR="00CD7B67" w:rsidRPr="00984E1E">
        <w:rPr>
          <w:rFonts w:ascii="Arial" w:hAnsi="Arial" w:cs="Arial"/>
          <w:color w:val="31849B" w:themeColor="accent5" w:themeShade="BF"/>
        </w:rPr>
        <w:t>3</w:t>
      </w:r>
      <w:r w:rsidR="00AC4754" w:rsidRPr="00984E1E">
        <w:rPr>
          <w:rFonts w:ascii="Arial" w:hAnsi="Arial" w:cs="Arial"/>
          <w:color w:val="31849B" w:themeColor="accent5" w:themeShade="BF"/>
        </w:rPr>
        <w:t>0 hod</w:t>
      </w:r>
      <w:r w:rsidR="00CD7B67" w:rsidRPr="00984E1E">
        <w:rPr>
          <w:rFonts w:ascii="Arial" w:hAnsi="Arial" w:cs="Arial"/>
          <w:color w:val="31849B" w:themeColor="accent5" w:themeShade="BF"/>
        </w:rPr>
        <w:t>.</w:t>
      </w:r>
      <w:r w:rsidR="00AC4754" w:rsidRPr="00984E1E">
        <w:rPr>
          <w:rFonts w:ascii="Arial" w:hAnsi="Arial" w:cs="Arial"/>
          <w:color w:val="31849B" w:themeColor="accent5" w:themeShade="BF"/>
        </w:rPr>
        <w:t xml:space="preserve"> je státní </w:t>
      </w:r>
      <w:r w:rsidR="00AC4754" w:rsidRPr="00BD234A">
        <w:rPr>
          <w:rFonts w:ascii="Arial" w:hAnsi="Arial" w:cs="Arial"/>
          <w:color w:val="FF0000"/>
        </w:rPr>
        <w:t xml:space="preserve">zaměstnanec/zaměstnankyně povinen/povinna </w:t>
      </w:r>
      <w:r w:rsidR="00AC4754" w:rsidRPr="00984E1E">
        <w:rPr>
          <w:rFonts w:ascii="Arial" w:hAnsi="Arial" w:cs="Arial"/>
          <w:color w:val="31849B" w:themeColor="accent5" w:themeShade="BF"/>
        </w:rPr>
        <w:t xml:space="preserve">být na pracovišti v jiném místě výkonu služby a v rámci volitelného úseku směny si státní </w:t>
      </w:r>
      <w:r w:rsidR="00AC4754" w:rsidRPr="00BD234A">
        <w:rPr>
          <w:rFonts w:ascii="Arial" w:hAnsi="Arial" w:cs="Arial"/>
          <w:color w:val="FF0000"/>
        </w:rPr>
        <w:t xml:space="preserve">zaměstnanec/zaměstnankyně </w:t>
      </w:r>
      <w:r w:rsidR="00AC4754" w:rsidRPr="00984E1E">
        <w:rPr>
          <w:rFonts w:ascii="Arial" w:hAnsi="Arial" w:cs="Arial"/>
          <w:color w:val="31849B" w:themeColor="accent5" w:themeShade="BF"/>
        </w:rPr>
        <w:t xml:space="preserve">volí začátek a konec směny.  </w:t>
      </w:r>
      <w:r w:rsidR="00CD7B67" w:rsidRPr="00984E1E">
        <w:rPr>
          <w:rFonts w:ascii="Arial" w:hAnsi="Arial" w:cs="Arial"/>
          <w:color w:val="31849B" w:themeColor="accent5" w:themeShade="BF"/>
        </w:rPr>
        <w:t xml:space="preserve"> </w:t>
      </w:r>
    </w:p>
    <w:p w14:paraId="3FB812BA" w14:textId="7585913B" w:rsidR="00640113" w:rsidRPr="00984E1E" w:rsidRDefault="00640113" w:rsidP="00737B02">
      <w:pPr>
        <w:pStyle w:val="Odstavecseseznamem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color w:val="31849B" w:themeColor="accent5" w:themeShade="BF"/>
        </w:rPr>
      </w:pPr>
      <w:r w:rsidRPr="00984E1E">
        <w:rPr>
          <w:rFonts w:ascii="Arial" w:hAnsi="Arial" w:cs="Arial"/>
          <w:color w:val="31849B" w:themeColor="accent5" w:themeShade="BF"/>
        </w:rPr>
        <w:t xml:space="preserve">Státní </w:t>
      </w:r>
      <w:r w:rsidRPr="00BD234A">
        <w:rPr>
          <w:rFonts w:ascii="Arial" w:hAnsi="Arial" w:cs="Arial"/>
          <w:color w:val="FF0000"/>
        </w:rPr>
        <w:t xml:space="preserve">zaměstnanec/zaměstnankyně </w:t>
      </w:r>
      <w:r w:rsidRPr="00984E1E">
        <w:rPr>
          <w:rFonts w:ascii="Arial" w:hAnsi="Arial" w:cs="Arial"/>
          <w:color w:val="31849B" w:themeColor="accent5" w:themeShade="BF"/>
        </w:rPr>
        <w:t xml:space="preserve">bude vykonávat státní službu z jiného místa v týdnu od X.X.XXXX do X.X.XXXX v rozsahu 40 hodin s tím, že v základním úseku směny od 7.30 do 11.30 hod. je státní </w:t>
      </w:r>
      <w:r w:rsidRPr="00BD234A">
        <w:rPr>
          <w:rFonts w:ascii="Arial" w:hAnsi="Arial" w:cs="Arial"/>
          <w:color w:val="FF0000"/>
        </w:rPr>
        <w:t>zaměstnanec/zaměstnankyně</w:t>
      </w:r>
      <w:r w:rsidRPr="00984E1E">
        <w:rPr>
          <w:rFonts w:ascii="Arial" w:hAnsi="Arial" w:cs="Arial"/>
          <w:color w:val="31849B" w:themeColor="accent5" w:themeShade="BF"/>
        </w:rPr>
        <w:t xml:space="preserve"> </w:t>
      </w:r>
      <w:r w:rsidRPr="00BD234A">
        <w:rPr>
          <w:rFonts w:ascii="Arial" w:hAnsi="Arial" w:cs="Arial"/>
          <w:color w:val="FF0000"/>
        </w:rPr>
        <w:t xml:space="preserve">povinen/povinna </w:t>
      </w:r>
      <w:r w:rsidRPr="00984E1E">
        <w:rPr>
          <w:rFonts w:ascii="Arial" w:hAnsi="Arial" w:cs="Arial"/>
          <w:color w:val="31849B" w:themeColor="accent5" w:themeShade="BF"/>
        </w:rPr>
        <w:t xml:space="preserve">být na pracovišti v jiném místě výkonu služby a v rámci volitelného úseku směny si státní </w:t>
      </w:r>
      <w:r w:rsidRPr="00BD234A">
        <w:rPr>
          <w:rFonts w:ascii="Arial" w:hAnsi="Arial" w:cs="Arial"/>
          <w:color w:val="FF0000"/>
        </w:rPr>
        <w:t xml:space="preserve">zaměstnanec/zaměstnankyně </w:t>
      </w:r>
      <w:r w:rsidRPr="00984E1E">
        <w:rPr>
          <w:rFonts w:ascii="Arial" w:hAnsi="Arial" w:cs="Arial"/>
          <w:color w:val="31849B" w:themeColor="accent5" w:themeShade="BF"/>
        </w:rPr>
        <w:t xml:space="preserve">volí začátek a konec směny. </w:t>
      </w:r>
    </w:p>
    <w:p w14:paraId="74F1D7F3" w14:textId="3E40F1B0" w:rsidR="006E3C8E" w:rsidRPr="00984E1E" w:rsidRDefault="006E3C8E" w:rsidP="00737B02">
      <w:pPr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Státní </w:t>
      </w:r>
      <w:r w:rsidRPr="00BD234A">
        <w:rPr>
          <w:rFonts w:ascii="Arial" w:hAnsi="Arial" w:cs="Arial"/>
          <w:color w:val="FF0000"/>
        </w:rPr>
        <w:t xml:space="preserve">zaměstnanec/zaměstnankyně </w:t>
      </w:r>
      <w:r w:rsidR="00CF4A09" w:rsidRPr="00984E1E">
        <w:rPr>
          <w:rFonts w:ascii="Arial" w:hAnsi="Arial" w:cs="Arial"/>
        </w:rPr>
        <w:t xml:space="preserve">je </w:t>
      </w:r>
      <w:r w:rsidR="00CF4A09" w:rsidRPr="00BD234A">
        <w:rPr>
          <w:rFonts w:ascii="Arial" w:hAnsi="Arial" w:cs="Arial"/>
          <w:color w:val="FF0000"/>
        </w:rPr>
        <w:t xml:space="preserve">povinen/povinna </w:t>
      </w:r>
      <w:r w:rsidRPr="00984E1E">
        <w:rPr>
          <w:rFonts w:ascii="Arial" w:hAnsi="Arial" w:cs="Arial"/>
        </w:rPr>
        <w:t>při výkonu státní služby z jiného místa řádně dodržovat ustanovení zákoníku práce, na která odkazuje zákon o</w:t>
      </w:r>
      <w:r w:rsidR="00E009AD" w:rsidRPr="00984E1E">
        <w:rPr>
          <w:rFonts w:ascii="Arial" w:hAnsi="Arial" w:cs="Arial"/>
        </w:rPr>
        <w:t> </w:t>
      </w:r>
      <w:r w:rsidRPr="00984E1E">
        <w:rPr>
          <w:rFonts w:ascii="Arial" w:hAnsi="Arial" w:cs="Arial"/>
        </w:rPr>
        <w:t>státní službě, týkající se maximální délky směny, přestávky na jídlo a oddech, nepřetržitý odpočinek mezi dvěma směnami a</w:t>
      </w:r>
      <w:r w:rsidR="004020BB" w:rsidRPr="00984E1E">
        <w:rPr>
          <w:rFonts w:ascii="Arial" w:hAnsi="Arial" w:cs="Arial"/>
        </w:rPr>
        <w:t> </w:t>
      </w:r>
      <w:r w:rsidRPr="00984E1E">
        <w:rPr>
          <w:rFonts w:ascii="Arial" w:hAnsi="Arial" w:cs="Arial"/>
        </w:rPr>
        <w:t>nepřetržitý odpočinek v týdnu.</w:t>
      </w:r>
    </w:p>
    <w:p w14:paraId="39AD3986" w14:textId="6D75D10F" w:rsidR="00461BDF" w:rsidRPr="00984E1E" w:rsidRDefault="00461BDF" w:rsidP="00737B02">
      <w:pPr>
        <w:spacing w:before="480" w:after="120" w:line="288" w:lineRule="auto"/>
        <w:jc w:val="center"/>
        <w:rPr>
          <w:rFonts w:ascii="Arial" w:hAnsi="Arial" w:cs="Arial"/>
          <w:b/>
        </w:rPr>
      </w:pPr>
      <w:r w:rsidRPr="00984E1E">
        <w:rPr>
          <w:rFonts w:ascii="Arial" w:hAnsi="Arial" w:cs="Arial"/>
          <w:b/>
        </w:rPr>
        <w:t>III.</w:t>
      </w:r>
      <w:r w:rsidR="00737B02" w:rsidRPr="00984E1E">
        <w:rPr>
          <w:rFonts w:ascii="Arial" w:hAnsi="Arial" w:cs="Arial"/>
          <w:b/>
        </w:rPr>
        <w:br/>
      </w:r>
      <w:r w:rsidRPr="00984E1E">
        <w:rPr>
          <w:rFonts w:ascii="Arial" w:hAnsi="Arial" w:cs="Arial"/>
          <w:b/>
        </w:rPr>
        <w:t>Doba</w:t>
      </w:r>
      <w:r w:rsidR="00C50B21" w:rsidRPr="00984E1E">
        <w:rPr>
          <w:rFonts w:ascii="Arial" w:hAnsi="Arial" w:cs="Arial"/>
          <w:b/>
        </w:rPr>
        <w:t>, na kterou se výkon služby z jiného místa nařizuje</w:t>
      </w:r>
      <w:r w:rsidRPr="00984E1E">
        <w:rPr>
          <w:rFonts w:ascii="Arial" w:hAnsi="Arial" w:cs="Arial"/>
          <w:b/>
        </w:rPr>
        <w:t xml:space="preserve"> </w:t>
      </w:r>
    </w:p>
    <w:p w14:paraId="300FBCEE" w14:textId="4D7E8A77" w:rsidR="000223FF" w:rsidRPr="00984E1E" w:rsidRDefault="00C50B21" w:rsidP="00737B02">
      <w:p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>S</w:t>
      </w:r>
      <w:r w:rsidR="002540CA" w:rsidRPr="00984E1E">
        <w:rPr>
          <w:rFonts w:ascii="Arial" w:hAnsi="Arial" w:cs="Arial"/>
        </w:rPr>
        <w:t>tátní s</w:t>
      </w:r>
      <w:r w:rsidRPr="00984E1E">
        <w:rPr>
          <w:rFonts w:ascii="Arial" w:hAnsi="Arial" w:cs="Arial"/>
        </w:rPr>
        <w:t xml:space="preserve">lužba bude </w:t>
      </w:r>
      <w:r w:rsidR="00411750" w:rsidRPr="00BD234A">
        <w:rPr>
          <w:rFonts w:ascii="Arial" w:hAnsi="Arial" w:cs="Arial"/>
          <w:color w:val="FF0000"/>
        </w:rPr>
        <w:t xml:space="preserve">státním zaměstnancem/státní zaměstnankyní </w:t>
      </w:r>
      <w:r w:rsidRPr="00984E1E">
        <w:rPr>
          <w:rFonts w:ascii="Arial" w:hAnsi="Arial" w:cs="Arial"/>
        </w:rPr>
        <w:t>vykonávána z jiného místa</w:t>
      </w:r>
      <w:r w:rsidR="00461BDF" w:rsidRPr="00984E1E">
        <w:rPr>
          <w:rFonts w:ascii="Arial" w:hAnsi="Arial" w:cs="Arial"/>
        </w:rPr>
        <w:t xml:space="preserve"> </w:t>
      </w:r>
      <w:r w:rsidR="00461BDF" w:rsidRPr="00984E1E">
        <w:rPr>
          <w:rFonts w:ascii="Arial" w:hAnsi="Arial" w:cs="Arial"/>
          <w:color w:val="FF0000"/>
        </w:rPr>
        <w:t>od X.X.XXXX do X.X.XXXX</w:t>
      </w:r>
      <w:r w:rsidR="00461BDF" w:rsidRPr="00984E1E">
        <w:rPr>
          <w:rFonts w:ascii="Arial" w:hAnsi="Arial" w:cs="Arial"/>
        </w:rPr>
        <w:t>.</w:t>
      </w:r>
    </w:p>
    <w:p w14:paraId="3B00BA53" w14:textId="11CB3FCC" w:rsidR="006E3C8E" w:rsidRPr="00984E1E" w:rsidRDefault="00C50B21" w:rsidP="00737B02">
      <w:pPr>
        <w:keepNext/>
        <w:spacing w:before="480" w:after="120" w:line="288" w:lineRule="auto"/>
        <w:jc w:val="center"/>
        <w:rPr>
          <w:rFonts w:ascii="Arial" w:hAnsi="Arial" w:cs="Arial"/>
          <w:b/>
        </w:rPr>
      </w:pPr>
      <w:r w:rsidRPr="00984E1E">
        <w:rPr>
          <w:rFonts w:ascii="Arial" w:hAnsi="Arial" w:cs="Arial"/>
          <w:b/>
        </w:rPr>
        <w:lastRenderedPageBreak/>
        <w:t>I</w:t>
      </w:r>
      <w:r w:rsidR="00A4029E" w:rsidRPr="00984E1E">
        <w:rPr>
          <w:rFonts w:ascii="Arial" w:hAnsi="Arial" w:cs="Arial"/>
          <w:b/>
        </w:rPr>
        <w:t>V</w:t>
      </w:r>
      <w:r w:rsidR="006E3C8E" w:rsidRPr="00984E1E">
        <w:rPr>
          <w:rFonts w:ascii="Arial" w:hAnsi="Arial" w:cs="Arial"/>
          <w:b/>
        </w:rPr>
        <w:t>.</w:t>
      </w:r>
      <w:r w:rsidR="00737B02" w:rsidRPr="00984E1E">
        <w:rPr>
          <w:rFonts w:ascii="Arial" w:hAnsi="Arial" w:cs="Arial"/>
          <w:b/>
        </w:rPr>
        <w:br/>
      </w:r>
      <w:r w:rsidR="006E3C8E" w:rsidRPr="00984E1E">
        <w:rPr>
          <w:rFonts w:ascii="Arial" w:hAnsi="Arial" w:cs="Arial"/>
          <w:b/>
        </w:rPr>
        <w:t>Bezpečnost a ochrana zdraví při výkonu státní služby z jiného místa</w:t>
      </w:r>
    </w:p>
    <w:p w14:paraId="38E9DC49" w14:textId="4A2B31D1" w:rsidR="00677B45" w:rsidRPr="00984E1E" w:rsidRDefault="000223FF" w:rsidP="00737B02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Státní </w:t>
      </w:r>
      <w:r w:rsidRPr="00BD234A">
        <w:rPr>
          <w:rFonts w:ascii="Arial" w:hAnsi="Arial" w:cs="Arial"/>
          <w:color w:val="FF0000"/>
        </w:rPr>
        <w:t>zaměstnanec/</w:t>
      </w:r>
      <w:r w:rsidR="00BD234A" w:rsidRPr="00BD234A">
        <w:rPr>
          <w:rFonts w:ascii="Arial" w:hAnsi="Arial" w:cs="Arial"/>
          <w:color w:val="FF0000"/>
        </w:rPr>
        <w:t>z</w:t>
      </w:r>
      <w:r w:rsidRPr="00BD234A">
        <w:rPr>
          <w:rFonts w:ascii="Arial" w:hAnsi="Arial" w:cs="Arial"/>
          <w:color w:val="FF0000"/>
        </w:rPr>
        <w:t xml:space="preserve">aměstnankyně </w:t>
      </w:r>
      <w:r w:rsidRPr="00984E1E">
        <w:rPr>
          <w:rFonts w:ascii="Arial" w:hAnsi="Arial" w:cs="Arial"/>
        </w:rPr>
        <w:t xml:space="preserve">je </w:t>
      </w:r>
      <w:r w:rsidRPr="00BD234A">
        <w:rPr>
          <w:rFonts w:ascii="Arial" w:hAnsi="Arial" w:cs="Arial"/>
          <w:color w:val="FF0000"/>
        </w:rPr>
        <w:t xml:space="preserve">povinen/povinna </w:t>
      </w:r>
      <w:r w:rsidRPr="00984E1E">
        <w:rPr>
          <w:rFonts w:ascii="Arial" w:hAnsi="Arial" w:cs="Arial"/>
        </w:rPr>
        <w:t xml:space="preserve">při výkonu státní služby z jiného místa používat pracovní prostředky svěřené </w:t>
      </w:r>
      <w:r w:rsidRPr="00BD234A">
        <w:rPr>
          <w:rFonts w:ascii="Arial" w:hAnsi="Arial" w:cs="Arial"/>
          <w:color w:val="FF0000"/>
        </w:rPr>
        <w:t xml:space="preserve">mu/jí </w:t>
      </w:r>
      <w:r w:rsidRPr="00984E1E">
        <w:rPr>
          <w:rFonts w:ascii="Arial" w:hAnsi="Arial" w:cs="Arial"/>
        </w:rPr>
        <w:t xml:space="preserve">služebním úřadem, pokud </w:t>
      </w:r>
      <w:r w:rsidRPr="00BD234A">
        <w:rPr>
          <w:rFonts w:ascii="Arial" w:hAnsi="Arial" w:cs="Arial"/>
          <w:color w:val="FF0000"/>
        </w:rPr>
        <w:t xml:space="preserve">mu/jí </w:t>
      </w:r>
      <w:r w:rsidRPr="00984E1E">
        <w:rPr>
          <w:rFonts w:ascii="Arial" w:hAnsi="Arial" w:cs="Arial"/>
        </w:rPr>
        <w:t>byly svěřeny.</w:t>
      </w:r>
      <w:r w:rsidR="00677B45" w:rsidRPr="00984E1E">
        <w:rPr>
          <w:rFonts w:ascii="Arial" w:hAnsi="Arial" w:cs="Arial"/>
        </w:rPr>
        <w:t xml:space="preserve"> </w:t>
      </w:r>
    </w:p>
    <w:p w14:paraId="25F8CA89" w14:textId="39C4C550" w:rsidR="006E3C8E" w:rsidRPr="00984E1E" w:rsidRDefault="006E3C8E" w:rsidP="00737B02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Státní </w:t>
      </w:r>
      <w:r w:rsidRPr="00BD234A">
        <w:rPr>
          <w:rFonts w:ascii="Arial" w:hAnsi="Arial" w:cs="Arial"/>
          <w:color w:val="FF0000"/>
        </w:rPr>
        <w:t xml:space="preserve">zaměstnanec/zaměstnankyně byl/a proškolen/a </w:t>
      </w:r>
      <w:r w:rsidRPr="00984E1E">
        <w:rPr>
          <w:rFonts w:ascii="Arial" w:hAnsi="Arial" w:cs="Arial"/>
        </w:rPr>
        <w:t>o pravidlech bezpečnosti a</w:t>
      </w:r>
      <w:r w:rsidR="004020BB" w:rsidRPr="00984E1E">
        <w:rPr>
          <w:rFonts w:ascii="Arial" w:hAnsi="Arial" w:cs="Arial"/>
        </w:rPr>
        <w:t> </w:t>
      </w:r>
      <w:r w:rsidRPr="00984E1E">
        <w:rPr>
          <w:rFonts w:ascii="Arial" w:hAnsi="Arial" w:cs="Arial"/>
        </w:rPr>
        <w:t>ochrany zdraví při výkonu služby z jiného místa.</w:t>
      </w:r>
      <w:r w:rsidR="00461BDF" w:rsidRPr="00984E1E">
        <w:rPr>
          <w:rFonts w:ascii="Arial" w:hAnsi="Arial" w:cs="Arial"/>
        </w:rPr>
        <w:t xml:space="preserve"> </w:t>
      </w:r>
      <w:r w:rsidRPr="00984E1E">
        <w:rPr>
          <w:rFonts w:ascii="Arial" w:hAnsi="Arial" w:cs="Arial"/>
          <w:color w:val="FF0000"/>
        </w:rPr>
        <w:t>/</w:t>
      </w:r>
      <w:r w:rsidR="00461BDF" w:rsidRPr="00984E1E">
        <w:rPr>
          <w:rFonts w:ascii="Arial" w:hAnsi="Arial" w:cs="Arial"/>
          <w:color w:val="FF0000"/>
        </w:rPr>
        <w:t xml:space="preserve"> </w:t>
      </w:r>
      <w:r w:rsidRPr="00984E1E">
        <w:rPr>
          <w:rFonts w:ascii="Arial" w:hAnsi="Arial" w:cs="Arial"/>
          <w:color w:val="FF0000"/>
        </w:rPr>
        <w:t>Pravidla bezpečnosti a ochrany zdraví při výkonu služby z jiného místa jsou uvedena v příloze t</w:t>
      </w:r>
      <w:r w:rsidR="004B17EB" w:rsidRPr="00984E1E">
        <w:rPr>
          <w:rFonts w:ascii="Arial" w:hAnsi="Arial" w:cs="Arial"/>
          <w:color w:val="FF0000"/>
        </w:rPr>
        <w:t>ohoto nařízení</w:t>
      </w:r>
      <w:r w:rsidRPr="00984E1E">
        <w:rPr>
          <w:rFonts w:ascii="Arial" w:hAnsi="Arial" w:cs="Arial"/>
          <w:color w:val="FF0000"/>
        </w:rPr>
        <w:t xml:space="preserve"> a jsou je</w:t>
      </w:r>
      <w:r w:rsidR="004B17EB" w:rsidRPr="00984E1E">
        <w:rPr>
          <w:rFonts w:ascii="Arial" w:hAnsi="Arial" w:cs="Arial"/>
          <w:color w:val="FF0000"/>
        </w:rPr>
        <w:t>ho</w:t>
      </w:r>
      <w:r w:rsidRPr="00984E1E">
        <w:rPr>
          <w:rFonts w:ascii="Arial" w:hAnsi="Arial" w:cs="Arial"/>
          <w:color w:val="FF0000"/>
        </w:rPr>
        <w:t xml:space="preserve"> nedílnou součástí.</w:t>
      </w:r>
    </w:p>
    <w:p w14:paraId="39CCF851" w14:textId="3BBE3F0F" w:rsidR="006E3C8E" w:rsidRPr="00984E1E" w:rsidRDefault="006E3C8E" w:rsidP="00737B02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V případě, že pracoviště v jiném místě výkonu služby přestane splňovat podmínky bezpečného a zdraví neohrožujícího výkonu služby, je státní </w:t>
      </w:r>
      <w:r w:rsidRPr="00BD234A">
        <w:rPr>
          <w:rFonts w:ascii="Arial" w:hAnsi="Arial" w:cs="Arial"/>
          <w:color w:val="FF0000"/>
        </w:rPr>
        <w:t xml:space="preserve">zaměstnanec/zaměstnankyně povinen/povinna </w:t>
      </w:r>
      <w:r w:rsidRPr="00984E1E">
        <w:rPr>
          <w:rFonts w:ascii="Arial" w:hAnsi="Arial" w:cs="Arial"/>
        </w:rPr>
        <w:t>výkon služby z jiného místa odmítnout a bez zbytečného odkladu oznámit tuto skutečnost služebnímu orgánu prostřednictvím bezprostředně nadřízeného představeného.</w:t>
      </w:r>
    </w:p>
    <w:p w14:paraId="1EF93829" w14:textId="0CCA61EF" w:rsidR="006E3C8E" w:rsidRPr="00984E1E" w:rsidRDefault="006E3C8E" w:rsidP="00737B02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Státní </w:t>
      </w:r>
      <w:r w:rsidRPr="00BD234A">
        <w:rPr>
          <w:rFonts w:ascii="Arial" w:hAnsi="Arial" w:cs="Arial"/>
          <w:color w:val="FF0000"/>
        </w:rPr>
        <w:t xml:space="preserve">zaměstnanec/zaměstnankyně </w:t>
      </w:r>
      <w:r w:rsidRPr="00984E1E">
        <w:rPr>
          <w:rFonts w:ascii="Arial" w:hAnsi="Arial" w:cs="Arial"/>
        </w:rPr>
        <w:t xml:space="preserve">je </w:t>
      </w:r>
      <w:r w:rsidRPr="00BD234A">
        <w:rPr>
          <w:rFonts w:ascii="Arial" w:hAnsi="Arial" w:cs="Arial"/>
          <w:color w:val="FF0000"/>
        </w:rPr>
        <w:t xml:space="preserve">povinen/povinna </w:t>
      </w:r>
      <w:r w:rsidRPr="00984E1E">
        <w:rPr>
          <w:rFonts w:ascii="Arial" w:hAnsi="Arial" w:cs="Arial"/>
        </w:rPr>
        <w:t xml:space="preserve">bezodkladně oznámit svému bezprostředně nadřízenému představenému </w:t>
      </w:r>
      <w:r w:rsidR="00F43564" w:rsidRPr="00984E1E">
        <w:rPr>
          <w:rFonts w:ascii="Arial" w:hAnsi="Arial" w:cs="Arial"/>
        </w:rPr>
        <w:t xml:space="preserve">svůj </w:t>
      </w:r>
      <w:r w:rsidRPr="00984E1E">
        <w:rPr>
          <w:rFonts w:ascii="Arial" w:hAnsi="Arial" w:cs="Arial"/>
        </w:rPr>
        <w:t xml:space="preserve">služební úraz. </w:t>
      </w:r>
    </w:p>
    <w:p w14:paraId="0BF95624" w14:textId="2B051EC0" w:rsidR="006E3C8E" w:rsidRPr="00984E1E" w:rsidRDefault="006E3C8E" w:rsidP="00737B02">
      <w:pPr>
        <w:spacing w:before="480" w:after="120" w:line="288" w:lineRule="auto"/>
        <w:jc w:val="center"/>
        <w:rPr>
          <w:rFonts w:ascii="Arial" w:hAnsi="Arial" w:cs="Arial"/>
          <w:b/>
        </w:rPr>
      </w:pPr>
      <w:r w:rsidRPr="00984E1E">
        <w:rPr>
          <w:rFonts w:ascii="Arial" w:hAnsi="Arial" w:cs="Arial"/>
          <w:b/>
        </w:rPr>
        <w:t>V</w:t>
      </w:r>
      <w:r w:rsidR="006D5A56" w:rsidRPr="00984E1E">
        <w:rPr>
          <w:rFonts w:ascii="Arial" w:hAnsi="Arial" w:cs="Arial"/>
          <w:b/>
        </w:rPr>
        <w:t>.</w:t>
      </w:r>
      <w:r w:rsidR="00737B02" w:rsidRPr="00984E1E">
        <w:rPr>
          <w:rFonts w:ascii="Arial" w:hAnsi="Arial" w:cs="Arial"/>
          <w:b/>
        </w:rPr>
        <w:br/>
      </w:r>
      <w:r w:rsidR="002540CA" w:rsidRPr="00984E1E">
        <w:rPr>
          <w:rFonts w:ascii="Arial" w:hAnsi="Arial" w:cs="Arial"/>
          <w:b/>
        </w:rPr>
        <w:t>Ostatní</w:t>
      </w:r>
    </w:p>
    <w:p w14:paraId="351CD716" w14:textId="6B5EB724" w:rsidR="000223FF" w:rsidRPr="00984E1E" w:rsidRDefault="000223FF" w:rsidP="00737B02">
      <w:pPr>
        <w:pStyle w:val="Odstavecseseznamem"/>
        <w:numPr>
          <w:ilvl w:val="0"/>
          <w:numId w:val="5"/>
        </w:num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V ostatních právech a povinnostech se postupuje podle služebního předpisu </w:t>
      </w:r>
      <w:r w:rsidR="00A30400" w:rsidRPr="00984E1E">
        <w:rPr>
          <w:rFonts w:ascii="Arial" w:hAnsi="Arial" w:cs="Arial"/>
        </w:rPr>
        <w:t>nejvyššího státního tajemníka</w:t>
      </w:r>
      <w:r w:rsidRPr="00984E1E">
        <w:rPr>
          <w:rFonts w:ascii="Arial" w:hAnsi="Arial" w:cs="Arial"/>
        </w:rPr>
        <w:t xml:space="preserve"> č. </w:t>
      </w:r>
      <w:r w:rsidR="00984E1E" w:rsidRPr="00984E1E">
        <w:rPr>
          <w:rFonts w:ascii="Arial" w:hAnsi="Arial" w:cs="Arial"/>
        </w:rPr>
        <w:t>10</w:t>
      </w:r>
      <w:r w:rsidRPr="00984E1E">
        <w:rPr>
          <w:rFonts w:ascii="Arial" w:hAnsi="Arial" w:cs="Arial"/>
        </w:rPr>
        <w:t>/202</w:t>
      </w:r>
      <w:r w:rsidR="00E009AD" w:rsidRPr="00984E1E">
        <w:rPr>
          <w:rFonts w:ascii="Arial" w:hAnsi="Arial" w:cs="Arial"/>
        </w:rPr>
        <w:t>4</w:t>
      </w:r>
      <w:r w:rsidRPr="00984E1E">
        <w:rPr>
          <w:rFonts w:ascii="Arial" w:hAnsi="Arial" w:cs="Arial"/>
        </w:rPr>
        <w:t xml:space="preserve"> ze dne </w:t>
      </w:r>
      <w:r w:rsidR="00984E1E" w:rsidRPr="00984E1E">
        <w:rPr>
          <w:rFonts w:ascii="Arial" w:hAnsi="Arial" w:cs="Arial"/>
        </w:rPr>
        <w:t>30. prosince 2024</w:t>
      </w:r>
      <w:r w:rsidR="00A30400" w:rsidRPr="00984E1E">
        <w:rPr>
          <w:rFonts w:ascii="Arial" w:hAnsi="Arial" w:cs="Arial"/>
        </w:rPr>
        <w:t>,</w:t>
      </w:r>
      <w:r w:rsidRPr="00984E1E">
        <w:rPr>
          <w:rFonts w:ascii="Arial" w:hAnsi="Arial" w:cs="Arial"/>
        </w:rPr>
        <w:t xml:space="preserve"> </w:t>
      </w:r>
      <w:r w:rsidR="00A30400" w:rsidRPr="00984E1E">
        <w:rPr>
          <w:rFonts w:ascii="Arial" w:hAnsi="Arial" w:cs="Arial"/>
        </w:rPr>
        <w:t>k vytváření podmínek pro sladění rodinného a osobního života státních zaměstnanců s výkonem státní služby a o bližších pravidlech pro výkon státní služby z jiného místa</w:t>
      </w:r>
      <w:r w:rsidRPr="00984E1E">
        <w:rPr>
          <w:rFonts w:ascii="Arial" w:hAnsi="Arial" w:cs="Arial"/>
        </w:rPr>
        <w:t xml:space="preserve">, který je zveřejněn na internetových stránkách sekce pro státní </w:t>
      </w:r>
      <w:r w:rsidRPr="00BD234A">
        <w:rPr>
          <w:rFonts w:ascii="Arial" w:hAnsi="Arial" w:cs="Arial"/>
        </w:rPr>
        <w:t>službu</w:t>
      </w:r>
      <w:r w:rsidR="00737B02" w:rsidRPr="00BD234A">
        <w:rPr>
          <w:rStyle w:val="Znakapoznpodarou"/>
          <w:rFonts w:ascii="Arial" w:hAnsi="Arial" w:cs="Arial"/>
        </w:rPr>
        <w:footnoteReference w:customMarkFollows="1" w:id="2"/>
        <w:t>2)</w:t>
      </w:r>
      <w:r w:rsidRPr="00BD234A">
        <w:rPr>
          <w:rFonts w:ascii="Arial" w:hAnsi="Arial" w:cs="Arial"/>
        </w:rPr>
        <w:t xml:space="preserve">, </w:t>
      </w:r>
      <w:r w:rsidRPr="00984E1E">
        <w:rPr>
          <w:rFonts w:ascii="Arial" w:hAnsi="Arial" w:cs="Arial"/>
          <w:color w:val="FF0000"/>
        </w:rPr>
        <w:t>a podle služebního předpisu (uvést případně služební předpis platný ve služebním úřadu)</w:t>
      </w:r>
      <w:r w:rsidRPr="00984E1E">
        <w:rPr>
          <w:rFonts w:ascii="Arial" w:hAnsi="Arial" w:cs="Arial"/>
        </w:rPr>
        <w:t>.</w:t>
      </w:r>
    </w:p>
    <w:p w14:paraId="4789E01C" w14:textId="3DB10CE1" w:rsidR="006E3C8E" w:rsidRPr="00984E1E" w:rsidRDefault="006E3C8E" w:rsidP="00737B02">
      <w:pPr>
        <w:numPr>
          <w:ilvl w:val="0"/>
          <w:numId w:val="5"/>
        </w:numPr>
        <w:spacing w:before="120" w:after="120" w:line="288" w:lineRule="auto"/>
        <w:jc w:val="both"/>
        <w:rPr>
          <w:rFonts w:ascii="Arial" w:hAnsi="Arial" w:cs="Arial"/>
          <w:color w:val="FF0000"/>
        </w:rPr>
      </w:pPr>
      <w:r w:rsidRPr="00984E1E">
        <w:rPr>
          <w:rFonts w:ascii="Arial" w:hAnsi="Arial" w:cs="Arial"/>
        </w:rPr>
        <w:t xml:space="preserve">Státní </w:t>
      </w:r>
      <w:r w:rsidRPr="00BD234A">
        <w:rPr>
          <w:rFonts w:ascii="Arial" w:hAnsi="Arial" w:cs="Arial"/>
          <w:color w:val="FF0000"/>
        </w:rPr>
        <w:t xml:space="preserve">zaměstnanec/zaměstnankyně </w:t>
      </w:r>
      <w:r w:rsidRPr="00984E1E">
        <w:rPr>
          <w:rFonts w:ascii="Arial" w:hAnsi="Arial" w:cs="Arial"/>
        </w:rPr>
        <w:t xml:space="preserve">je </w:t>
      </w:r>
      <w:r w:rsidRPr="00BD234A">
        <w:rPr>
          <w:rFonts w:ascii="Arial" w:hAnsi="Arial" w:cs="Arial"/>
          <w:color w:val="FF0000"/>
        </w:rPr>
        <w:t xml:space="preserve">povinen/povinna </w:t>
      </w:r>
      <w:r w:rsidRPr="00984E1E">
        <w:rPr>
          <w:rFonts w:ascii="Arial" w:hAnsi="Arial" w:cs="Arial"/>
        </w:rPr>
        <w:t xml:space="preserve">vést a předávat služebnímu orgánu prostřednictvím bezprostředně nadřízeného představeného údaje pro evidenci služební doby, a to </w:t>
      </w:r>
      <w:r w:rsidRPr="00984E1E">
        <w:rPr>
          <w:rFonts w:ascii="Arial" w:hAnsi="Arial" w:cs="Arial"/>
          <w:color w:val="FF0000"/>
        </w:rPr>
        <w:t>X</w:t>
      </w:r>
      <w:r w:rsidR="003B6603" w:rsidRPr="00984E1E">
        <w:rPr>
          <w:rFonts w:ascii="Arial" w:hAnsi="Arial" w:cs="Arial"/>
          <w:color w:val="FF0000"/>
        </w:rPr>
        <w:t>XXXX</w:t>
      </w:r>
      <w:r w:rsidRPr="00984E1E">
        <w:rPr>
          <w:rFonts w:ascii="Arial" w:hAnsi="Arial" w:cs="Arial"/>
          <w:color w:val="FF0000"/>
        </w:rPr>
        <w:t>XXX (např. první pracovní den kalendářního měsíce následujícího po kalendářním měsíci, za</w:t>
      </w:r>
      <w:r w:rsidR="004020BB" w:rsidRPr="00984E1E">
        <w:rPr>
          <w:rFonts w:ascii="Arial" w:hAnsi="Arial" w:cs="Arial"/>
          <w:color w:val="FF0000"/>
        </w:rPr>
        <w:t> </w:t>
      </w:r>
      <w:r w:rsidRPr="00984E1E">
        <w:rPr>
          <w:rFonts w:ascii="Arial" w:hAnsi="Arial" w:cs="Arial"/>
          <w:color w:val="FF0000"/>
        </w:rPr>
        <w:t>který jsou údaje vedeny).</w:t>
      </w:r>
    </w:p>
    <w:p w14:paraId="0F6762DF" w14:textId="7757879B" w:rsidR="006E3C8E" w:rsidRPr="00984E1E" w:rsidRDefault="006E3C8E" w:rsidP="00737B02">
      <w:pPr>
        <w:numPr>
          <w:ilvl w:val="0"/>
          <w:numId w:val="5"/>
        </w:numPr>
        <w:spacing w:before="120" w:after="120" w:line="288" w:lineRule="auto"/>
        <w:jc w:val="both"/>
        <w:rPr>
          <w:rFonts w:ascii="Arial" w:hAnsi="Arial" w:cs="Arial"/>
          <w:color w:val="FF0000"/>
        </w:rPr>
      </w:pPr>
      <w:r w:rsidRPr="00984E1E">
        <w:rPr>
          <w:rFonts w:ascii="Arial" w:hAnsi="Arial" w:cs="Arial"/>
        </w:rPr>
        <w:t xml:space="preserve">Státní </w:t>
      </w:r>
      <w:r w:rsidRPr="00BD234A">
        <w:rPr>
          <w:rFonts w:ascii="Arial" w:hAnsi="Arial" w:cs="Arial"/>
          <w:color w:val="FF0000"/>
        </w:rPr>
        <w:t xml:space="preserve">zaměstnanec/zaměstnankyně </w:t>
      </w:r>
      <w:r w:rsidRPr="00984E1E">
        <w:rPr>
          <w:rFonts w:ascii="Arial" w:hAnsi="Arial" w:cs="Arial"/>
        </w:rPr>
        <w:t xml:space="preserve">je </w:t>
      </w:r>
      <w:r w:rsidRPr="00BD234A">
        <w:rPr>
          <w:rFonts w:ascii="Arial" w:hAnsi="Arial" w:cs="Arial"/>
          <w:color w:val="FF0000"/>
        </w:rPr>
        <w:t xml:space="preserve">povinen/povinna </w:t>
      </w:r>
      <w:r w:rsidR="003B6603" w:rsidRPr="00984E1E">
        <w:rPr>
          <w:rFonts w:ascii="Arial" w:hAnsi="Arial" w:cs="Arial"/>
        </w:rPr>
        <w:t xml:space="preserve">vést a předávat </w:t>
      </w:r>
      <w:r w:rsidRPr="00984E1E">
        <w:rPr>
          <w:rFonts w:ascii="Arial" w:hAnsi="Arial" w:cs="Arial"/>
        </w:rPr>
        <w:t xml:space="preserve">bezprostředně nadřízenému představenému tzv. </w:t>
      </w:r>
      <w:proofErr w:type="spellStart"/>
      <w:r w:rsidRPr="00984E1E">
        <w:rPr>
          <w:rFonts w:ascii="Arial" w:hAnsi="Arial" w:cs="Arial"/>
        </w:rPr>
        <w:t>timesheet</w:t>
      </w:r>
      <w:proofErr w:type="spellEnd"/>
      <w:r w:rsidRPr="00984E1E">
        <w:rPr>
          <w:rFonts w:ascii="Arial" w:hAnsi="Arial" w:cs="Arial"/>
        </w:rPr>
        <w:t xml:space="preserve">, tj. přehled </w:t>
      </w:r>
      <w:r w:rsidR="003B6603" w:rsidRPr="00984E1E">
        <w:rPr>
          <w:rFonts w:ascii="Arial" w:hAnsi="Arial" w:cs="Arial"/>
        </w:rPr>
        <w:t>služebních úkolů plněných v každé směně výkonu státní služby z jiného místa</w:t>
      </w:r>
      <w:r w:rsidRPr="00984E1E">
        <w:rPr>
          <w:rFonts w:ascii="Arial" w:hAnsi="Arial" w:cs="Arial"/>
        </w:rPr>
        <w:t xml:space="preserve">, a to </w:t>
      </w:r>
      <w:r w:rsidRPr="00984E1E">
        <w:rPr>
          <w:rFonts w:ascii="Arial" w:hAnsi="Arial" w:cs="Arial"/>
          <w:color w:val="FF0000"/>
        </w:rPr>
        <w:t>X</w:t>
      </w:r>
      <w:r w:rsidR="003B6603" w:rsidRPr="00984E1E">
        <w:rPr>
          <w:rFonts w:ascii="Arial" w:hAnsi="Arial" w:cs="Arial"/>
          <w:color w:val="FF0000"/>
        </w:rPr>
        <w:t>XXX</w:t>
      </w:r>
      <w:r w:rsidRPr="00984E1E">
        <w:rPr>
          <w:rFonts w:ascii="Arial" w:hAnsi="Arial" w:cs="Arial"/>
          <w:color w:val="FF0000"/>
        </w:rPr>
        <w:t>XXXX (např. každé pondělí za předchozí týden).</w:t>
      </w:r>
    </w:p>
    <w:p w14:paraId="19DE9E66" w14:textId="77777777" w:rsidR="00943E1F" w:rsidRDefault="00943E1F" w:rsidP="00943E1F">
      <w:pPr>
        <w:spacing w:before="1200" w:line="288" w:lineRule="auto"/>
        <w:jc w:val="both"/>
        <w:rPr>
          <w:rFonts w:ascii="Arial" w:hAnsi="Arial" w:cs="Arial"/>
        </w:rPr>
      </w:pPr>
    </w:p>
    <w:p w14:paraId="1F4315F5" w14:textId="4DFA6417" w:rsidR="00943E1F" w:rsidRPr="00943E1F" w:rsidRDefault="00943E1F" w:rsidP="00943E1F">
      <w:pPr>
        <w:spacing w:before="1200" w:line="288" w:lineRule="auto"/>
        <w:ind w:firstLine="284"/>
        <w:jc w:val="both"/>
        <w:rPr>
          <w:rFonts w:ascii="Arial" w:hAnsi="Arial" w:cs="Arial"/>
        </w:rPr>
      </w:pPr>
      <w:r w:rsidRPr="00943E1F">
        <w:rPr>
          <w:rFonts w:ascii="Arial" w:hAnsi="Arial" w:cs="Arial"/>
        </w:rPr>
        <w:lastRenderedPageBreak/>
        <w:t>V </w:t>
      </w:r>
      <w:r w:rsidRPr="00943E1F">
        <w:rPr>
          <w:rFonts w:ascii="Arial" w:hAnsi="Arial" w:cs="Arial"/>
          <w:color w:val="FF0000"/>
        </w:rPr>
        <w:t xml:space="preserve">XXXXXXXX </w:t>
      </w:r>
      <w:r w:rsidRPr="00943E1F">
        <w:rPr>
          <w:rFonts w:ascii="Arial" w:hAnsi="Arial" w:cs="Arial"/>
        </w:rPr>
        <w:t xml:space="preserve">dne </w:t>
      </w:r>
      <w:r w:rsidRPr="00943E1F">
        <w:rPr>
          <w:rFonts w:ascii="Arial" w:hAnsi="Arial" w:cs="Arial"/>
          <w:color w:val="FF0000"/>
        </w:rPr>
        <w:t xml:space="preserve">X. měsíc </w:t>
      </w:r>
      <w:r w:rsidRPr="00943E1F">
        <w:rPr>
          <w:rFonts w:ascii="Arial" w:hAnsi="Arial" w:cs="Arial"/>
        </w:rPr>
        <w:t>20</w:t>
      </w:r>
      <w:r w:rsidRPr="00943E1F">
        <w:rPr>
          <w:rFonts w:ascii="Arial" w:hAnsi="Arial" w:cs="Arial"/>
          <w:color w:val="FF0000"/>
        </w:rPr>
        <w:t xml:space="preserve">XX      </w:t>
      </w:r>
    </w:p>
    <w:p w14:paraId="16AC980B" w14:textId="1C49C812" w:rsidR="002540CA" w:rsidRPr="00984E1E" w:rsidRDefault="006E3C8E" w:rsidP="00737B02">
      <w:pPr>
        <w:spacing w:before="120" w:after="120" w:line="288" w:lineRule="auto"/>
        <w:ind w:left="4536"/>
        <w:rPr>
          <w:rFonts w:ascii="Arial" w:hAnsi="Arial" w:cs="Arial"/>
        </w:rPr>
      </w:pPr>
      <w:r w:rsidRPr="00984E1E">
        <w:rPr>
          <w:rFonts w:ascii="Arial" w:hAnsi="Arial" w:cs="Arial"/>
        </w:rPr>
        <w:t>Služební orgán</w:t>
      </w:r>
    </w:p>
    <w:p w14:paraId="340CCC32" w14:textId="19272043" w:rsidR="002540CA" w:rsidRPr="00984E1E" w:rsidRDefault="002540CA" w:rsidP="00737B02">
      <w:pPr>
        <w:tabs>
          <w:tab w:val="left" w:pos="5812"/>
        </w:tabs>
        <w:spacing w:before="120" w:after="120" w:line="288" w:lineRule="auto"/>
        <w:ind w:left="284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Nařízení převzal </w:t>
      </w:r>
      <w:r w:rsidR="00943E1F" w:rsidRPr="00943E1F">
        <w:rPr>
          <w:rFonts w:ascii="Arial" w:hAnsi="Arial" w:cs="Arial"/>
        </w:rPr>
        <w:t xml:space="preserve">dne </w:t>
      </w:r>
      <w:r w:rsidR="00943E1F" w:rsidRPr="00943E1F">
        <w:rPr>
          <w:rFonts w:ascii="Arial" w:hAnsi="Arial" w:cs="Arial"/>
          <w:color w:val="FF0000"/>
        </w:rPr>
        <w:t xml:space="preserve">X. měsíc </w:t>
      </w:r>
      <w:r w:rsidR="00943E1F" w:rsidRPr="00943E1F">
        <w:rPr>
          <w:rFonts w:ascii="Arial" w:hAnsi="Arial" w:cs="Arial"/>
        </w:rPr>
        <w:t>20</w:t>
      </w:r>
      <w:r w:rsidR="00943E1F" w:rsidRPr="00943E1F">
        <w:rPr>
          <w:rFonts w:ascii="Arial" w:hAnsi="Arial" w:cs="Arial"/>
          <w:color w:val="FF0000"/>
        </w:rPr>
        <w:t xml:space="preserve">XX      </w:t>
      </w:r>
    </w:p>
    <w:p w14:paraId="77B571C5" w14:textId="0FA7B773" w:rsidR="008A3EAE" w:rsidRPr="00984E1E" w:rsidRDefault="006E3C8E" w:rsidP="00737B02">
      <w:pPr>
        <w:tabs>
          <w:tab w:val="left" w:pos="5812"/>
        </w:tabs>
        <w:spacing w:before="120" w:after="120" w:line="288" w:lineRule="auto"/>
        <w:ind w:left="4536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Státní </w:t>
      </w:r>
      <w:r w:rsidRPr="00943E1F">
        <w:rPr>
          <w:rFonts w:ascii="Arial" w:hAnsi="Arial" w:cs="Arial"/>
          <w:color w:val="FF0000"/>
        </w:rPr>
        <w:t>zaměstnanec</w:t>
      </w:r>
      <w:r w:rsidR="002540CA" w:rsidRPr="00943E1F">
        <w:rPr>
          <w:rFonts w:ascii="Arial" w:hAnsi="Arial" w:cs="Arial"/>
          <w:color w:val="FF0000"/>
        </w:rPr>
        <w:t>/</w:t>
      </w:r>
      <w:r w:rsidR="00943E1F" w:rsidRPr="00943E1F">
        <w:rPr>
          <w:rFonts w:ascii="Arial" w:hAnsi="Arial" w:cs="Arial"/>
          <w:color w:val="FF0000"/>
        </w:rPr>
        <w:t>z</w:t>
      </w:r>
      <w:r w:rsidRPr="00943E1F">
        <w:rPr>
          <w:rFonts w:ascii="Arial" w:hAnsi="Arial" w:cs="Arial"/>
          <w:color w:val="FF0000"/>
        </w:rPr>
        <w:t>aměstnankyně</w:t>
      </w:r>
    </w:p>
    <w:p w14:paraId="60A3E59B" w14:textId="0AAC4AFF" w:rsidR="00B22254" w:rsidRPr="00984E1E" w:rsidRDefault="00B22254" w:rsidP="00737B02">
      <w:pPr>
        <w:tabs>
          <w:tab w:val="left" w:pos="5812"/>
        </w:tabs>
        <w:spacing w:before="120" w:after="120" w:line="288" w:lineRule="auto"/>
        <w:ind w:left="5672" w:hanging="4963"/>
        <w:rPr>
          <w:rFonts w:ascii="Arial" w:hAnsi="Arial" w:cs="Arial"/>
        </w:rPr>
      </w:pPr>
    </w:p>
    <w:p w14:paraId="0EC5CA64" w14:textId="4EC6CE67" w:rsidR="00B22254" w:rsidRPr="00984E1E" w:rsidRDefault="00C83AD6" w:rsidP="00737B02">
      <w:p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Státní </w:t>
      </w:r>
      <w:r w:rsidRPr="00595557">
        <w:rPr>
          <w:rFonts w:ascii="Arial" w:hAnsi="Arial" w:cs="Arial"/>
          <w:color w:val="FF0000"/>
        </w:rPr>
        <w:t xml:space="preserve">zaměstnanec/zaměstnankyně </w:t>
      </w:r>
      <w:r w:rsidRPr="00984E1E">
        <w:rPr>
          <w:rFonts w:ascii="Arial" w:hAnsi="Arial" w:cs="Arial"/>
        </w:rPr>
        <w:t xml:space="preserve">svým podpisem stvrzuje, že pracoviště v jiném místě výkonu služby splňuje podmínky bezpečného a zdraví neohrožujícího výkonu služby. </w:t>
      </w:r>
    </w:p>
    <w:p w14:paraId="51A88E47" w14:textId="5627CAF0" w:rsidR="00C83AD6" w:rsidRPr="00984E1E" w:rsidRDefault="004D312C" w:rsidP="00737B02">
      <w:p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Státní </w:t>
      </w:r>
      <w:r w:rsidRPr="00595557">
        <w:rPr>
          <w:rFonts w:ascii="Arial" w:hAnsi="Arial" w:cs="Arial"/>
          <w:color w:val="FF0000"/>
        </w:rPr>
        <w:t xml:space="preserve">zaměstnanec/zaměstnankyně </w:t>
      </w:r>
      <w:r w:rsidRPr="00984E1E">
        <w:rPr>
          <w:rFonts w:ascii="Arial" w:hAnsi="Arial" w:cs="Arial"/>
        </w:rPr>
        <w:t>souhlasí s tím, že s</w:t>
      </w:r>
      <w:r w:rsidR="00B22254" w:rsidRPr="00984E1E">
        <w:rPr>
          <w:rFonts w:ascii="Arial" w:hAnsi="Arial" w:cs="Arial"/>
        </w:rPr>
        <w:t xml:space="preserve">lužební úřad je oprávněn provést kontrolu pracoviště v jiném místě výkonu služby za účelem ověření plnění podmínek bezpečného a zdraví neohrožujícího výkonu služby, plnění povinností služebního úřadu a </w:t>
      </w:r>
      <w:r w:rsidR="00B22254" w:rsidRPr="00595557">
        <w:rPr>
          <w:rFonts w:ascii="Arial" w:hAnsi="Arial" w:cs="Arial"/>
          <w:color w:val="FF0000"/>
        </w:rPr>
        <w:t xml:space="preserve">státního zaměstnance/státní zaměstnankyně </w:t>
      </w:r>
      <w:r w:rsidR="00B22254" w:rsidRPr="00984E1E">
        <w:rPr>
          <w:rFonts w:ascii="Arial" w:hAnsi="Arial" w:cs="Arial"/>
        </w:rPr>
        <w:t xml:space="preserve">na úseku bezpečnosti a ochrany zdraví při výkonu služby, včetně plnění povinností služebního úřadu při služebních úrazech. Tuto kontrolu provádí zaměstnanec pověřený služebním úřadem případně za účasti zástupce odborové organizace a zástupce pro oblast bezpečnosti a ochrany zdraví při práci za následujících podmínek: </w:t>
      </w:r>
      <w:r w:rsidR="00B22254" w:rsidRPr="00984E1E">
        <w:rPr>
          <w:rFonts w:ascii="Arial" w:hAnsi="Arial" w:cs="Arial"/>
          <w:color w:val="FF0000"/>
        </w:rPr>
        <w:t>(zde je možné např. uvést, že kontrola na místě musí být státnímu zaměstnanci/zaměstnankyni oznámena alespoň X dnů předem a provedena během směny nebo že státní zaměstnanec/zaměstnankyně předlož</w:t>
      </w:r>
      <w:r w:rsidRPr="00984E1E">
        <w:rPr>
          <w:rFonts w:ascii="Arial" w:hAnsi="Arial" w:cs="Arial"/>
          <w:color w:val="FF0000"/>
        </w:rPr>
        <w:t>í</w:t>
      </w:r>
      <w:r w:rsidR="00B22254" w:rsidRPr="00984E1E">
        <w:rPr>
          <w:rFonts w:ascii="Arial" w:hAnsi="Arial" w:cs="Arial"/>
          <w:color w:val="FF0000"/>
        </w:rPr>
        <w:t xml:space="preserve"> služebnímu úřadu foto</w:t>
      </w:r>
      <w:r w:rsidR="00595557">
        <w:rPr>
          <w:rFonts w:ascii="Arial" w:hAnsi="Arial" w:cs="Arial"/>
          <w:color w:val="FF0000"/>
        </w:rPr>
        <w:t>grafii</w:t>
      </w:r>
      <w:r w:rsidR="00B22254" w:rsidRPr="00984E1E">
        <w:rPr>
          <w:rFonts w:ascii="Arial" w:hAnsi="Arial" w:cs="Arial"/>
          <w:color w:val="FF0000"/>
        </w:rPr>
        <w:t xml:space="preserve"> či videodokumentaci pracoviště v jiném místě výkonu služby např. do X.X.XXXX nebo do každého posledního dne v kalendářním měsíci).</w:t>
      </w:r>
      <w:r w:rsidR="00C83AD6" w:rsidRPr="00984E1E">
        <w:rPr>
          <w:rFonts w:ascii="Arial" w:hAnsi="Arial" w:cs="Arial"/>
        </w:rPr>
        <w:t xml:space="preserve"> </w:t>
      </w:r>
    </w:p>
    <w:p w14:paraId="71BB0FF9" w14:textId="76ED1CAD" w:rsidR="00C83AD6" w:rsidRPr="00737B02" w:rsidRDefault="00C83AD6" w:rsidP="00737B02">
      <w:pPr>
        <w:spacing w:before="120" w:after="120" w:line="288" w:lineRule="auto"/>
        <w:jc w:val="both"/>
        <w:rPr>
          <w:rFonts w:ascii="Arial" w:hAnsi="Arial" w:cs="Arial"/>
        </w:rPr>
      </w:pPr>
      <w:r w:rsidRPr="00984E1E">
        <w:rPr>
          <w:rFonts w:ascii="Arial" w:hAnsi="Arial" w:cs="Arial"/>
        </w:rPr>
        <w:t xml:space="preserve">Státní </w:t>
      </w:r>
      <w:r w:rsidRPr="00595557">
        <w:rPr>
          <w:rFonts w:ascii="Arial" w:hAnsi="Arial" w:cs="Arial"/>
          <w:color w:val="FF0000"/>
        </w:rPr>
        <w:t xml:space="preserve">zaměstnanec/zaměstnankyně </w:t>
      </w:r>
      <w:r w:rsidRPr="00984E1E">
        <w:rPr>
          <w:rFonts w:ascii="Arial" w:hAnsi="Arial" w:cs="Arial"/>
        </w:rPr>
        <w:t>svým podpisem stvrzuje, že má k dispozici nezbytné pracovní prostředky a vybavení pracoviště pro výkon státní služby z jiného místa.</w:t>
      </w:r>
    </w:p>
    <w:p w14:paraId="34AA048A" w14:textId="3060A58A" w:rsidR="00B22254" w:rsidRPr="00737B02" w:rsidRDefault="00B22254" w:rsidP="00737B02">
      <w:pPr>
        <w:spacing w:before="120" w:after="120" w:line="288" w:lineRule="auto"/>
        <w:jc w:val="both"/>
        <w:rPr>
          <w:rFonts w:ascii="Arial" w:hAnsi="Arial" w:cs="Arial"/>
          <w:color w:val="FF0000"/>
        </w:rPr>
      </w:pPr>
    </w:p>
    <w:p w14:paraId="63E53501" w14:textId="77777777" w:rsidR="00B22254" w:rsidRPr="00737B02" w:rsidRDefault="00B22254" w:rsidP="00737B02">
      <w:pPr>
        <w:tabs>
          <w:tab w:val="left" w:pos="5812"/>
        </w:tabs>
        <w:spacing w:before="120" w:after="120" w:line="288" w:lineRule="auto"/>
        <w:ind w:left="5672" w:hanging="4963"/>
        <w:rPr>
          <w:rFonts w:ascii="Arial" w:hAnsi="Arial" w:cs="Arial"/>
        </w:rPr>
      </w:pPr>
    </w:p>
    <w:sectPr w:rsidR="00B22254" w:rsidRPr="00737B02" w:rsidSect="00737B0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720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89C11" w14:textId="77777777" w:rsidR="003D0515" w:rsidRDefault="003D0515">
      <w:r>
        <w:separator/>
      </w:r>
    </w:p>
  </w:endnote>
  <w:endnote w:type="continuationSeparator" w:id="0">
    <w:p w14:paraId="1707F521" w14:textId="77777777" w:rsidR="003D0515" w:rsidRDefault="003D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B9845" w14:textId="77777777" w:rsidR="009D5A08" w:rsidRDefault="009D5A08" w:rsidP="000D6BC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CD60D0" w14:textId="77777777" w:rsidR="009D5A08" w:rsidRDefault="009D5A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B1DAC" w14:textId="0CF9AD48" w:rsidR="004020BB" w:rsidRPr="004020BB" w:rsidRDefault="004020BB" w:rsidP="00737B02">
    <w:pPr>
      <w:pStyle w:val="Zpat"/>
      <w:rPr>
        <w:rFonts w:ascii="Garamond" w:hAnsi="Garamond"/>
        <w:sz w:val="20"/>
        <w:szCs w:val="20"/>
      </w:rPr>
    </w:pPr>
  </w:p>
  <w:p w14:paraId="372BB23C" w14:textId="77777777" w:rsidR="00FF6DD6" w:rsidRDefault="00FF6DD6" w:rsidP="008925E0">
    <w:pPr>
      <w:pStyle w:val="Zpat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53FD4" w14:textId="77777777" w:rsidR="003D0515" w:rsidRDefault="003D0515">
      <w:r>
        <w:separator/>
      </w:r>
    </w:p>
  </w:footnote>
  <w:footnote w:type="continuationSeparator" w:id="0">
    <w:p w14:paraId="4E2D00BF" w14:textId="77777777" w:rsidR="003D0515" w:rsidRDefault="003D0515">
      <w:r>
        <w:continuationSeparator/>
      </w:r>
    </w:p>
  </w:footnote>
  <w:footnote w:id="1">
    <w:p w14:paraId="5CE93277" w14:textId="13743904" w:rsidR="00737B02" w:rsidRPr="00737B02" w:rsidRDefault="00737B02" w:rsidP="00737B02">
      <w:pPr>
        <w:pStyle w:val="Textpoznpodarou"/>
        <w:spacing w:after="120" w:line="288" w:lineRule="auto"/>
        <w:ind w:left="284" w:hanging="284"/>
        <w:jc w:val="both"/>
        <w:rPr>
          <w:rFonts w:ascii="Arial" w:eastAsiaTheme="minorHAnsi" w:hAnsi="Arial" w:cs="Arial"/>
        </w:rPr>
      </w:pPr>
      <w:r w:rsidRPr="00737B02">
        <w:rPr>
          <w:rStyle w:val="Znakapoznpodarou"/>
          <w:rFonts w:ascii="Arial" w:hAnsi="Arial" w:cs="Arial"/>
        </w:rPr>
        <w:t>1)</w:t>
      </w:r>
      <w:r w:rsidRPr="00737B02">
        <w:rPr>
          <w:rFonts w:ascii="Arial" w:hAnsi="Arial" w:cs="Arial"/>
          <w:color w:val="FF0000"/>
        </w:rPr>
        <w:t xml:space="preserve"> </w:t>
      </w:r>
      <w:r w:rsidRPr="00737B02">
        <w:rPr>
          <w:rFonts w:ascii="Arial" w:hAnsi="Arial" w:cs="Arial"/>
          <w:color w:val="FF0000"/>
        </w:rPr>
        <w:tab/>
        <w:t>Služební orgán musí být dostatečně identifikován. Např. je-li služebním orgánem státní tajemník, je nutné uvést v jakém ministerstvu (Úřadu vlády ČR). Je-li služebním orgánem vedoucí služebního úřadu, je nutné uvést jeho označení podle zvláštního právního předpisu např. „Ústřední ředitel České obchodní inspekce“. Přenesl-li služební orgán služebním předpisem pravomoc nařídit výkon služby z jiného místa na představeného, je nutné uvést titul, jméno a příjmení představeného, služební označení představeného a</w:t>
      </w:r>
      <w:r w:rsidR="00E009AD">
        <w:rPr>
          <w:rFonts w:ascii="Arial" w:hAnsi="Arial" w:cs="Arial"/>
          <w:color w:val="FF0000"/>
        </w:rPr>
        <w:t> </w:t>
      </w:r>
      <w:r w:rsidRPr="00737B02">
        <w:rPr>
          <w:rFonts w:ascii="Arial" w:hAnsi="Arial" w:cs="Arial"/>
          <w:color w:val="FF0000"/>
        </w:rPr>
        <w:t>služební místo představeného.</w:t>
      </w:r>
    </w:p>
  </w:footnote>
  <w:footnote w:id="2">
    <w:p w14:paraId="311B1F0C" w14:textId="03C031AB" w:rsidR="00737B02" w:rsidRPr="000223FF" w:rsidRDefault="00737B02" w:rsidP="00737B02">
      <w:pPr>
        <w:pStyle w:val="Textpoznpodarou"/>
        <w:spacing w:line="288" w:lineRule="auto"/>
        <w:ind w:left="284" w:hanging="284"/>
        <w:jc w:val="both"/>
        <w:rPr>
          <w:rFonts w:ascii="Garamond" w:hAnsi="Garamond"/>
        </w:rPr>
      </w:pPr>
      <w:r w:rsidRPr="00737B02">
        <w:rPr>
          <w:rStyle w:val="Znakapoznpodarou"/>
          <w:rFonts w:ascii="Arial" w:hAnsi="Arial" w:cs="Arial"/>
        </w:rPr>
        <w:t>2)</w:t>
      </w:r>
      <w:r w:rsidRPr="00737B02">
        <w:rPr>
          <w:rFonts w:ascii="Arial" w:hAnsi="Arial" w:cs="Arial"/>
        </w:rPr>
        <w:tab/>
      </w:r>
      <w:hyperlink r:id="rId1" w:history="1">
        <w:r w:rsidR="00BD234A" w:rsidRPr="00CC1CBA">
          <w:rPr>
            <w:rStyle w:val="Hypertextovodkaz"/>
            <w:rFonts w:ascii="Arial" w:hAnsi="Arial" w:cs="Arial"/>
          </w:rPr>
          <w:t xml:space="preserve">Služební </w:t>
        </w:r>
        <w:proofErr w:type="gramStart"/>
        <w:r w:rsidR="00BD234A" w:rsidRPr="00CC1CBA">
          <w:rPr>
            <w:rStyle w:val="Hypertextovodkaz"/>
            <w:rFonts w:ascii="Arial" w:hAnsi="Arial" w:cs="Arial"/>
          </w:rPr>
          <w:t>předpisy - Státní</w:t>
        </w:r>
        <w:proofErr w:type="gramEnd"/>
        <w:r w:rsidR="00BD234A" w:rsidRPr="00CC1CBA">
          <w:rPr>
            <w:rStyle w:val="Hypertextovodkaz"/>
            <w:rFonts w:ascii="Arial" w:hAnsi="Arial" w:cs="Arial"/>
          </w:rPr>
          <w:t xml:space="preserve"> služba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7772" w14:textId="22406CD6" w:rsidR="00FF6DD6" w:rsidRDefault="006639D0" w:rsidP="006639D0">
    <w:pPr>
      <w:pStyle w:val="Zhlav"/>
      <w:tabs>
        <w:tab w:val="clear" w:pos="4536"/>
        <w:tab w:val="clear" w:pos="9072"/>
        <w:tab w:val="right" w:pos="907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62913"/>
    <w:multiLevelType w:val="hybridMultilevel"/>
    <w:tmpl w:val="FF9A8140"/>
    <w:lvl w:ilvl="0" w:tplc="0C380BF6">
      <w:start w:val="1"/>
      <w:numFmt w:val="decimal"/>
      <w:lvlText w:val="%1."/>
      <w:lvlJc w:val="left"/>
      <w:pPr>
        <w:ind w:left="284" w:hanging="284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28C3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70209"/>
    <w:multiLevelType w:val="hybridMultilevel"/>
    <w:tmpl w:val="F76EC112"/>
    <w:lvl w:ilvl="0" w:tplc="C52A8AD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815BF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1648C"/>
    <w:multiLevelType w:val="hybridMultilevel"/>
    <w:tmpl w:val="B290CCC0"/>
    <w:lvl w:ilvl="0" w:tplc="58BCA336">
      <w:start w:val="1"/>
      <w:numFmt w:val="decimal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21DA0"/>
    <w:multiLevelType w:val="hybridMultilevel"/>
    <w:tmpl w:val="7C1806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D6933B8"/>
    <w:multiLevelType w:val="hybridMultilevel"/>
    <w:tmpl w:val="7F44D6B6"/>
    <w:lvl w:ilvl="0" w:tplc="96E8F0B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064806"/>
    <w:multiLevelType w:val="hybridMultilevel"/>
    <w:tmpl w:val="BEB82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1D6C47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572245">
    <w:abstractNumId w:val="6"/>
  </w:num>
  <w:num w:numId="2" w16cid:durableId="512916601">
    <w:abstractNumId w:val="2"/>
  </w:num>
  <w:num w:numId="3" w16cid:durableId="539165759">
    <w:abstractNumId w:val="3"/>
  </w:num>
  <w:num w:numId="4" w16cid:durableId="169832068">
    <w:abstractNumId w:val="4"/>
  </w:num>
  <w:num w:numId="5" w16cid:durableId="1549876012">
    <w:abstractNumId w:val="0"/>
  </w:num>
  <w:num w:numId="6" w16cid:durableId="106587618">
    <w:abstractNumId w:val="8"/>
  </w:num>
  <w:num w:numId="7" w16cid:durableId="580873382">
    <w:abstractNumId w:val="1"/>
  </w:num>
  <w:num w:numId="8" w16cid:durableId="326785931">
    <w:abstractNumId w:val="5"/>
  </w:num>
  <w:num w:numId="9" w16cid:durableId="17230145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E8"/>
    <w:rsid w:val="00003F6F"/>
    <w:rsid w:val="00004744"/>
    <w:rsid w:val="00016737"/>
    <w:rsid w:val="00021D22"/>
    <w:rsid w:val="000223FF"/>
    <w:rsid w:val="00024B54"/>
    <w:rsid w:val="000321A2"/>
    <w:rsid w:val="00036088"/>
    <w:rsid w:val="0003781F"/>
    <w:rsid w:val="0004248A"/>
    <w:rsid w:val="00057B2F"/>
    <w:rsid w:val="000656A8"/>
    <w:rsid w:val="00082E19"/>
    <w:rsid w:val="000A38C1"/>
    <w:rsid w:val="000C1207"/>
    <w:rsid w:val="000D6BCE"/>
    <w:rsid w:val="000F0A6C"/>
    <w:rsid w:val="001008C2"/>
    <w:rsid w:val="00101762"/>
    <w:rsid w:val="00130B82"/>
    <w:rsid w:val="00141387"/>
    <w:rsid w:val="001619BB"/>
    <w:rsid w:val="0016658D"/>
    <w:rsid w:val="001845A8"/>
    <w:rsid w:val="0018484D"/>
    <w:rsid w:val="0019019A"/>
    <w:rsid w:val="001A17C6"/>
    <w:rsid w:val="001A3A27"/>
    <w:rsid w:val="001A60A0"/>
    <w:rsid w:val="001B5A4B"/>
    <w:rsid w:val="001E2841"/>
    <w:rsid w:val="001F1002"/>
    <w:rsid w:val="001F22F9"/>
    <w:rsid w:val="002000C3"/>
    <w:rsid w:val="00201604"/>
    <w:rsid w:val="002268EC"/>
    <w:rsid w:val="002459E0"/>
    <w:rsid w:val="00245F8C"/>
    <w:rsid w:val="002540CA"/>
    <w:rsid w:val="00275262"/>
    <w:rsid w:val="002779E7"/>
    <w:rsid w:val="00280034"/>
    <w:rsid w:val="00286B4F"/>
    <w:rsid w:val="002A4440"/>
    <w:rsid w:val="002C1480"/>
    <w:rsid w:val="002C1FCF"/>
    <w:rsid w:val="002C38BF"/>
    <w:rsid w:val="002C46C7"/>
    <w:rsid w:val="002C5FD8"/>
    <w:rsid w:val="002E3ED7"/>
    <w:rsid w:val="002F7EC7"/>
    <w:rsid w:val="00304EF3"/>
    <w:rsid w:val="003068B5"/>
    <w:rsid w:val="00316BCE"/>
    <w:rsid w:val="0032492E"/>
    <w:rsid w:val="00324A57"/>
    <w:rsid w:val="00324E7E"/>
    <w:rsid w:val="00330D8D"/>
    <w:rsid w:val="00337EC4"/>
    <w:rsid w:val="00342370"/>
    <w:rsid w:val="00350769"/>
    <w:rsid w:val="00350C6E"/>
    <w:rsid w:val="0035668A"/>
    <w:rsid w:val="003616A0"/>
    <w:rsid w:val="003648D3"/>
    <w:rsid w:val="00365A12"/>
    <w:rsid w:val="00377C56"/>
    <w:rsid w:val="00385014"/>
    <w:rsid w:val="003B23C1"/>
    <w:rsid w:val="003B6603"/>
    <w:rsid w:val="003C7FDD"/>
    <w:rsid w:val="003D0515"/>
    <w:rsid w:val="003D0FD3"/>
    <w:rsid w:val="003E0D42"/>
    <w:rsid w:val="004020BB"/>
    <w:rsid w:val="00411750"/>
    <w:rsid w:val="0042290C"/>
    <w:rsid w:val="00431C09"/>
    <w:rsid w:val="0044295B"/>
    <w:rsid w:val="00446BE8"/>
    <w:rsid w:val="00457833"/>
    <w:rsid w:val="00461BDF"/>
    <w:rsid w:val="0047242A"/>
    <w:rsid w:val="004B06B2"/>
    <w:rsid w:val="004B17EB"/>
    <w:rsid w:val="004B1A2E"/>
    <w:rsid w:val="004B28F9"/>
    <w:rsid w:val="004B4C42"/>
    <w:rsid w:val="004D0B3D"/>
    <w:rsid w:val="004D312C"/>
    <w:rsid w:val="004E16EF"/>
    <w:rsid w:val="0050779C"/>
    <w:rsid w:val="00510E23"/>
    <w:rsid w:val="00513330"/>
    <w:rsid w:val="00517572"/>
    <w:rsid w:val="005226E4"/>
    <w:rsid w:val="00524268"/>
    <w:rsid w:val="00536113"/>
    <w:rsid w:val="00543A62"/>
    <w:rsid w:val="00562956"/>
    <w:rsid w:val="0056341F"/>
    <w:rsid w:val="00566D4D"/>
    <w:rsid w:val="00571B3E"/>
    <w:rsid w:val="005753CE"/>
    <w:rsid w:val="0058186E"/>
    <w:rsid w:val="00581C85"/>
    <w:rsid w:val="00581EF1"/>
    <w:rsid w:val="005942C7"/>
    <w:rsid w:val="00595557"/>
    <w:rsid w:val="005A1E3E"/>
    <w:rsid w:val="005A6980"/>
    <w:rsid w:val="005C0E29"/>
    <w:rsid w:val="005E6FC1"/>
    <w:rsid w:val="005E7E43"/>
    <w:rsid w:val="005F6D82"/>
    <w:rsid w:val="00601146"/>
    <w:rsid w:val="006017A4"/>
    <w:rsid w:val="00603DED"/>
    <w:rsid w:val="00606160"/>
    <w:rsid w:val="00607432"/>
    <w:rsid w:val="006142CD"/>
    <w:rsid w:val="00635ADD"/>
    <w:rsid w:val="00640113"/>
    <w:rsid w:val="00642871"/>
    <w:rsid w:val="00653A5B"/>
    <w:rsid w:val="00661399"/>
    <w:rsid w:val="00661606"/>
    <w:rsid w:val="00661A59"/>
    <w:rsid w:val="006639D0"/>
    <w:rsid w:val="00671736"/>
    <w:rsid w:val="00677B45"/>
    <w:rsid w:val="00690FAC"/>
    <w:rsid w:val="006A1EF3"/>
    <w:rsid w:val="006A33B5"/>
    <w:rsid w:val="006A5D81"/>
    <w:rsid w:val="006D5A56"/>
    <w:rsid w:val="006D7135"/>
    <w:rsid w:val="006E3C8E"/>
    <w:rsid w:val="00701EF1"/>
    <w:rsid w:val="00702F2A"/>
    <w:rsid w:val="00714582"/>
    <w:rsid w:val="00724464"/>
    <w:rsid w:val="00726761"/>
    <w:rsid w:val="00731DF9"/>
    <w:rsid w:val="00737B02"/>
    <w:rsid w:val="00740620"/>
    <w:rsid w:val="00750602"/>
    <w:rsid w:val="00751446"/>
    <w:rsid w:val="00762142"/>
    <w:rsid w:val="00772B56"/>
    <w:rsid w:val="00774381"/>
    <w:rsid w:val="007870C4"/>
    <w:rsid w:val="00790336"/>
    <w:rsid w:val="0079433D"/>
    <w:rsid w:val="00797FC5"/>
    <w:rsid w:val="007A0B0F"/>
    <w:rsid w:val="007A38B7"/>
    <w:rsid w:val="007A4892"/>
    <w:rsid w:val="007B13F2"/>
    <w:rsid w:val="007B4A52"/>
    <w:rsid w:val="007B7E42"/>
    <w:rsid w:val="007C2517"/>
    <w:rsid w:val="007C5199"/>
    <w:rsid w:val="007D11F1"/>
    <w:rsid w:val="007D3CAF"/>
    <w:rsid w:val="007D5380"/>
    <w:rsid w:val="00802C72"/>
    <w:rsid w:val="0081337E"/>
    <w:rsid w:val="00814013"/>
    <w:rsid w:val="00817B03"/>
    <w:rsid w:val="008216C4"/>
    <w:rsid w:val="00824600"/>
    <w:rsid w:val="00824A8E"/>
    <w:rsid w:val="008321E0"/>
    <w:rsid w:val="008365CA"/>
    <w:rsid w:val="0085259A"/>
    <w:rsid w:val="0085559D"/>
    <w:rsid w:val="00855F11"/>
    <w:rsid w:val="008925E0"/>
    <w:rsid w:val="008A37D4"/>
    <w:rsid w:val="008A3EAE"/>
    <w:rsid w:val="008A51D9"/>
    <w:rsid w:val="008C3A31"/>
    <w:rsid w:val="008D7180"/>
    <w:rsid w:val="008E0AA5"/>
    <w:rsid w:val="008E569B"/>
    <w:rsid w:val="008E7560"/>
    <w:rsid w:val="008F2678"/>
    <w:rsid w:val="008F6101"/>
    <w:rsid w:val="008F69D4"/>
    <w:rsid w:val="00907251"/>
    <w:rsid w:val="009133F1"/>
    <w:rsid w:val="00937463"/>
    <w:rsid w:val="0094197A"/>
    <w:rsid w:val="00943E1F"/>
    <w:rsid w:val="00957B9D"/>
    <w:rsid w:val="00975E63"/>
    <w:rsid w:val="00976F05"/>
    <w:rsid w:val="00982A79"/>
    <w:rsid w:val="00984E1E"/>
    <w:rsid w:val="00990452"/>
    <w:rsid w:val="009A306A"/>
    <w:rsid w:val="009A7697"/>
    <w:rsid w:val="009D1276"/>
    <w:rsid w:val="009D5A08"/>
    <w:rsid w:val="009D7642"/>
    <w:rsid w:val="009F2B04"/>
    <w:rsid w:val="00A27C1A"/>
    <w:rsid w:val="00A30400"/>
    <w:rsid w:val="00A3792D"/>
    <w:rsid w:val="00A4029E"/>
    <w:rsid w:val="00A478D6"/>
    <w:rsid w:val="00A56885"/>
    <w:rsid w:val="00A661C5"/>
    <w:rsid w:val="00A709BF"/>
    <w:rsid w:val="00A74966"/>
    <w:rsid w:val="00A75C3F"/>
    <w:rsid w:val="00A907C2"/>
    <w:rsid w:val="00A91D2E"/>
    <w:rsid w:val="00AA20DC"/>
    <w:rsid w:val="00AA27F3"/>
    <w:rsid w:val="00AB1A89"/>
    <w:rsid w:val="00AB3CE0"/>
    <w:rsid w:val="00AC4754"/>
    <w:rsid w:val="00AC6FFF"/>
    <w:rsid w:val="00AD1308"/>
    <w:rsid w:val="00AD3BE4"/>
    <w:rsid w:val="00AD6E00"/>
    <w:rsid w:val="00AF1C7B"/>
    <w:rsid w:val="00AF21D8"/>
    <w:rsid w:val="00AF6280"/>
    <w:rsid w:val="00B02390"/>
    <w:rsid w:val="00B150A7"/>
    <w:rsid w:val="00B1549E"/>
    <w:rsid w:val="00B22254"/>
    <w:rsid w:val="00B24AD8"/>
    <w:rsid w:val="00B26640"/>
    <w:rsid w:val="00B375EC"/>
    <w:rsid w:val="00B44934"/>
    <w:rsid w:val="00B51755"/>
    <w:rsid w:val="00B521BF"/>
    <w:rsid w:val="00B532C6"/>
    <w:rsid w:val="00B7016D"/>
    <w:rsid w:val="00B7045A"/>
    <w:rsid w:val="00B7691D"/>
    <w:rsid w:val="00B775D1"/>
    <w:rsid w:val="00B9126F"/>
    <w:rsid w:val="00B9651D"/>
    <w:rsid w:val="00BB03C5"/>
    <w:rsid w:val="00BD0321"/>
    <w:rsid w:val="00BD234A"/>
    <w:rsid w:val="00BE3994"/>
    <w:rsid w:val="00BE4137"/>
    <w:rsid w:val="00BE6727"/>
    <w:rsid w:val="00BF3D68"/>
    <w:rsid w:val="00BF7604"/>
    <w:rsid w:val="00C02B81"/>
    <w:rsid w:val="00C13657"/>
    <w:rsid w:val="00C208F3"/>
    <w:rsid w:val="00C30331"/>
    <w:rsid w:val="00C30A9C"/>
    <w:rsid w:val="00C3599A"/>
    <w:rsid w:val="00C40CC2"/>
    <w:rsid w:val="00C50B21"/>
    <w:rsid w:val="00C566AB"/>
    <w:rsid w:val="00C57428"/>
    <w:rsid w:val="00C655A0"/>
    <w:rsid w:val="00C83AD6"/>
    <w:rsid w:val="00C869EF"/>
    <w:rsid w:val="00C92FC9"/>
    <w:rsid w:val="00C95DBE"/>
    <w:rsid w:val="00CA1B75"/>
    <w:rsid w:val="00CB0191"/>
    <w:rsid w:val="00CB0CF1"/>
    <w:rsid w:val="00CB3560"/>
    <w:rsid w:val="00CB6620"/>
    <w:rsid w:val="00CC035E"/>
    <w:rsid w:val="00CD44F3"/>
    <w:rsid w:val="00CD4782"/>
    <w:rsid w:val="00CD5B3B"/>
    <w:rsid w:val="00CD7B67"/>
    <w:rsid w:val="00CE7FB0"/>
    <w:rsid w:val="00CF4A09"/>
    <w:rsid w:val="00CF5296"/>
    <w:rsid w:val="00D144CA"/>
    <w:rsid w:val="00D22338"/>
    <w:rsid w:val="00D30C79"/>
    <w:rsid w:val="00D31C05"/>
    <w:rsid w:val="00D619E6"/>
    <w:rsid w:val="00D646DB"/>
    <w:rsid w:val="00D72F4F"/>
    <w:rsid w:val="00D84B7B"/>
    <w:rsid w:val="00D85F21"/>
    <w:rsid w:val="00D87AB8"/>
    <w:rsid w:val="00DA5100"/>
    <w:rsid w:val="00DA73BC"/>
    <w:rsid w:val="00DC209B"/>
    <w:rsid w:val="00DC3CFF"/>
    <w:rsid w:val="00DC4473"/>
    <w:rsid w:val="00DC618F"/>
    <w:rsid w:val="00DD708D"/>
    <w:rsid w:val="00DE1406"/>
    <w:rsid w:val="00DE5ED7"/>
    <w:rsid w:val="00DF025D"/>
    <w:rsid w:val="00DF18C0"/>
    <w:rsid w:val="00E009AD"/>
    <w:rsid w:val="00E05F51"/>
    <w:rsid w:val="00E1189E"/>
    <w:rsid w:val="00E22E22"/>
    <w:rsid w:val="00E3325D"/>
    <w:rsid w:val="00E375D4"/>
    <w:rsid w:val="00E5143C"/>
    <w:rsid w:val="00E51F4D"/>
    <w:rsid w:val="00E614C6"/>
    <w:rsid w:val="00E64C25"/>
    <w:rsid w:val="00E67CA2"/>
    <w:rsid w:val="00E72290"/>
    <w:rsid w:val="00E933E3"/>
    <w:rsid w:val="00E94B73"/>
    <w:rsid w:val="00E954E4"/>
    <w:rsid w:val="00EA1055"/>
    <w:rsid w:val="00ED1C88"/>
    <w:rsid w:val="00ED21C9"/>
    <w:rsid w:val="00ED279B"/>
    <w:rsid w:val="00EF332A"/>
    <w:rsid w:val="00EF39B0"/>
    <w:rsid w:val="00F02C1D"/>
    <w:rsid w:val="00F064BA"/>
    <w:rsid w:val="00F07A8F"/>
    <w:rsid w:val="00F10696"/>
    <w:rsid w:val="00F11891"/>
    <w:rsid w:val="00F122F0"/>
    <w:rsid w:val="00F137F1"/>
    <w:rsid w:val="00F14E37"/>
    <w:rsid w:val="00F217DA"/>
    <w:rsid w:val="00F2775E"/>
    <w:rsid w:val="00F32120"/>
    <w:rsid w:val="00F36ED6"/>
    <w:rsid w:val="00F43564"/>
    <w:rsid w:val="00F43EF9"/>
    <w:rsid w:val="00F47B23"/>
    <w:rsid w:val="00F667C1"/>
    <w:rsid w:val="00F73006"/>
    <w:rsid w:val="00FA2D0B"/>
    <w:rsid w:val="00FC1644"/>
    <w:rsid w:val="00FC39E9"/>
    <w:rsid w:val="00FD0EC4"/>
    <w:rsid w:val="00FD6CFB"/>
    <w:rsid w:val="00FD6E57"/>
    <w:rsid w:val="00FE11DB"/>
    <w:rsid w:val="00FE1C86"/>
    <w:rsid w:val="00FE2318"/>
    <w:rsid w:val="00FE2994"/>
    <w:rsid w:val="00FF103F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F20A9D"/>
  <w15:docId w15:val="{C2B85E43-B686-435A-AFB6-7D4EEC5F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D3CA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D47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D4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74381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774381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sid w:val="00CD4782"/>
    <w:rPr>
      <w:b/>
      <w:bCs/>
      <w:sz w:val="20"/>
      <w:szCs w:val="20"/>
    </w:rPr>
  </w:style>
  <w:style w:type="paragraph" w:styleId="Zkladntext">
    <w:name w:val="Body Text"/>
    <w:basedOn w:val="Normln"/>
    <w:rsid w:val="00CD4782"/>
    <w:pPr>
      <w:spacing w:after="120"/>
    </w:pPr>
  </w:style>
  <w:style w:type="paragraph" w:customStyle="1" w:styleId="docasny">
    <w:name w:val="docasny"/>
    <w:basedOn w:val="Normln"/>
    <w:rsid w:val="008321E0"/>
    <w:rPr>
      <w:rFonts w:ascii="Courier New" w:hAnsi="Courier New" w:cs="Arial"/>
      <w:b/>
    </w:rPr>
  </w:style>
  <w:style w:type="paragraph" w:customStyle="1" w:styleId="Text">
    <w:name w:val="Text"/>
    <w:basedOn w:val="docasny"/>
    <w:rsid w:val="008321E0"/>
    <w:rPr>
      <w:rFonts w:ascii="Arial" w:hAnsi="Arial"/>
      <w:b w:val="0"/>
    </w:rPr>
  </w:style>
  <w:style w:type="character" w:styleId="slostrnky">
    <w:name w:val="page number"/>
    <w:basedOn w:val="Standardnpsmoodstavce"/>
    <w:rsid w:val="008925E0"/>
  </w:style>
  <w:style w:type="paragraph" w:styleId="Textbubliny">
    <w:name w:val="Balloon Text"/>
    <w:basedOn w:val="Normln"/>
    <w:link w:val="TextbublinyChar"/>
    <w:rsid w:val="00B375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375E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07A8F"/>
    <w:rPr>
      <w:color w:val="0563C1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7180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unhideWhenUsed/>
    <w:rsid w:val="00571B3E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71B3E"/>
    <w:rPr>
      <w:rFonts w:ascii="Calibri" w:eastAsia="Calibri" w:hAnsi="Calibr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71B3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71B3E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qFormat/>
    <w:rsid w:val="0047242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72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intenzivn">
    <w:name w:val="Intense Emphasis"/>
    <w:basedOn w:val="Standardnpsmoodstavce"/>
    <w:uiPriority w:val="21"/>
    <w:qFormat/>
    <w:rsid w:val="00524268"/>
    <w:rPr>
      <w:i/>
      <w:iCs/>
      <w:color w:val="4F81BD" w:themeColor="accent1"/>
    </w:rPr>
  </w:style>
  <w:style w:type="character" w:styleId="Odkaznakoment">
    <w:name w:val="annotation reference"/>
    <w:basedOn w:val="Standardnpsmoodstavce"/>
    <w:semiHidden/>
    <w:unhideWhenUsed/>
    <w:rsid w:val="0085259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525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5259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525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5259A"/>
    <w:rPr>
      <w:b/>
      <w:bCs/>
    </w:rPr>
  </w:style>
  <w:style w:type="paragraph" w:customStyle="1" w:styleId="Nadpispodst">
    <w:name w:val="Nadpis (pod část)"/>
    <w:basedOn w:val="Normln"/>
    <w:rsid w:val="00CA1B75"/>
    <w:pPr>
      <w:spacing w:before="120" w:after="480"/>
      <w:jc w:val="center"/>
    </w:pPr>
    <w:rPr>
      <w:b/>
    </w:rPr>
  </w:style>
  <w:style w:type="paragraph" w:styleId="Normlnweb">
    <w:name w:val="Normal (Web)"/>
    <w:basedOn w:val="Normln"/>
    <w:uiPriority w:val="99"/>
    <w:semiHidden/>
    <w:unhideWhenUsed/>
    <w:rsid w:val="00F02C1D"/>
    <w:pPr>
      <w:spacing w:before="100" w:beforeAutospacing="1" w:after="100" w:afterAutospacing="1"/>
    </w:pPr>
  </w:style>
  <w:style w:type="paragraph" w:customStyle="1" w:styleId="l5">
    <w:name w:val="l5"/>
    <w:basedOn w:val="Normln"/>
    <w:rsid w:val="00817B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817B03"/>
    <w:rPr>
      <w:i/>
      <w:iCs/>
    </w:rPr>
  </w:style>
  <w:style w:type="character" w:customStyle="1" w:styleId="Nadpis1Char">
    <w:name w:val="Nadpis 1 Char"/>
    <w:basedOn w:val="Standardnpsmoodstavce"/>
    <w:link w:val="Nadpis1"/>
    <w:rsid w:val="006E3C8E"/>
    <w:rPr>
      <w:rFonts w:ascii="Arial" w:hAnsi="Arial" w:cs="Arial"/>
      <w:b/>
      <w:bCs/>
      <w:kern w:val="32"/>
      <w:sz w:val="32"/>
      <w:szCs w:val="32"/>
    </w:rPr>
  </w:style>
  <w:style w:type="character" w:customStyle="1" w:styleId="ZpatChar">
    <w:name w:val="Zápatí Char"/>
    <w:basedOn w:val="Standardnpsmoodstavce"/>
    <w:link w:val="Zpat"/>
    <w:uiPriority w:val="99"/>
    <w:rsid w:val="004020B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v.gov.cz/sluzba/clanek/sluzebni-predpisy.asp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knerovaz\AppData\Local\Temp\31323E0.doc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CF73B-D6A3-40F9-B72F-4800A098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31323E0.doc</Template>
  <TotalTime>23</TotalTime>
  <Pages>4</Pages>
  <Words>979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DEMOX000AGMK</vt:lpstr>
    </vt:vector>
  </TitlesOfParts>
  <Company>GORDIC spol. s r. o.</Company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DEMOX000AGMK</dc:title>
  <dc:creator>ZuBr</dc:creator>
  <cp:lastModifiedBy>ZuBr</cp:lastModifiedBy>
  <cp:revision>8</cp:revision>
  <cp:lastPrinted>2021-05-14T08:43:00Z</cp:lastPrinted>
  <dcterms:created xsi:type="dcterms:W3CDTF">2024-12-13T18:17:00Z</dcterms:created>
  <dcterms:modified xsi:type="dcterms:W3CDTF">2025-01-02T15:42:00Z</dcterms:modified>
</cp:coreProperties>
</file>