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011E1F" w14:textId="272A19C8" w:rsidR="00D42659" w:rsidRPr="0086732E" w:rsidRDefault="00724E74" w:rsidP="0086732E">
      <w:pPr>
        <w:shd w:val="clear" w:color="auto" w:fill="FFFFFF" w:themeFill="background1"/>
        <w:spacing w:after="120" w:line="276" w:lineRule="auto"/>
        <w:jc w:val="center"/>
        <w:rPr>
          <w:rFonts w:ascii="Arial" w:eastAsia="Calibri" w:hAnsi="Arial" w:cs="Arial"/>
          <w:b/>
          <w:color w:val="C00000"/>
          <w:sz w:val="30"/>
          <w:szCs w:val="30"/>
        </w:rPr>
      </w:pPr>
      <w:r w:rsidRPr="0086732E">
        <w:rPr>
          <w:rFonts w:ascii="Arial" w:eastAsia="Calibri" w:hAnsi="Arial" w:cs="Arial"/>
          <w:b/>
          <w:color w:val="C00000"/>
          <w:sz w:val="30"/>
          <w:szCs w:val="30"/>
        </w:rPr>
        <w:t>VZOR</w:t>
      </w:r>
    </w:p>
    <w:tbl>
      <w:tblPr>
        <w:tblStyle w:val="Mkatabulky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DD9C3" w:themeFill="background2" w:themeFillShade="E6"/>
        <w:tblLook w:val="04A0" w:firstRow="1" w:lastRow="0" w:firstColumn="1" w:lastColumn="0" w:noHBand="0" w:noVBand="1"/>
      </w:tblPr>
      <w:tblGrid>
        <w:gridCol w:w="305"/>
        <w:gridCol w:w="9595"/>
        <w:gridCol w:w="306"/>
      </w:tblGrid>
      <w:tr w:rsidR="0086732E" w:rsidRPr="00FB7E09" w14:paraId="2FEA515C" w14:textId="77777777" w:rsidTr="00D5190A">
        <w:trPr>
          <w:trHeight w:val="20"/>
        </w:trPr>
        <w:tc>
          <w:tcPr>
            <w:tcW w:w="306" w:type="dxa"/>
            <w:shd w:val="clear" w:color="auto" w:fill="DDD9C3" w:themeFill="background2" w:themeFillShade="E6"/>
          </w:tcPr>
          <w:p w14:paraId="409CEAC9" w14:textId="77777777" w:rsidR="0086732E" w:rsidRPr="00FB7E09" w:rsidRDefault="0086732E" w:rsidP="00383BC9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9638" w:type="dxa"/>
            <w:shd w:val="clear" w:color="auto" w:fill="DDD9C3" w:themeFill="background2" w:themeFillShade="E6"/>
          </w:tcPr>
          <w:p w14:paraId="5EE7F9A8" w14:textId="77777777" w:rsidR="0086732E" w:rsidRPr="00FB7E09" w:rsidRDefault="0086732E" w:rsidP="00383BC9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306" w:type="dxa"/>
            <w:shd w:val="clear" w:color="auto" w:fill="DDD9C3" w:themeFill="background2" w:themeFillShade="E6"/>
          </w:tcPr>
          <w:p w14:paraId="04619DAB" w14:textId="77777777" w:rsidR="0086732E" w:rsidRPr="00FB7E09" w:rsidRDefault="0086732E" w:rsidP="00383BC9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86732E" w:rsidRPr="00FB7E09" w14:paraId="32606E83" w14:textId="77777777" w:rsidTr="00D5190A">
        <w:trPr>
          <w:trHeight w:val="20"/>
        </w:trPr>
        <w:tc>
          <w:tcPr>
            <w:tcW w:w="306" w:type="dxa"/>
            <w:shd w:val="clear" w:color="auto" w:fill="DDD9C3" w:themeFill="background2" w:themeFillShade="E6"/>
          </w:tcPr>
          <w:p w14:paraId="6747DAC1" w14:textId="77777777" w:rsidR="0086732E" w:rsidRPr="00FB7E09" w:rsidRDefault="0086732E" w:rsidP="00383BC9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9638" w:type="dxa"/>
            <w:shd w:val="clear" w:color="auto" w:fill="DDD9C3" w:themeFill="background2" w:themeFillShade="E6"/>
          </w:tcPr>
          <w:p w14:paraId="4AA00D28" w14:textId="01BB5447" w:rsidR="0086732E" w:rsidRPr="0086732E" w:rsidRDefault="0086732E" w:rsidP="0086732E">
            <w:pPr>
              <w:jc w:val="center"/>
              <w:rPr>
                <w:rFonts w:ascii="Arial" w:eastAsia="Calibri" w:hAnsi="Arial" w:cs="Arial"/>
                <w:b/>
              </w:rPr>
            </w:pPr>
            <w:r w:rsidRPr="0086732E">
              <w:rPr>
                <w:rFonts w:ascii="Arial" w:eastAsia="Calibri" w:hAnsi="Arial" w:cs="Arial"/>
                <w:b/>
                <w:sz w:val="32"/>
                <w:szCs w:val="32"/>
              </w:rPr>
              <w:t>Individuální adaptační plán nového zaměstnance</w:t>
            </w:r>
          </w:p>
        </w:tc>
        <w:tc>
          <w:tcPr>
            <w:tcW w:w="306" w:type="dxa"/>
            <w:shd w:val="clear" w:color="auto" w:fill="DDD9C3" w:themeFill="background2" w:themeFillShade="E6"/>
          </w:tcPr>
          <w:p w14:paraId="792598B6" w14:textId="77777777" w:rsidR="0086732E" w:rsidRPr="00FB7E09" w:rsidRDefault="0086732E" w:rsidP="00383BC9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86732E" w:rsidRPr="00FB7E09" w14:paraId="33172402" w14:textId="77777777" w:rsidTr="00D5190A">
        <w:trPr>
          <w:trHeight w:val="20"/>
        </w:trPr>
        <w:tc>
          <w:tcPr>
            <w:tcW w:w="306" w:type="dxa"/>
            <w:shd w:val="clear" w:color="auto" w:fill="DDD9C3" w:themeFill="background2" w:themeFillShade="E6"/>
          </w:tcPr>
          <w:p w14:paraId="203E7124" w14:textId="77777777" w:rsidR="0086732E" w:rsidRPr="00FB7E09" w:rsidRDefault="0086732E" w:rsidP="00383BC9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9638" w:type="dxa"/>
            <w:shd w:val="clear" w:color="auto" w:fill="DDD9C3" w:themeFill="background2" w:themeFillShade="E6"/>
          </w:tcPr>
          <w:p w14:paraId="1687293A" w14:textId="6D93BBB4" w:rsidR="0086732E" w:rsidRPr="0086732E" w:rsidRDefault="0086732E" w:rsidP="0086732E">
            <w:pPr>
              <w:jc w:val="center"/>
              <w:rPr>
                <w:rFonts w:ascii="Arial" w:eastAsia="Calibri" w:hAnsi="Arial" w:cs="Arial"/>
                <w:b/>
              </w:rPr>
            </w:pPr>
            <w:r w:rsidRPr="0086732E">
              <w:rPr>
                <w:rFonts w:ascii="Arial" w:eastAsia="Calibri" w:hAnsi="Arial" w:cs="Arial"/>
                <w:b/>
              </w:rPr>
              <w:t>na období</w:t>
            </w:r>
            <w:r w:rsidR="001725D8">
              <w:rPr>
                <w:rStyle w:val="Znakapoznpodarou"/>
                <w:rFonts w:ascii="Arial" w:eastAsia="Calibri" w:hAnsi="Arial" w:cs="Arial"/>
                <w:b/>
              </w:rPr>
              <w:footnoteReference w:customMarkFollows="1" w:id="1"/>
              <w:t>*)</w:t>
            </w:r>
            <w:r w:rsidRPr="0086732E">
              <w:rPr>
                <w:rFonts w:ascii="Arial" w:eastAsia="Calibri" w:hAnsi="Arial" w:cs="Arial"/>
                <w:b/>
              </w:rPr>
              <w:t xml:space="preserve"> od </w:t>
            </w:r>
            <w:r w:rsidRPr="00B8479A">
              <w:rPr>
                <w:rFonts w:ascii="Arial" w:eastAsia="Calibri" w:hAnsi="Arial" w:cs="Arial"/>
                <w:b/>
                <w:color w:val="C00000"/>
              </w:rPr>
              <w:t>XX. měsíce do XX. měsíce</w:t>
            </w:r>
          </w:p>
        </w:tc>
        <w:tc>
          <w:tcPr>
            <w:tcW w:w="306" w:type="dxa"/>
            <w:shd w:val="clear" w:color="auto" w:fill="DDD9C3" w:themeFill="background2" w:themeFillShade="E6"/>
          </w:tcPr>
          <w:p w14:paraId="5A4563EB" w14:textId="77777777" w:rsidR="0086732E" w:rsidRPr="00FB7E09" w:rsidRDefault="0086732E" w:rsidP="00383BC9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782508" w:rsidRPr="00FB7E09" w14:paraId="4B9AB97E" w14:textId="77777777" w:rsidTr="00D5190A">
        <w:trPr>
          <w:trHeight w:val="20"/>
        </w:trPr>
        <w:tc>
          <w:tcPr>
            <w:tcW w:w="306" w:type="dxa"/>
            <w:shd w:val="clear" w:color="auto" w:fill="DDD9C3" w:themeFill="background2" w:themeFillShade="E6"/>
          </w:tcPr>
          <w:p w14:paraId="68FB6938" w14:textId="77777777" w:rsidR="00782508" w:rsidRPr="00FB7E09" w:rsidRDefault="00782508" w:rsidP="00383BC9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9638" w:type="dxa"/>
            <w:tcBorders>
              <w:bottom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7B2045C7" w14:textId="77777777" w:rsidR="00782508" w:rsidRPr="00FB7E09" w:rsidRDefault="00782508" w:rsidP="00383BC9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306" w:type="dxa"/>
            <w:shd w:val="clear" w:color="auto" w:fill="DDD9C3" w:themeFill="background2" w:themeFillShade="E6"/>
          </w:tcPr>
          <w:p w14:paraId="2021CBF8" w14:textId="77777777" w:rsidR="00782508" w:rsidRPr="00FB7E09" w:rsidRDefault="00782508" w:rsidP="00383BC9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782508" w:rsidRPr="00FB7E09" w14:paraId="0DE70222" w14:textId="77777777" w:rsidTr="00D5190A">
        <w:trPr>
          <w:trHeight w:val="460"/>
        </w:trPr>
        <w:tc>
          <w:tcPr>
            <w:tcW w:w="306" w:type="dxa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09CAECCB" w14:textId="77777777" w:rsidR="00782508" w:rsidRPr="00FB7E09" w:rsidRDefault="00782508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9638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</w:tcPr>
          <w:p w14:paraId="77EB48B7" w14:textId="57CE7541" w:rsidR="00782508" w:rsidRPr="0086732E" w:rsidRDefault="00782508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306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18519C54" w14:textId="77777777" w:rsidR="00782508" w:rsidRPr="00FB7E09" w:rsidRDefault="00782508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782508" w:rsidRPr="0086732E" w14:paraId="34CFDAB6" w14:textId="77777777" w:rsidTr="00D5190A">
        <w:trPr>
          <w:trHeight w:val="460"/>
        </w:trPr>
        <w:tc>
          <w:tcPr>
            <w:tcW w:w="306" w:type="dxa"/>
            <w:shd w:val="clear" w:color="auto" w:fill="DDD9C3" w:themeFill="background2" w:themeFillShade="E6"/>
          </w:tcPr>
          <w:p w14:paraId="68D23791" w14:textId="77777777" w:rsidR="00782508" w:rsidRPr="0086732E" w:rsidRDefault="00782508" w:rsidP="0036353C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638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26B72E6C" w14:textId="3CCF8768" w:rsidR="00782508" w:rsidRPr="0086732E" w:rsidRDefault="00782508" w:rsidP="001725D8">
            <w:pPr>
              <w:spacing w:before="60"/>
              <w:rPr>
                <w:rFonts w:ascii="Arial" w:eastAsia="Calibri" w:hAnsi="Arial" w:cs="Arial"/>
                <w:sz w:val="16"/>
                <w:szCs w:val="16"/>
              </w:rPr>
            </w:pPr>
            <w:r w:rsidRPr="0086732E">
              <w:rPr>
                <w:rFonts w:ascii="Arial" w:eastAsia="Calibri" w:hAnsi="Arial" w:cs="Arial"/>
                <w:color w:val="000000" w:themeColor="text1"/>
                <w:sz w:val="16"/>
                <w:szCs w:val="16"/>
              </w:rPr>
              <w:t>titul, jméno a příjmení nového zaměstnance</w:t>
            </w:r>
          </w:p>
        </w:tc>
        <w:tc>
          <w:tcPr>
            <w:tcW w:w="306" w:type="dxa"/>
            <w:shd w:val="clear" w:color="auto" w:fill="DDD9C3" w:themeFill="background2" w:themeFillShade="E6"/>
          </w:tcPr>
          <w:p w14:paraId="5C7CA4EC" w14:textId="77777777" w:rsidR="00782508" w:rsidRPr="0086732E" w:rsidRDefault="00782508" w:rsidP="0036353C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82508" w:rsidRPr="00FB7E09" w14:paraId="4874F9E3" w14:textId="77777777" w:rsidTr="00D5190A">
        <w:trPr>
          <w:trHeight w:val="460"/>
        </w:trPr>
        <w:tc>
          <w:tcPr>
            <w:tcW w:w="306" w:type="dxa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72498DFE" w14:textId="77777777" w:rsidR="00782508" w:rsidRPr="00FB7E09" w:rsidRDefault="00782508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9638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</w:tcPr>
          <w:p w14:paraId="4A833A7C" w14:textId="670577B6" w:rsidR="00782508" w:rsidRPr="0086732E" w:rsidRDefault="00782508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306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27677EB7" w14:textId="77777777" w:rsidR="00782508" w:rsidRPr="00FB7E09" w:rsidRDefault="00782508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782508" w:rsidRPr="0086732E" w14:paraId="531532DB" w14:textId="77777777" w:rsidTr="00D5190A">
        <w:trPr>
          <w:trHeight w:val="460"/>
        </w:trPr>
        <w:tc>
          <w:tcPr>
            <w:tcW w:w="306" w:type="dxa"/>
            <w:shd w:val="clear" w:color="auto" w:fill="DDD9C3" w:themeFill="background2" w:themeFillShade="E6"/>
          </w:tcPr>
          <w:p w14:paraId="2CD62B46" w14:textId="77777777" w:rsidR="00782508" w:rsidRPr="0086732E" w:rsidRDefault="00782508" w:rsidP="0036353C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638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4BF319D2" w14:textId="5B63D95F" w:rsidR="00782508" w:rsidRPr="0086732E" w:rsidRDefault="00782508" w:rsidP="001725D8">
            <w:pPr>
              <w:spacing w:before="60"/>
              <w:rPr>
                <w:rFonts w:ascii="Arial" w:eastAsia="Calibri" w:hAnsi="Arial" w:cs="Arial"/>
                <w:sz w:val="16"/>
                <w:szCs w:val="16"/>
              </w:rPr>
            </w:pPr>
            <w:r w:rsidRPr="0086732E">
              <w:rPr>
                <w:rFonts w:ascii="Arial" w:eastAsia="Calibri" w:hAnsi="Arial" w:cs="Arial"/>
                <w:color w:val="000000" w:themeColor="text1"/>
                <w:sz w:val="16"/>
                <w:szCs w:val="16"/>
              </w:rPr>
              <w:t>evidenční číslo nového zaměstnance</w:t>
            </w:r>
          </w:p>
        </w:tc>
        <w:tc>
          <w:tcPr>
            <w:tcW w:w="306" w:type="dxa"/>
            <w:shd w:val="clear" w:color="auto" w:fill="DDD9C3" w:themeFill="background2" w:themeFillShade="E6"/>
          </w:tcPr>
          <w:p w14:paraId="4832773D" w14:textId="77777777" w:rsidR="00782508" w:rsidRPr="0086732E" w:rsidRDefault="00782508" w:rsidP="0036353C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82508" w:rsidRPr="00FB7E09" w14:paraId="063C49F0" w14:textId="77777777" w:rsidTr="00D5190A">
        <w:trPr>
          <w:trHeight w:val="460"/>
        </w:trPr>
        <w:tc>
          <w:tcPr>
            <w:tcW w:w="306" w:type="dxa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4AA35746" w14:textId="77777777" w:rsidR="00782508" w:rsidRPr="00FB7E09" w:rsidRDefault="00782508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9638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</w:tcPr>
          <w:p w14:paraId="06577753" w14:textId="129486D6" w:rsidR="00782508" w:rsidRPr="0086732E" w:rsidRDefault="00782508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306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648966DE" w14:textId="77777777" w:rsidR="00782508" w:rsidRPr="00FB7E09" w:rsidRDefault="00782508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782508" w:rsidRPr="0086732E" w14:paraId="5D53D553" w14:textId="77777777" w:rsidTr="00D5190A">
        <w:trPr>
          <w:trHeight w:val="460"/>
        </w:trPr>
        <w:tc>
          <w:tcPr>
            <w:tcW w:w="306" w:type="dxa"/>
            <w:shd w:val="clear" w:color="auto" w:fill="DDD9C3" w:themeFill="background2" w:themeFillShade="E6"/>
          </w:tcPr>
          <w:p w14:paraId="59659583" w14:textId="77777777" w:rsidR="00782508" w:rsidRPr="0086732E" w:rsidRDefault="00782508" w:rsidP="0036353C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638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2475E80C" w14:textId="5C423120" w:rsidR="00782508" w:rsidRPr="0086732E" w:rsidRDefault="00782508" w:rsidP="001725D8">
            <w:pPr>
              <w:spacing w:before="60"/>
              <w:rPr>
                <w:rFonts w:ascii="Arial" w:eastAsia="Calibri" w:hAnsi="Arial" w:cs="Arial"/>
                <w:sz w:val="16"/>
                <w:szCs w:val="16"/>
              </w:rPr>
            </w:pPr>
            <w:r w:rsidRPr="0086732E">
              <w:rPr>
                <w:rFonts w:ascii="Arial" w:eastAsia="Calibri" w:hAnsi="Arial" w:cs="Arial"/>
                <w:color w:val="000000" w:themeColor="text1"/>
                <w:sz w:val="16"/>
                <w:szCs w:val="16"/>
              </w:rPr>
              <w:t>organizační útvar nového zaměstnance</w:t>
            </w:r>
          </w:p>
        </w:tc>
        <w:tc>
          <w:tcPr>
            <w:tcW w:w="306" w:type="dxa"/>
            <w:shd w:val="clear" w:color="auto" w:fill="DDD9C3" w:themeFill="background2" w:themeFillShade="E6"/>
          </w:tcPr>
          <w:p w14:paraId="5A53D65F" w14:textId="77777777" w:rsidR="00782508" w:rsidRPr="0086732E" w:rsidRDefault="00782508" w:rsidP="0036353C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82508" w:rsidRPr="00FB7E09" w14:paraId="72AFA6F5" w14:textId="77777777" w:rsidTr="00D5190A">
        <w:trPr>
          <w:trHeight w:val="460"/>
        </w:trPr>
        <w:tc>
          <w:tcPr>
            <w:tcW w:w="306" w:type="dxa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51ED3642" w14:textId="77777777" w:rsidR="00782508" w:rsidRPr="00FB7E09" w:rsidRDefault="00782508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9638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</w:tcPr>
          <w:p w14:paraId="0F49E1BB" w14:textId="7DF3F1EA" w:rsidR="00782508" w:rsidRPr="0086732E" w:rsidRDefault="00782508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306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20658BC4" w14:textId="77777777" w:rsidR="00782508" w:rsidRPr="00FB7E09" w:rsidRDefault="00782508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782508" w:rsidRPr="0086732E" w14:paraId="30E5B685" w14:textId="77777777" w:rsidTr="00D5190A">
        <w:trPr>
          <w:trHeight w:val="460"/>
        </w:trPr>
        <w:tc>
          <w:tcPr>
            <w:tcW w:w="306" w:type="dxa"/>
            <w:shd w:val="clear" w:color="auto" w:fill="DDD9C3" w:themeFill="background2" w:themeFillShade="E6"/>
          </w:tcPr>
          <w:p w14:paraId="34D14130" w14:textId="77777777" w:rsidR="00782508" w:rsidRPr="0086732E" w:rsidRDefault="00782508" w:rsidP="0036353C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638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5FD19763" w14:textId="70C59BE0" w:rsidR="00782508" w:rsidRPr="0086732E" w:rsidRDefault="00782508" w:rsidP="001725D8">
            <w:pPr>
              <w:spacing w:before="60"/>
              <w:rPr>
                <w:rFonts w:ascii="Arial" w:eastAsia="Calibri" w:hAnsi="Arial" w:cs="Arial"/>
                <w:sz w:val="16"/>
                <w:szCs w:val="16"/>
              </w:rPr>
            </w:pPr>
            <w:r w:rsidRPr="0086732E">
              <w:rPr>
                <w:rFonts w:ascii="Arial" w:eastAsia="Calibri" w:hAnsi="Arial" w:cs="Arial"/>
                <w:color w:val="000000" w:themeColor="text1"/>
                <w:sz w:val="16"/>
                <w:szCs w:val="16"/>
              </w:rPr>
              <w:t>titul, jméno a příjmení bezprostředně nadřízeného představeného</w:t>
            </w:r>
          </w:p>
        </w:tc>
        <w:tc>
          <w:tcPr>
            <w:tcW w:w="306" w:type="dxa"/>
            <w:shd w:val="clear" w:color="auto" w:fill="DDD9C3" w:themeFill="background2" w:themeFillShade="E6"/>
          </w:tcPr>
          <w:p w14:paraId="06A9887C" w14:textId="77777777" w:rsidR="00782508" w:rsidRPr="0086732E" w:rsidRDefault="00782508" w:rsidP="0036353C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82508" w:rsidRPr="00FB7E09" w14:paraId="7C97D484" w14:textId="77777777" w:rsidTr="00D5190A">
        <w:trPr>
          <w:trHeight w:val="460"/>
        </w:trPr>
        <w:tc>
          <w:tcPr>
            <w:tcW w:w="306" w:type="dxa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57A4ED27" w14:textId="77777777" w:rsidR="00782508" w:rsidRPr="00FB7E09" w:rsidRDefault="00782508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9638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</w:tcPr>
          <w:p w14:paraId="207DFD96" w14:textId="6A4541A3" w:rsidR="00782508" w:rsidRPr="0086732E" w:rsidRDefault="00782508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306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1C762C8D" w14:textId="77777777" w:rsidR="00782508" w:rsidRPr="00FB7E09" w:rsidRDefault="00782508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782508" w:rsidRPr="0086732E" w14:paraId="45A9D6CD" w14:textId="77777777" w:rsidTr="00D5190A">
        <w:trPr>
          <w:trHeight w:val="460"/>
        </w:trPr>
        <w:tc>
          <w:tcPr>
            <w:tcW w:w="306" w:type="dxa"/>
            <w:shd w:val="clear" w:color="auto" w:fill="DDD9C3" w:themeFill="background2" w:themeFillShade="E6"/>
          </w:tcPr>
          <w:p w14:paraId="30470A1C" w14:textId="77777777" w:rsidR="00782508" w:rsidRPr="0086732E" w:rsidRDefault="00782508" w:rsidP="0086732E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638" w:type="dxa"/>
            <w:tcBorders>
              <w:top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472426CA" w14:textId="77D8E321" w:rsidR="00782508" w:rsidRPr="0086732E" w:rsidRDefault="00782508" w:rsidP="001725D8">
            <w:pPr>
              <w:spacing w:before="60"/>
              <w:rPr>
                <w:rFonts w:ascii="Arial" w:eastAsia="Calibri" w:hAnsi="Arial" w:cs="Arial"/>
                <w:sz w:val="16"/>
                <w:szCs w:val="16"/>
              </w:rPr>
            </w:pPr>
            <w:r w:rsidRPr="0086732E">
              <w:rPr>
                <w:rFonts w:ascii="Arial" w:eastAsia="Calibri" w:hAnsi="Arial" w:cs="Arial"/>
                <w:color w:val="000000" w:themeColor="text1"/>
                <w:sz w:val="16"/>
                <w:szCs w:val="16"/>
              </w:rPr>
              <w:t>titul, jméno a příjmení mentora</w:t>
            </w:r>
          </w:p>
        </w:tc>
        <w:tc>
          <w:tcPr>
            <w:tcW w:w="306" w:type="dxa"/>
            <w:shd w:val="clear" w:color="auto" w:fill="DDD9C3" w:themeFill="background2" w:themeFillShade="E6"/>
          </w:tcPr>
          <w:p w14:paraId="50F0EC66" w14:textId="77777777" w:rsidR="00782508" w:rsidRPr="0086732E" w:rsidRDefault="00782508" w:rsidP="0086732E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</w:tbl>
    <w:p w14:paraId="146B54D5" w14:textId="77777777" w:rsidR="008B60D4" w:rsidRPr="00FB7E09" w:rsidRDefault="008B60D4" w:rsidP="00661C9C">
      <w:pPr>
        <w:jc w:val="both"/>
        <w:rPr>
          <w:rFonts w:ascii="Arial" w:eastAsia="Calibri" w:hAnsi="Arial" w:cs="Arial"/>
          <w:b/>
          <w:sz w:val="16"/>
          <w:szCs w:val="16"/>
        </w:rPr>
      </w:pPr>
    </w:p>
    <w:tbl>
      <w:tblPr>
        <w:tblStyle w:val="Mkatabulky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DD9C3" w:themeFill="background2" w:themeFillShade="E6"/>
        <w:tblLook w:val="04A0" w:firstRow="1" w:lastRow="0" w:firstColumn="1" w:lastColumn="0" w:noHBand="0" w:noVBand="1"/>
      </w:tblPr>
      <w:tblGrid>
        <w:gridCol w:w="305"/>
        <w:gridCol w:w="591"/>
        <w:gridCol w:w="9004"/>
        <w:gridCol w:w="306"/>
      </w:tblGrid>
      <w:tr w:rsidR="00687652" w:rsidRPr="00782508" w14:paraId="530EEB93" w14:textId="77777777" w:rsidTr="00B8479A">
        <w:trPr>
          <w:trHeight w:val="454"/>
        </w:trPr>
        <w:tc>
          <w:tcPr>
            <w:tcW w:w="305" w:type="dxa"/>
            <w:shd w:val="clear" w:color="auto" w:fill="DDD9C3" w:themeFill="background2" w:themeFillShade="E6"/>
            <w:vAlign w:val="center"/>
          </w:tcPr>
          <w:p w14:paraId="2804F2B2" w14:textId="77777777" w:rsidR="0049294E" w:rsidRPr="00782508" w:rsidRDefault="0049294E" w:rsidP="0036353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91" w:type="dxa"/>
            <w:shd w:val="clear" w:color="auto" w:fill="DDD9C3" w:themeFill="background2" w:themeFillShade="E6"/>
            <w:vAlign w:val="center"/>
          </w:tcPr>
          <w:p w14:paraId="60DF54EE" w14:textId="4181E80E" w:rsidR="0049294E" w:rsidRPr="00782508" w:rsidRDefault="0049294E" w:rsidP="0036353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9004" w:type="dxa"/>
            <w:shd w:val="clear" w:color="auto" w:fill="DDD9C3" w:themeFill="background2" w:themeFillShade="E6"/>
            <w:vAlign w:val="center"/>
          </w:tcPr>
          <w:p w14:paraId="72CA0620" w14:textId="65251942" w:rsidR="0049294E" w:rsidRPr="00782508" w:rsidRDefault="0049294E" w:rsidP="0036353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8250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Nástup na služební místo</w:t>
            </w:r>
          </w:p>
        </w:tc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4B59E765" w14:textId="77777777" w:rsidR="0049294E" w:rsidRPr="00782508" w:rsidRDefault="0049294E" w:rsidP="0036353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687652" w:rsidRPr="00FB7E09" w14:paraId="4E78B4C0" w14:textId="77777777" w:rsidTr="00B8479A">
        <w:trPr>
          <w:trHeight w:val="369"/>
        </w:trPr>
        <w:tc>
          <w:tcPr>
            <w:tcW w:w="305" w:type="dxa"/>
            <w:shd w:val="clear" w:color="auto" w:fill="DDD9C3" w:themeFill="background2" w:themeFillShade="E6"/>
            <w:vAlign w:val="center"/>
          </w:tcPr>
          <w:p w14:paraId="7E705717" w14:textId="77777777" w:rsidR="0049294E" w:rsidRPr="00FB7E09" w:rsidRDefault="0049294E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591" w:type="dxa"/>
            <w:shd w:val="clear" w:color="auto" w:fill="DDD9C3" w:themeFill="background2" w:themeFillShade="E6"/>
            <w:vAlign w:val="center"/>
          </w:tcPr>
          <w:p w14:paraId="36CA14C0" w14:textId="4DFE18E9" w:rsidR="0049294E" w:rsidRPr="00FB7E09" w:rsidRDefault="0086732E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fldChar w:fldCharType="begin">
                <w:ffData>
                  <w:name w:val="Zaškrtávací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Zaškrtávací9"/>
            <w:r>
              <w:rPr>
                <w:rFonts w:ascii="Arial" w:eastAsia="Calibri" w:hAnsi="Arial" w:cs="Arial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fldChar w:fldCharType="end"/>
            </w:r>
            <w:bookmarkEnd w:id="0"/>
          </w:p>
        </w:tc>
        <w:tc>
          <w:tcPr>
            <w:tcW w:w="9004" w:type="dxa"/>
            <w:shd w:val="clear" w:color="auto" w:fill="DDD9C3" w:themeFill="background2" w:themeFillShade="E6"/>
            <w:vAlign w:val="center"/>
          </w:tcPr>
          <w:p w14:paraId="018AEC49" w14:textId="605D97EB" w:rsidR="0049294E" w:rsidRPr="00FB7E09" w:rsidRDefault="0049294E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Cs/>
                <w:sz w:val="16"/>
                <w:szCs w:val="16"/>
              </w:rPr>
              <w:t>seznámení se zaměstnanci</w:t>
            </w: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49975A86" w14:textId="77777777" w:rsidR="0049294E" w:rsidRPr="00FB7E09" w:rsidRDefault="0049294E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687652" w:rsidRPr="00FB7E09" w14:paraId="4A4B8454" w14:textId="77777777" w:rsidTr="00B8479A">
        <w:trPr>
          <w:trHeight w:val="369"/>
        </w:trPr>
        <w:tc>
          <w:tcPr>
            <w:tcW w:w="305" w:type="dxa"/>
            <w:shd w:val="clear" w:color="auto" w:fill="DDD9C3" w:themeFill="background2" w:themeFillShade="E6"/>
            <w:vAlign w:val="center"/>
          </w:tcPr>
          <w:p w14:paraId="07BB088A" w14:textId="77777777" w:rsidR="0049294E" w:rsidRPr="00FB7E09" w:rsidRDefault="0049294E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591" w:type="dxa"/>
            <w:shd w:val="clear" w:color="auto" w:fill="DDD9C3" w:themeFill="background2" w:themeFillShade="E6"/>
            <w:vAlign w:val="center"/>
          </w:tcPr>
          <w:p w14:paraId="2D4340FE" w14:textId="4205AC63" w:rsidR="0049294E" w:rsidRPr="00FB7E09" w:rsidRDefault="0049294E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fldChar w:fldCharType="begin">
                <w:ffData>
                  <w:name w:val="Zaškrtávací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10"/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instrText xml:space="preserve"> FORMCHECKBOX </w:instrText>
            </w: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</w: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fldChar w:fldCharType="separate"/>
            </w: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fldChar w:fldCharType="end"/>
            </w:r>
            <w:bookmarkEnd w:id="1"/>
          </w:p>
        </w:tc>
        <w:tc>
          <w:tcPr>
            <w:tcW w:w="9004" w:type="dxa"/>
            <w:shd w:val="clear" w:color="auto" w:fill="DDD9C3" w:themeFill="background2" w:themeFillShade="E6"/>
            <w:vAlign w:val="center"/>
          </w:tcPr>
          <w:p w14:paraId="08212638" w14:textId="019A0F21" w:rsidR="0049294E" w:rsidRPr="00FB7E09" w:rsidRDefault="0049294E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Cs/>
                <w:sz w:val="16"/>
                <w:szCs w:val="16"/>
              </w:rPr>
              <w:t>seznámení s mentorem</w:t>
            </w:r>
          </w:p>
        </w:tc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7AC3F2EE" w14:textId="77777777" w:rsidR="0049294E" w:rsidRPr="00FB7E09" w:rsidRDefault="0049294E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687652" w:rsidRPr="00FB7E09" w14:paraId="3B994C27" w14:textId="77777777" w:rsidTr="00B8479A">
        <w:trPr>
          <w:trHeight w:val="369"/>
        </w:trPr>
        <w:tc>
          <w:tcPr>
            <w:tcW w:w="305" w:type="dxa"/>
            <w:shd w:val="clear" w:color="auto" w:fill="DDD9C3" w:themeFill="background2" w:themeFillShade="E6"/>
            <w:vAlign w:val="center"/>
          </w:tcPr>
          <w:p w14:paraId="4E206BB2" w14:textId="77777777" w:rsidR="0049294E" w:rsidRPr="00FB7E09" w:rsidRDefault="0049294E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591" w:type="dxa"/>
            <w:shd w:val="clear" w:color="auto" w:fill="DDD9C3" w:themeFill="background2" w:themeFillShade="E6"/>
            <w:vAlign w:val="center"/>
          </w:tcPr>
          <w:p w14:paraId="4CD07C0E" w14:textId="7453B36A" w:rsidR="0049294E" w:rsidRPr="00FB7E09" w:rsidRDefault="0049294E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Zaškrtávací11"/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instrText xml:space="preserve"> FORMCHECKBOX </w:instrText>
            </w: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</w: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fldChar w:fldCharType="separate"/>
            </w: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fldChar w:fldCharType="end"/>
            </w:r>
            <w:bookmarkEnd w:id="2"/>
          </w:p>
        </w:tc>
        <w:tc>
          <w:tcPr>
            <w:tcW w:w="9004" w:type="dxa"/>
            <w:shd w:val="clear" w:color="auto" w:fill="DDD9C3" w:themeFill="background2" w:themeFillShade="E6"/>
            <w:vAlign w:val="center"/>
          </w:tcPr>
          <w:p w14:paraId="7534109B" w14:textId="0E432907" w:rsidR="0049294E" w:rsidRPr="00FB7E09" w:rsidRDefault="0049294E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Cs/>
                <w:sz w:val="16"/>
                <w:szCs w:val="16"/>
              </w:rPr>
              <w:t>seznámení s pracovištěm</w:t>
            </w:r>
          </w:p>
        </w:tc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696DFD3F" w14:textId="77777777" w:rsidR="0049294E" w:rsidRPr="00FB7E09" w:rsidRDefault="0049294E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687652" w:rsidRPr="00FB7E09" w14:paraId="24451C00" w14:textId="77777777" w:rsidTr="00B8479A">
        <w:trPr>
          <w:trHeight w:val="369"/>
        </w:trPr>
        <w:tc>
          <w:tcPr>
            <w:tcW w:w="305" w:type="dxa"/>
            <w:shd w:val="clear" w:color="auto" w:fill="DDD9C3" w:themeFill="background2" w:themeFillShade="E6"/>
            <w:vAlign w:val="center"/>
          </w:tcPr>
          <w:p w14:paraId="030B4E16" w14:textId="77777777" w:rsidR="0049294E" w:rsidRPr="00FB7E09" w:rsidRDefault="0049294E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591" w:type="dxa"/>
            <w:shd w:val="clear" w:color="auto" w:fill="DDD9C3" w:themeFill="background2" w:themeFillShade="E6"/>
            <w:vAlign w:val="center"/>
          </w:tcPr>
          <w:p w14:paraId="63BF5444" w14:textId="1FC4CFB0" w:rsidR="0049294E" w:rsidRPr="00FB7E09" w:rsidRDefault="0049294E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fldChar w:fldCharType="begin">
                <w:ffData>
                  <w:name w:val="Zaškrtávací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Zaškrtávací12"/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instrText xml:space="preserve"> FORMCHECKBOX </w:instrText>
            </w: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</w: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fldChar w:fldCharType="separate"/>
            </w: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fldChar w:fldCharType="end"/>
            </w:r>
            <w:bookmarkEnd w:id="3"/>
          </w:p>
        </w:tc>
        <w:tc>
          <w:tcPr>
            <w:tcW w:w="9004" w:type="dxa"/>
            <w:shd w:val="clear" w:color="auto" w:fill="DDD9C3" w:themeFill="background2" w:themeFillShade="E6"/>
            <w:vAlign w:val="center"/>
          </w:tcPr>
          <w:p w14:paraId="3E10B056" w14:textId="4189A253" w:rsidR="0049294E" w:rsidRPr="00FB7E09" w:rsidRDefault="0049294E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Cs/>
                <w:sz w:val="16"/>
                <w:szCs w:val="16"/>
              </w:rPr>
              <w:t>seznámení s individuálním adaptačním plánem a průběhem adaptačního procesu</w:t>
            </w:r>
          </w:p>
        </w:tc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2149B8D9" w14:textId="77777777" w:rsidR="0049294E" w:rsidRPr="00FB7E09" w:rsidRDefault="0049294E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687652" w:rsidRPr="00FB7E09" w14:paraId="6C48D78B" w14:textId="77777777" w:rsidTr="00B8479A">
        <w:trPr>
          <w:trHeight w:val="20"/>
        </w:trPr>
        <w:tc>
          <w:tcPr>
            <w:tcW w:w="305" w:type="dxa"/>
            <w:shd w:val="clear" w:color="auto" w:fill="DDD9C3" w:themeFill="background2" w:themeFillShade="E6"/>
          </w:tcPr>
          <w:p w14:paraId="0A4FE433" w14:textId="77777777" w:rsidR="0049294E" w:rsidRPr="00FB7E09" w:rsidRDefault="0049294E" w:rsidP="00383BC9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591" w:type="dxa"/>
            <w:shd w:val="clear" w:color="auto" w:fill="DDD9C3" w:themeFill="background2" w:themeFillShade="E6"/>
          </w:tcPr>
          <w:p w14:paraId="35F234D8" w14:textId="77777777" w:rsidR="0049294E" w:rsidRPr="00FB7E09" w:rsidRDefault="0049294E" w:rsidP="00383BC9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9004" w:type="dxa"/>
            <w:shd w:val="clear" w:color="auto" w:fill="DDD9C3" w:themeFill="background2" w:themeFillShade="E6"/>
          </w:tcPr>
          <w:p w14:paraId="27E224C7" w14:textId="77777777" w:rsidR="0049294E" w:rsidRPr="00FB7E09" w:rsidRDefault="0049294E" w:rsidP="00383BC9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306" w:type="dxa"/>
            <w:shd w:val="clear" w:color="auto" w:fill="DDD9C3" w:themeFill="background2" w:themeFillShade="E6"/>
          </w:tcPr>
          <w:p w14:paraId="29A9A5C2" w14:textId="77777777" w:rsidR="0049294E" w:rsidRPr="00FB7E09" w:rsidRDefault="0049294E" w:rsidP="00383BC9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</w:tbl>
    <w:p w14:paraId="625D7674" w14:textId="77777777" w:rsidR="003B6223" w:rsidRPr="00FB7E09" w:rsidRDefault="003B6223" w:rsidP="00661C9C">
      <w:pPr>
        <w:jc w:val="both"/>
        <w:rPr>
          <w:rFonts w:ascii="Arial" w:eastAsia="Calibri" w:hAnsi="Arial" w:cs="Arial"/>
          <w:b/>
          <w:sz w:val="16"/>
          <w:szCs w:val="16"/>
        </w:rPr>
      </w:pPr>
    </w:p>
    <w:tbl>
      <w:tblPr>
        <w:tblStyle w:val="Mkatabulky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DD9C3" w:themeFill="background2" w:themeFillShade="E6"/>
        <w:tblLook w:val="04A0" w:firstRow="1" w:lastRow="0" w:firstColumn="1" w:lastColumn="0" w:noHBand="0" w:noVBand="1"/>
      </w:tblPr>
      <w:tblGrid>
        <w:gridCol w:w="305"/>
        <w:gridCol w:w="591"/>
        <w:gridCol w:w="9004"/>
        <w:gridCol w:w="306"/>
      </w:tblGrid>
      <w:tr w:rsidR="00FB7E09" w:rsidRPr="00782508" w14:paraId="226CB6A9" w14:textId="77777777" w:rsidTr="00B8479A">
        <w:trPr>
          <w:trHeight w:val="454"/>
        </w:trPr>
        <w:tc>
          <w:tcPr>
            <w:tcW w:w="305" w:type="dxa"/>
            <w:shd w:val="clear" w:color="auto" w:fill="DDD9C3" w:themeFill="background2" w:themeFillShade="E6"/>
            <w:vAlign w:val="center"/>
          </w:tcPr>
          <w:p w14:paraId="3A673B01" w14:textId="77777777" w:rsidR="0049294E" w:rsidRPr="00782508" w:rsidRDefault="0049294E" w:rsidP="0036353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91" w:type="dxa"/>
            <w:shd w:val="clear" w:color="auto" w:fill="DDD9C3" w:themeFill="background2" w:themeFillShade="E6"/>
            <w:vAlign w:val="center"/>
          </w:tcPr>
          <w:p w14:paraId="254F68E9" w14:textId="77777777" w:rsidR="0049294E" w:rsidRPr="00782508" w:rsidRDefault="0049294E" w:rsidP="0036353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9004" w:type="dxa"/>
            <w:shd w:val="clear" w:color="auto" w:fill="DDD9C3" w:themeFill="background2" w:themeFillShade="E6"/>
            <w:vAlign w:val="center"/>
          </w:tcPr>
          <w:p w14:paraId="72787A6C" w14:textId="03A86851" w:rsidR="0049294E" w:rsidRPr="00782508" w:rsidRDefault="0049294E" w:rsidP="0036353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8250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Období 1. týdne adaptačního procesu</w:t>
            </w:r>
          </w:p>
        </w:tc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12FD81E4" w14:textId="77777777" w:rsidR="0049294E" w:rsidRPr="00782508" w:rsidRDefault="0049294E" w:rsidP="0036353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FB7E09" w:rsidRPr="00FB7E09" w14:paraId="29D27005" w14:textId="77777777" w:rsidTr="001725D8">
        <w:trPr>
          <w:trHeight w:val="369"/>
        </w:trPr>
        <w:tc>
          <w:tcPr>
            <w:tcW w:w="305" w:type="dxa"/>
            <w:shd w:val="clear" w:color="auto" w:fill="DDD9C3" w:themeFill="background2" w:themeFillShade="E6"/>
            <w:vAlign w:val="center"/>
          </w:tcPr>
          <w:p w14:paraId="3FA83907" w14:textId="77777777" w:rsidR="0049294E" w:rsidRPr="00FB7E09" w:rsidRDefault="0049294E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591" w:type="dxa"/>
            <w:shd w:val="clear" w:color="auto" w:fill="DDD9C3" w:themeFill="background2" w:themeFillShade="E6"/>
            <w:vAlign w:val="center"/>
          </w:tcPr>
          <w:p w14:paraId="33A08DE5" w14:textId="77777777" w:rsidR="0049294E" w:rsidRPr="00FB7E09" w:rsidRDefault="0049294E" w:rsidP="001725D8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fldChar w:fldCharType="begin">
                <w:ffData>
                  <w:name w:val="Zaškrtávací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instrText xml:space="preserve"> FORMCHECKBOX </w:instrText>
            </w: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</w: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fldChar w:fldCharType="separate"/>
            </w: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9004" w:type="dxa"/>
            <w:shd w:val="clear" w:color="auto" w:fill="DDD9C3" w:themeFill="background2" w:themeFillShade="E6"/>
            <w:vAlign w:val="center"/>
          </w:tcPr>
          <w:p w14:paraId="3170678E" w14:textId="37E79B2A" w:rsidR="0049294E" w:rsidRPr="00FB7E09" w:rsidRDefault="0049294E" w:rsidP="001725D8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Cs/>
                <w:sz w:val="16"/>
                <w:szCs w:val="16"/>
              </w:rPr>
              <w:t>seznámení s činnostmi a úkoly</w:t>
            </w:r>
          </w:p>
        </w:tc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40417280" w14:textId="77777777" w:rsidR="0049294E" w:rsidRPr="00FB7E09" w:rsidRDefault="0049294E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FB7E09" w:rsidRPr="00FB7E09" w14:paraId="2AE79973" w14:textId="77777777" w:rsidTr="001725D8">
        <w:trPr>
          <w:trHeight w:val="369"/>
        </w:trPr>
        <w:tc>
          <w:tcPr>
            <w:tcW w:w="305" w:type="dxa"/>
            <w:shd w:val="clear" w:color="auto" w:fill="DDD9C3" w:themeFill="background2" w:themeFillShade="E6"/>
            <w:vAlign w:val="center"/>
          </w:tcPr>
          <w:p w14:paraId="0920294A" w14:textId="77777777" w:rsidR="0049294E" w:rsidRPr="00FB7E09" w:rsidRDefault="0049294E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591" w:type="dxa"/>
            <w:shd w:val="clear" w:color="auto" w:fill="DDD9C3" w:themeFill="background2" w:themeFillShade="E6"/>
            <w:vAlign w:val="center"/>
          </w:tcPr>
          <w:p w14:paraId="31DCBB93" w14:textId="77777777" w:rsidR="0049294E" w:rsidRPr="00FB7E09" w:rsidRDefault="0049294E" w:rsidP="001725D8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fldChar w:fldCharType="begin">
                <w:ffData>
                  <w:name w:val="Zaškrtávací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instrText xml:space="preserve"> FORMCHECKBOX </w:instrText>
            </w: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</w: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fldChar w:fldCharType="separate"/>
            </w: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9004" w:type="dxa"/>
            <w:shd w:val="clear" w:color="auto" w:fill="DDD9C3" w:themeFill="background2" w:themeFillShade="E6"/>
            <w:vAlign w:val="center"/>
          </w:tcPr>
          <w:p w14:paraId="7C14B903" w14:textId="4B387E36" w:rsidR="0049294E" w:rsidRPr="00FB7E09" w:rsidRDefault="0049294E" w:rsidP="001725D8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Cs/>
                <w:sz w:val="16"/>
                <w:szCs w:val="16"/>
              </w:rPr>
              <w:t>seznámení s pracovními postupy</w:t>
            </w:r>
          </w:p>
        </w:tc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420A9449" w14:textId="77777777" w:rsidR="0049294E" w:rsidRPr="00FB7E09" w:rsidRDefault="0049294E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FB7E09" w:rsidRPr="00FB7E09" w14:paraId="1BECFE55" w14:textId="77777777" w:rsidTr="001725D8">
        <w:trPr>
          <w:trHeight w:val="369"/>
        </w:trPr>
        <w:tc>
          <w:tcPr>
            <w:tcW w:w="305" w:type="dxa"/>
            <w:shd w:val="clear" w:color="auto" w:fill="DDD9C3" w:themeFill="background2" w:themeFillShade="E6"/>
            <w:vAlign w:val="center"/>
          </w:tcPr>
          <w:p w14:paraId="11F69DF5" w14:textId="77777777" w:rsidR="0049294E" w:rsidRPr="00FB7E09" w:rsidRDefault="0049294E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591" w:type="dxa"/>
            <w:shd w:val="clear" w:color="auto" w:fill="DDD9C3" w:themeFill="background2" w:themeFillShade="E6"/>
            <w:vAlign w:val="center"/>
          </w:tcPr>
          <w:p w14:paraId="3D1676ED" w14:textId="77777777" w:rsidR="0049294E" w:rsidRPr="00FB7E09" w:rsidRDefault="0049294E" w:rsidP="001725D8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instrText xml:space="preserve"> FORMCHECKBOX </w:instrText>
            </w: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</w: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fldChar w:fldCharType="separate"/>
            </w: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9004" w:type="dxa"/>
            <w:shd w:val="clear" w:color="auto" w:fill="DDD9C3" w:themeFill="background2" w:themeFillShade="E6"/>
            <w:vAlign w:val="center"/>
          </w:tcPr>
          <w:p w14:paraId="21DD4169" w14:textId="514EC34B" w:rsidR="0049294E" w:rsidRPr="00FB7E09" w:rsidRDefault="0049294E" w:rsidP="001725D8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Cs/>
                <w:sz w:val="16"/>
                <w:szCs w:val="16"/>
              </w:rPr>
              <w:t>seznámení s výstupy a výsledky</w:t>
            </w:r>
          </w:p>
        </w:tc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40230E6B" w14:textId="77777777" w:rsidR="0049294E" w:rsidRPr="00FB7E09" w:rsidRDefault="0049294E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FB7E09" w:rsidRPr="00FB7E09" w14:paraId="360D777B" w14:textId="77777777" w:rsidTr="001725D8">
        <w:trPr>
          <w:trHeight w:val="369"/>
        </w:trPr>
        <w:tc>
          <w:tcPr>
            <w:tcW w:w="305" w:type="dxa"/>
            <w:shd w:val="clear" w:color="auto" w:fill="DDD9C3" w:themeFill="background2" w:themeFillShade="E6"/>
            <w:vAlign w:val="center"/>
          </w:tcPr>
          <w:p w14:paraId="6DE5C616" w14:textId="77777777" w:rsidR="0049294E" w:rsidRPr="00FB7E09" w:rsidRDefault="0049294E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591" w:type="dxa"/>
            <w:shd w:val="clear" w:color="auto" w:fill="DDD9C3" w:themeFill="background2" w:themeFillShade="E6"/>
            <w:vAlign w:val="center"/>
          </w:tcPr>
          <w:p w14:paraId="22ED3793" w14:textId="77777777" w:rsidR="0049294E" w:rsidRPr="00FB7E09" w:rsidRDefault="0049294E" w:rsidP="001725D8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fldChar w:fldCharType="begin">
                <w:ffData>
                  <w:name w:val="Zaškrtávací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instrText xml:space="preserve"> FORMCHECKBOX </w:instrText>
            </w: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</w: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fldChar w:fldCharType="separate"/>
            </w: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9004" w:type="dxa"/>
            <w:shd w:val="clear" w:color="auto" w:fill="DDD9C3" w:themeFill="background2" w:themeFillShade="E6"/>
            <w:vAlign w:val="center"/>
          </w:tcPr>
          <w:p w14:paraId="0179C65E" w14:textId="55A700BE" w:rsidR="0049294E" w:rsidRPr="00FB7E09" w:rsidRDefault="0049294E" w:rsidP="001725D8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Cs/>
                <w:sz w:val="16"/>
                <w:szCs w:val="16"/>
              </w:rPr>
              <w:t>seznámení s používanými informačními a komunikačními zařízeními, informačními systémy a elektronickými nástroji</w:t>
            </w:r>
          </w:p>
        </w:tc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37BBADF6" w14:textId="77777777" w:rsidR="0049294E" w:rsidRPr="00FB7E09" w:rsidRDefault="0049294E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49294E" w:rsidRPr="00FB7E09" w14:paraId="2E4A95AF" w14:textId="77777777" w:rsidTr="001725D8">
        <w:trPr>
          <w:trHeight w:val="369"/>
        </w:trPr>
        <w:tc>
          <w:tcPr>
            <w:tcW w:w="305" w:type="dxa"/>
            <w:shd w:val="clear" w:color="auto" w:fill="DDD9C3" w:themeFill="background2" w:themeFillShade="E6"/>
            <w:vAlign w:val="center"/>
          </w:tcPr>
          <w:p w14:paraId="59FEC5C1" w14:textId="77777777" w:rsidR="0049294E" w:rsidRPr="00FB7E09" w:rsidRDefault="0049294E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591" w:type="dxa"/>
            <w:shd w:val="clear" w:color="auto" w:fill="DDD9C3" w:themeFill="background2" w:themeFillShade="E6"/>
            <w:vAlign w:val="center"/>
          </w:tcPr>
          <w:p w14:paraId="1DF55F92" w14:textId="6CCC1FFA" w:rsidR="0049294E" w:rsidRPr="00FB7E09" w:rsidRDefault="0049294E" w:rsidP="001725D8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fldChar w:fldCharType="begin">
                <w:ffData>
                  <w:name w:val="Zaškrtávací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instrText xml:space="preserve"> FORMCHECKBOX </w:instrText>
            </w: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</w: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fldChar w:fldCharType="separate"/>
            </w: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9004" w:type="dxa"/>
            <w:shd w:val="clear" w:color="auto" w:fill="DDD9C3" w:themeFill="background2" w:themeFillShade="E6"/>
            <w:vAlign w:val="center"/>
          </w:tcPr>
          <w:p w14:paraId="69603170" w14:textId="02D45377" w:rsidR="0049294E" w:rsidRPr="00FB7E09" w:rsidRDefault="0049294E" w:rsidP="001725D8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Cs/>
                <w:sz w:val="16"/>
                <w:szCs w:val="16"/>
              </w:rPr>
              <w:t xml:space="preserve">seznámení s kulturou organizačního útvaru a služebního úřadu, s jejich zvyklostmi a nepsanými pravidly </w:t>
            </w:r>
          </w:p>
        </w:tc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2A5587E1" w14:textId="77777777" w:rsidR="0049294E" w:rsidRPr="00FB7E09" w:rsidRDefault="0049294E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49294E" w:rsidRPr="00FB7E09" w14:paraId="6D89F884" w14:textId="77777777" w:rsidTr="001725D8">
        <w:trPr>
          <w:trHeight w:val="369"/>
        </w:trPr>
        <w:tc>
          <w:tcPr>
            <w:tcW w:w="305" w:type="dxa"/>
            <w:shd w:val="clear" w:color="auto" w:fill="DDD9C3" w:themeFill="background2" w:themeFillShade="E6"/>
            <w:vAlign w:val="center"/>
          </w:tcPr>
          <w:p w14:paraId="7E5D3755" w14:textId="77777777" w:rsidR="0049294E" w:rsidRPr="00FB7E09" w:rsidRDefault="0049294E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591" w:type="dxa"/>
            <w:shd w:val="clear" w:color="auto" w:fill="DDD9C3" w:themeFill="background2" w:themeFillShade="E6"/>
            <w:vAlign w:val="center"/>
          </w:tcPr>
          <w:p w14:paraId="5920B322" w14:textId="6DF3ADE2" w:rsidR="0049294E" w:rsidRPr="00FB7E09" w:rsidRDefault="0049294E" w:rsidP="001725D8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fldChar w:fldCharType="begin">
                <w:ffData>
                  <w:name w:val="Zaškrtávací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instrText xml:space="preserve"> FORMCHECKBOX </w:instrText>
            </w: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</w: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fldChar w:fldCharType="separate"/>
            </w: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9004" w:type="dxa"/>
            <w:shd w:val="clear" w:color="auto" w:fill="DDD9C3" w:themeFill="background2" w:themeFillShade="E6"/>
            <w:vAlign w:val="center"/>
          </w:tcPr>
          <w:p w14:paraId="568517E9" w14:textId="2692B8ED" w:rsidR="0049294E" w:rsidRPr="00FB7E09" w:rsidRDefault="0049294E" w:rsidP="001725D8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Cs/>
                <w:sz w:val="16"/>
                <w:szCs w:val="16"/>
              </w:rPr>
              <w:t>seznámení s postavením a právy a povinnostmi zaměstnance</w:t>
            </w:r>
          </w:p>
        </w:tc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4AF32973" w14:textId="77777777" w:rsidR="0049294E" w:rsidRPr="00FB7E09" w:rsidRDefault="0049294E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49294E" w:rsidRPr="00FB7E09" w14:paraId="2459AFE6" w14:textId="77777777" w:rsidTr="001725D8">
        <w:trPr>
          <w:trHeight w:val="369"/>
        </w:trPr>
        <w:tc>
          <w:tcPr>
            <w:tcW w:w="305" w:type="dxa"/>
            <w:shd w:val="clear" w:color="auto" w:fill="DDD9C3" w:themeFill="background2" w:themeFillShade="E6"/>
            <w:vAlign w:val="center"/>
          </w:tcPr>
          <w:p w14:paraId="610FD4B1" w14:textId="77777777" w:rsidR="0049294E" w:rsidRPr="00FB7E09" w:rsidRDefault="0049294E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591" w:type="dxa"/>
            <w:shd w:val="clear" w:color="auto" w:fill="DDD9C3" w:themeFill="background2" w:themeFillShade="E6"/>
            <w:vAlign w:val="center"/>
          </w:tcPr>
          <w:p w14:paraId="375F63FE" w14:textId="38629EE1" w:rsidR="0049294E" w:rsidRPr="00FB7E09" w:rsidRDefault="0049294E" w:rsidP="001725D8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fldChar w:fldCharType="begin">
                <w:ffData>
                  <w:name w:val="Zaškrtávací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instrText xml:space="preserve"> FORMCHECKBOX </w:instrText>
            </w: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</w: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fldChar w:fldCharType="separate"/>
            </w: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9004" w:type="dxa"/>
            <w:shd w:val="clear" w:color="auto" w:fill="DDD9C3" w:themeFill="background2" w:themeFillShade="E6"/>
            <w:vAlign w:val="center"/>
          </w:tcPr>
          <w:p w14:paraId="618BCB02" w14:textId="65CD1485" w:rsidR="0049294E" w:rsidRPr="00FB7E09" w:rsidRDefault="0049294E" w:rsidP="001725D8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Cs/>
                <w:sz w:val="16"/>
                <w:szCs w:val="16"/>
              </w:rPr>
              <w:t>seznámení s podmínkami pro stravování</w:t>
            </w:r>
          </w:p>
        </w:tc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4AF7ED5C" w14:textId="77777777" w:rsidR="0049294E" w:rsidRPr="00FB7E09" w:rsidRDefault="0049294E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49294E" w:rsidRPr="00FB7E09" w14:paraId="39515378" w14:textId="77777777" w:rsidTr="001725D8">
        <w:trPr>
          <w:trHeight w:val="369"/>
        </w:trPr>
        <w:tc>
          <w:tcPr>
            <w:tcW w:w="305" w:type="dxa"/>
            <w:shd w:val="clear" w:color="auto" w:fill="DDD9C3" w:themeFill="background2" w:themeFillShade="E6"/>
            <w:vAlign w:val="center"/>
          </w:tcPr>
          <w:p w14:paraId="1FBDDD5A" w14:textId="77777777" w:rsidR="0049294E" w:rsidRPr="00FB7E09" w:rsidRDefault="0049294E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591" w:type="dxa"/>
            <w:shd w:val="clear" w:color="auto" w:fill="DDD9C3" w:themeFill="background2" w:themeFillShade="E6"/>
            <w:vAlign w:val="center"/>
          </w:tcPr>
          <w:p w14:paraId="51E19485" w14:textId="3A75E73E" w:rsidR="0049294E" w:rsidRPr="00FB7E09" w:rsidRDefault="0049294E" w:rsidP="001725D8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fldChar w:fldCharType="begin">
                <w:ffData>
                  <w:name w:val="Zaškrtávací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instrText xml:space="preserve"> FORMCHECKBOX </w:instrText>
            </w: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</w: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fldChar w:fldCharType="separate"/>
            </w: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9004" w:type="dxa"/>
            <w:shd w:val="clear" w:color="auto" w:fill="DDD9C3" w:themeFill="background2" w:themeFillShade="E6"/>
            <w:vAlign w:val="center"/>
          </w:tcPr>
          <w:p w14:paraId="560B8F74" w14:textId="07991A8C" w:rsidR="0049294E" w:rsidRPr="00FB7E09" w:rsidRDefault="0049294E" w:rsidP="001725D8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Cs/>
                <w:sz w:val="16"/>
                <w:szCs w:val="16"/>
              </w:rPr>
              <w:t xml:space="preserve">seznámení s podmínkami pro čerpání z fondu kulturních a sociálních potřeb </w:t>
            </w:r>
          </w:p>
        </w:tc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148B2684" w14:textId="77777777" w:rsidR="0049294E" w:rsidRPr="00FB7E09" w:rsidRDefault="0049294E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49294E" w:rsidRPr="00FB7E09" w14:paraId="59A68D87" w14:textId="77777777" w:rsidTr="001725D8">
        <w:trPr>
          <w:trHeight w:val="369"/>
        </w:trPr>
        <w:tc>
          <w:tcPr>
            <w:tcW w:w="305" w:type="dxa"/>
            <w:shd w:val="clear" w:color="auto" w:fill="DDD9C3" w:themeFill="background2" w:themeFillShade="E6"/>
            <w:vAlign w:val="center"/>
          </w:tcPr>
          <w:p w14:paraId="4A1B3E32" w14:textId="77777777" w:rsidR="0049294E" w:rsidRPr="00FB7E09" w:rsidRDefault="0049294E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591" w:type="dxa"/>
            <w:shd w:val="clear" w:color="auto" w:fill="DDD9C3" w:themeFill="background2" w:themeFillShade="E6"/>
            <w:vAlign w:val="center"/>
          </w:tcPr>
          <w:p w14:paraId="122DF130" w14:textId="583516A1" w:rsidR="0049294E" w:rsidRPr="00FB7E09" w:rsidRDefault="0049294E" w:rsidP="001725D8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fldChar w:fldCharType="begin">
                <w:ffData>
                  <w:name w:val="Zaškrtávací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instrText xml:space="preserve"> FORMCHECKBOX </w:instrText>
            </w: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</w: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fldChar w:fldCharType="separate"/>
            </w: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9004" w:type="dxa"/>
            <w:shd w:val="clear" w:color="auto" w:fill="DDD9C3" w:themeFill="background2" w:themeFillShade="E6"/>
            <w:vAlign w:val="center"/>
          </w:tcPr>
          <w:p w14:paraId="078A7CEE" w14:textId="179C1360" w:rsidR="0049294E" w:rsidRPr="00FB7E09" w:rsidRDefault="0049294E" w:rsidP="001725D8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Cs/>
                <w:sz w:val="16"/>
                <w:szCs w:val="16"/>
              </w:rPr>
              <w:t>seznámení s podmínkami pro sladění rodinného a osobního života s výkonem služby nebo práce</w:t>
            </w:r>
          </w:p>
        </w:tc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66E77CAB" w14:textId="77777777" w:rsidR="0049294E" w:rsidRPr="00FB7E09" w:rsidRDefault="0049294E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FB7E09" w:rsidRPr="00FB7E09" w14:paraId="7925DA66" w14:textId="77777777" w:rsidTr="00782508">
        <w:tc>
          <w:tcPr>
            <w:tcW w:w="305" w:type="dxa"/>
            <w:shd w:val="clear" w:color="auto" w:fill="DDD9C3" w:themeFill="background2" w:themeFillShade="E6"/>
          </w:tcPr>
          <w:p w14:paraId="3DAD8911" w14:textId="77777777" w:rsidR="0049294E" w:rsidRPr="00FB7E09" w:rsidRDefault="0049294E" w:rsidP="00383BC9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591" w:type="dxa"/>
            <w:shd w:val="clear" w:color="auto" w:fill="DDD9C3" w:themeFill="background2" w:themeFillShade="E6"/>
          </w:tcPr>
          <w:p w14:paraId="457033C8" w14:textId="77777777" w:rsidR="0049294E" w:rsidRPr="00FB7E09" w:rsidRDefault="0049294E" w:rsidP="00383BC9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9004" w:type="dxa"/>
            <w:shd w:val="clear" w:color="auto" w:fill="DDD9C3" w:themeFill="background2" w:themeFillShade="E6"/>
          </w:tcPr>
          <w:p w14:paraId="7C7F5AFE" w14:textId="77777777" w:rsidR="0049294E" w:rsidRPr="00FB7E09" w:rsidRDefault="0049294E" w:rsidP="00383BC9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306" w:type="dxa"/>
            <w:shd w:val="clear" w:color="auto" w:fill="DDD9C3" w:themeFill="background2" w:themeFillShade="E6"/>
          </w:tcPr>
          <w:p w14:paraId="3CD2AC39" w14:textId="77777777" w:rsidR="0049294E" w:rsidRPr="00FB7E09" w:rsidRDefault="0049294E" w:rsidP="00383BC9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</w:tbl>
    <w:p w14:paraId="3B5AB6B9" w14:textId="77777777" w:rsidR="003B6223" w:rsidRPr="00FB7E09" w:rsidRDefault="003B6223" w:rsidP="00661C9C">
      <w:pPr>
        <w:jc w:val="both"/>
        <w:rPr>
          <w:rFonts w:ascii="Arial" w:eastAsia="Calibri" w:hAnsi="Arial" w:cs="Arial"/>
          <w:b/>
          <w:sz w:val="16"/>
          <w:szCs w:val="16"/>
        </w:rPr>
      </w:pPr>
    </w:p>
    <w:tbl>
      <w:tblPr>
        <w:tblStyle w:val="Mkatabulky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DD9C3" w:themeFill="background2" w:themeFillShade="E6"/>
        <w:tblLook w:val="04A0" w:firstRow="1" w:lastRow="0" w:firstColumn="1" w:lastColumn="0" w:noHBand="0" w:noVBand="1"/>
      </w:tblPr>
      <w:tblGrid>
        <w:gridCol w:w="283"/>
        <w:gridCol w:w="22"/>
        <w:gridCol w:w="591"/>
        <w:gridCol w:w="1796"/>
        <w:gridCol w:w="2409"/>
        <w:gridCol w:w="2409"/>
        <w:gridCol w:w="2390"/>
        <w:gridCol w:w="19"/>
        <w:gridCol w:w="287"/>
      </w:tblGrid>
      <w:tr w:rsidR="00FB7E09" w:rsidRPr="00FB7E09" w14:paraId="2C6EE264" w14:textId="77777777" w:rsidTr="00B8479A">
        <w:trPr>
          <w:trHeight w:val="454"/>
        </w:trPr>
        <w:tc>
          <w:tcPr>
            <w:tcW w:w="305" w:type="dxa"/>
            <w:gridSpan w:val="2"/>
            <w:shd w:val="clear" w:color="auto" w:fill="DDD9C3" w:themeFill="background2" w:themeFillShade="E6"/>
            <w:vAlign w:val="center"/>
          </w:tcPr>
          <w:p w14:paraId="5D26FD30" w14:textId="77777777" w:rsidR="0049294E" w:rsidRPr="00FB7E09" w:rsidRDefault="0049294E" w:rsidP="00D5190A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591" w:type="dxa"/>
            <w:shd w:val="clear" w:color="auto" w:fill="DDD9C3" w:themeFill="background2" w:themeFillShade="E6"/>
            <w:vAlign w:val="center"/>
          </w:tcPr>
          <w:p w14:paraId="3BCC0F67" w14:textId="77777777" w:rsidR="0049294E" w:rsidRPr="00FB7E09" w:rsidRDefault="0049294E" w:rsidP="00D5190A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9004" w:type="dxa"/>
            <w:gridSpan w:val="4"/>
            <w:shd w:val="clear" w:color="auto" w:fill="DDD9C3" w:themeFill="background2" w:themeFillShade="E6"/>
            <w:vAlign w:val="center"/>
          </w:tcPr>
          <w:p w14:paraId="1E77AAA7" w14:textId="28250252" w:rsidR="0049294E" w:rsidRPr="00FB7E09" w:rsidRDefault="0049294E" w:rsidP="00D5190A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78250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Období 1. měsíce adaptačního procesu</w:t>
            </w:r>
          </w:p>
        </w:tc>
        <w:tc>
          <w:tcPr>
            <w:tcW w:w="306" w:type="dxa"/>
            <w:gridSpan w:val="2"/>
            <w:shd w:val="clear" w:color="auto" w:fill="DDD9C3" w:themeFill="background2" w:themeFillShade="E6"/>
            <w:vAlign w:val="center"/>
          </w:tcPr>
          <w:p w14:paraId="6FDA800A" w14:textId="77777777" w:rsidR="0049294E" w:rsidRPr="00FB7E09" w:rsidRDefault="0049294E" w:rsidP="00D5190A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FB7E09" w:rsidRPr="00FB7E09" w14:paraId="187A1FC4" w14:textId="77777777" w:rsidTr="00B8479A">
        <w:trPr>
          <w:trHeight w:val="369"/>
        </w:trPr>
        <w:tc>
          <w:tcPr>
            <w:tcW w:w="305" w:type="dxa"/>
            <w:gridSpan w:val="2"/>
            <w:shd w:val="clear" w:color="auto" w:fill="DDD9C3" w:themeFill="background2" w:themeFillShade="E6"/>
            <w:vAlign w:val="center"/>
          </w:tcPr>
          <w:p w14:paraId="34EFD93D" w14:textId="77777777" w:rsidR="0049294E" w:rsidRPr="00FB7E09" w:rsidRDefault="0049294E" w:rsidP="00D5190A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591" w:type="dxa"/>
            <w:shd w:val="clear" w:color="auto" w:fill="DDD9C3" w:themeFill="background2" w:themeFillShade="E6"/>
            <w:vAlign w:val="center"/>
          </w:tcPr>
          <w:p w14:paraId="706DDADD" w14:textId="419B7524" w:rsidR="0049294E" w:rsidRPr="00FB7E09" w:rsidRDefault="00B8479A" w:rsidP="00D5190A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9004" w:type="dxa"/>
            <w:gridSpan w:val="4"/>
            <w:shd w:val="clear" w:color="auto" w:fill="DDD9C3" w:themeFill="background2" w:themeFillShade="E6"/>
            <w:vAlign w:val="center"/>
          </w:tcPr>
          <w:p w14:paraId="41724B18" w14:textId="63F7182C" w:rsidR="0049294E" w:rsidRPr="00FB7E09" w:rsidRDefault="0049294E" w:rsidP="00D5190A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Cs/>
                <w:sz w:val="16"/>
                <w:szCs w:val="16"/>
              </w:rPr>
              <w:t>seznámení s činnostmi a úkoly ostatních zaměstnanců v organizačním útvaru a spolupracujících zaměstnanců, seznámení s jejich výstupy a výsledky</w:t>
            </w:r>
          </w:p>
        </w:tc>
        <w:tc>
          <w:tcPr>
            <w:tcW w:w="306" w:type="dxa"/>
            <w:gridSpan w:val="2"/>
            <w:shd w:val="clear" w:color="auto" w:fill="DDD9C3" w:themeFill="background2" w:themeFillShade="E6"/>
            <w:vAlign w:val="center"/>
          </w:tcPr>
          <w:p w14:paraId="58B7A678" w14:textId="77777777" w:rsidR="0049294E" w:rsidRPr="00FB7E09" w:rsidRDefault="0049294E" w:rsidP="00D5190A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FB7E09" w:rsidRPr="00FB7E09" w14:paraId="2153785B" w14:textId="77777777" w:rsidTr="00B8479A">
        <w:trPr>
          <w:trHeight w:val="369"/>
        </w:trPr>
        <w:tc>
          <w:tcPr>
            <w:tcW w:w="305" w:type="dxa"/>
            <w:gridSpan w:val="2"/>
            <w:shd w:val="clear" w:color="auto" w:fill="DDD9C3" w:themeFill="background2" w:themeFillShade="E6"/>
            <w:vAlign w:val="center"/>
          </w:tcPr>
          <w:p w14:paraId="20215156" w14:textId="77777777" w:rsidR="0049294E" w:rsidRPr="00FB7E09" w:rsidRDefault="0049294E" w:rsidP="00D5190A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591" w:type="dxa"/>
            <w:shd w:val="clear" w:color="auto" w:fill="DDD9C3" w:themeFill="background2" w:themeFillShade="E6"/>
            <w:vAlign w:val="center"/>
          </w:tcPr>
          <w:p w14:paraId="393A0D62" w14:textId="77777777" w:rsidR="0049294E" w:rsidRPr="00FB7E09" w:rsidRDefault="0049294E" w:rsidP="00D5190A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fldChar w:fldCharType="begin">
                <w:ffData>
                  <w:name w:val="Zaškrtávací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instrText xml:space="preserve"> FORMCHECKBOX </w:instrText>
            </w: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</w: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fldChar w:fldCharType="separate"/>
            </w: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9004" w:type="dxa"/>
            <w:gridSpan w:val="4"/>
            <w:shd w:val="clear" w:color="auto" w:fill="DDD9C3" w:themeFill="background2" w:themeFillShade="E6"/>
            <w:vAlign w:val="center"/>
          </w:tcPr>
          <w:p w14:paraId="03204AD6" w14:textId="1967477F" w:rsidR="0049294E" w:rsidRPr="00FB7E09" w:rsidRDefault="0049294E" w:rsidP="00D5190A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Cs/>
                <w:sz w:val="16"/>
                <w:szCs w:val="16"/>
              </w:rPr>
              <w:t>seznámení s působností a činností jiných organizačních útvarů služebního úřadu</w:t>
            </w:r>
          </w:p>
        </w:tc>
        <w:tc>
          <w:tcPr>
            <w:tcW w:w="306" w:type="dxa"/>
            <w:gridSpan w:val="2"/>
            <w:shd w:val="clear" w:color="auto" w:fill="DDD9C3" w:themeFill="background2" w:themeFillShade="E6"/>
            <w:vAlign w:val="center"/>
          </w:tcPr>
          <w:p w14:paraId="08E3AC3E" w14:textId="77777777" w:rsidR="0049294E" w:rsidRPr="00FB7E09" w:rsidRDefault="0049294E" w:rsidP="00D5190A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FB7E09" w:rsidRPr="00FB7E09" w14:paraId="1AE9DC74" w14:textId="77777777" w:rsidTr="00B8479A">
        <w:trPr>
          <w:trHeight w:val="369"/>
        </w:trPr>
        <w:tc>
          <w:tcPr>
            <w:tcW w:w="305" w:type="dxa"/>
            <w:gridSpan w:val="2"/>
            <w:shd w:val="clear" w:color="auto" w:fill="DDD9C3" w:themeFill="background2" w:themeFillShade="E6"/>
            <w:vAlign w:val="center"/>
          </w:tcPr>
          <w:p w14:paraId="1A3CFD83" w14:textId="77777777" w:rsidR="0049294E" w:rsidRPr="00FB7E09" w:rsidRDefault="0049294E" w:rsidP="00D5190A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591" w:type="dxa"/>
            <w:shd w:val="clear" w:color="auto" w:fill="DDD9C3" w:themeFill="background2" w:themeFillShade="E6"/>
            <w:vAlign w:val="center"/>
          </w:tcPr>
          <w:p w14:paraId="30D6599A" w14:textId="77777777" w:rsidR="0049294E" w:rsidRPr="00FB7E09" w:rsidRDefault="0049294E" w:rsidP="00D5190A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instrText xml:space="preserve"> FORMCHECKBOX </w:instrText>
            </w: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</w: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fldChar w:fldCharType="separate"/>
            </w: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9004" w:type="dxa"/>
            <w:gridSpan w:val="4"/>
            <w:shd w:val="clear" w:color="auto" w:fill="DDD9C3" w:themeFill="background2" w:themeFillShade="E6"/>
            <w:vAlign w:val="center"/>
          </w:tcPr>
          <w:p w14:paraId="2A384452" w14:textId="2A2EA21D" w:rsidR="0049294E" w:rsidRPr="00FB7E09" w:rsidRDefault="0049294E" w:rsidP="00D5190A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Cs/>
                <w:sz w:val="16"/>
                <w:szCs w:val="16"/>
              </w:rPr>
              <w:t>seznámení se služebním poměrem, organizačními věcmi služby a správou služebních vztahů</w:t>
            </w:r>
          </w:p>
        </w:tc>
        <w:tc>
          <w:tcPr>
            <w:tcW w:w="306" w:type="dxa"/>
            <w:gridSpan w:val="2"/>
            <w:shd w:val="clear" w:color="auto" w:fill="DDD9C3" w:themeFill="background2" w:themeFillShade="E6"/>
            <w:vAlign w:val="center"/>
          </w:tcPr>
          <w:p w14:paraId="4BA1D80A" w14:textId="77777777" w:rsidR="0049294E" w:rsidRPr="00FB7E09" w:rsidRDefault="0049294E" w:rsidP="00D5190A">
            <w:pPr>
              <w:keepNext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383BC9" w:rsidRPr="00FB7E09" w14:paraId="74D69F36" w14:textId="77777777" w:rsidTr="00B8479A">
        <w:tc>
          <w:tcPr>
            <w:tcW w:w="283" w:type="dxa"/>
            <w:shd w:val="clear" w:color="auto" w:fill="DDD9C3" w:themeFill="background2" w:themeFillShade="E6"/>
          </w:tcPr>
          <w:p w14:paraId="2F88B143" w14:textId="77777777" w:rsidR="00383BC9" w:rsidRPr="00FB7E09" w:rsidRDefault="00383BC9" w:rsidP="00383BC9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gridSpan w:val="3"/>
            <w:shd w:val="clear" w:color="auto" w:fill="DDD9C3" w:themeFill="background2" w:themeFillShade="E6"/>
          </w:tcPr>
          <w:p w14:paraId="2A0524AB" w14:textId="77777777" w:rsidR="00383BC9" w:rsidRPr="00FB7E09" w:rsidRDefault="00383BC9" w:rsidP="00383BC9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DDD9C3" w:themeFill="background2" w:themeFillShade="E6"/>
          </w:tcPr>
          <w:p w14:paraId="225C78FB" w14:textId="77777777" w:rsidR="00383BC9" w:rsidRPr="00FB7E09" w:rsidRDefault="00383BC9" w:rsidP="00383BC9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DDD9C3" w:themeFill="background2" w:themeFillShade="E6"/>
          </w:tcPr>
          <w:p w14:paraId="509A0C40" w14:textId="77777777" w:rsidR="00383BC9" w:rsidRPr="00FB7E09" w:rsidRDefault="00383BC9" w:rsidP="00383BC9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shd w:val="clear" w:color="auto" w:fill="DDD9C3" w:themeFill="background2" w:themeFillShade="E6"/>
          </w:tcPr>
          <w:p w14:paraId="40D4CFA3" w14:textId="77777777" w:rsidR="00383BC9" w:rsidRPr="00FB7E09" w:rsidRDefault="00383BC9" w:rsidP="00383BC9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87" w:type="dxa"/>
            <w:shd w:val="clear" w:color="auto" w:fill="DDD9C3" w:themeFill="background2" w:themeFillShade="E6"/>
          </w:tcPr>
          <w:p w14:paraId="3F2E78A1" w14:textId="77777777" w:rsidR="00383BC9" w:rsidRPr="00FB7E09" w:rsidRDefault="00383BC9" w:rsidP="00383BC9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B8479A" w:rsidRPr="00FB7E09" w14:paraId="441D07FC" w14:textId="77777777" w:rsidTr="00D5190A">
        <w:trPr>
          <w:trHeight w:val="369"/>
        </w:trPr>
        <w:tc>
          <w:tcPr>
            <w:tcW w:w="283" w:type="dxa"/>
            <w:shd w:val="clear" w:color="auto" w:fill="DDD9C3" w:themeFill="background2" w:themeFillShade="E6"/>
          </w:tcPr>
          <w:p w14:paraId="3A449210" w14:textId="77777777" w:rsidR="00B8479A" w:rsidRPr="00FB7E09" w:rsidRDefault="00B8479A" w:rsidP="00383BC9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gridSpan w:val="3"/>
            <w:shd w:val="clear" w:color="auto" w:fill="DDD9C3" w:themeFill="background2" w:themeFillShade="E6"/>
            <w:vAlign w:val="center"/>
          </w:tcPr>
          <w:p w14:paraId="73A454F6" w14:textId="645D43F8" w:rsidR="00B8479A" w:rsidRPr="00FB7E09" w:rsidRDefault="00B8479A" w:rsidP="00B8479A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t>Činnosti a úkoly</w:t>
            </w:r>
          </w:p>
        </w:tc>
        <w:tc>
          <w:tcPr>
            <w:tcW w:w="2409" w:type="dxa"/>
            <w:tcBorders>
              <w:bottom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025C69D1" w14:textId="18EC57D8" w:rsidR="00B8479A" w:rsidRPr="00FB7E09" w:rsidRDefault="00B8479A" w:rsidP="00B8479A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t>Název činnosti/úkolu</w:t>
            </w:r>
          </w:p>
        </w:tc>
        <w:tc>
          <w:tcPr>
            <w:tcW w:w="2409" w:type="dxa"/>
            <w:tcBorders>
              <w:bottom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2E542190" w14:textId="28371CC4" w:rsidR="00B8479A" w:rsidRPr="00FB7E09" w:rsidRDefault="00B8479A" w:rsidP="00B8479A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t>Datum plnění</w:t>
            </w:r>
          </w:p>
        </w:tc>
        <w:tc>
          <w:tcPr>
            <w:tcW w:w="2409" w:type="dxa"/>
            <w:gridSpan w:val="2"/>
            <w:tcBorders>
              <w:bottom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6C98525A" w14:textId="61882B2F" w:rsidR="00B8479A" w:rsidRPr="00FB7E09" w:rsidRDefault="00B8479A" w:rsidP="00B8479A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t>Hodnocení</w:t>
            </w:r>
            <w:r w:rsidRPr="00FB7E09">
              <w:rPr>
                <w:rStyle w:val="Znakapoznpodarou"/>
                <w:rFonts w:ascii="Arial" w:eastAsia="Calibri" w:hAnsi="Arial" w:cs="Arial"/>
                <w:b/>
                <w:sz w:val="16"/>
                <w:szCs w:val="16"/>
              </w:rPr>
              <w:footnoteReference w:customMarkFollows="1" w:id="2"/>
              <w:t>**)</w:t>
            </w:r>
          </w:p>
        </w:tc>
        <w:tc>
          <w:tcPr>
            <w:tcW w:w="287" w:type="dxa"/>
            <w:shd w:val="clear" w:color="auto" w:fill="DDD9C3" w:themeFill="background2" w:themeFillShade="E6"/>
          </w:tcPr>
          <w:p w14:paraId="2A9C2AA7" w14:textId="77777777" w:rsidR="00B8479A" w:rsidRPr="00FB7E09" w:rsidRDefault="00B8479A" w:rsidP="00383BC9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B8479A" w:rsidRPr="00FB7E09" w14:paraId="354D014B" w14:textId="77777777" w:rsidTr="00D5190A">
        <w:trPr>
          <w:trHeight w:val="369"/>
        </w:trPr>
        <w:tc>
          <w:tcPr>
            <w:tcW w:w="283" w:type="dxa"/>
            <w:shd w:val="clear" w:color="auto" w:fill="DDD9C3" w:themeFill="background2" w:themeFillShade="E6"/>
          </w:tcPr>
          <w:p w14:paraId="28C814AE" w14:textId="77777777" w:rsidR="00B8479A" w:rsidRPr="00FB7E09" w:rsidRDefault="00B8479A" w:rsidP="00383BC9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gridSpan w:val="3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1ECE31A7" w14:textId="77777777" w:rsidR="00B8479A" w:rsidRPr="00FB7E09" w:rsidRDefault="00B8479A" w:rsidP="00383BC9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6753905C" w14:textId="59A6DFF4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0BD5F836" w14:textId="33BC4B70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2A9FDA7A" w14:textId="1DDC9E94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87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518D5043" w14:textId="77777777" w:rsidR="00B8479A" w:rsidRPr="00FB7E09" w:rsidRDefault="00B8479A" w:rsidP="00383BC9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B8479A" w:rsidRPr="00FB7E09" w14:paraId="409DECED" w14:textId="77777777" w:rsidTr="00D5190A">
        <w:trPr>
          <w:trHeight w:val="369"/>
        </w:trPr>
        <w:tc>
          <w:tcPr>
            <w:tcW w:w="283" w:type="dxa"/>
            <w:shd w:val="clear" w:color="auto" w:fill="DDD9C3" w:themeFill="background2" w:themeFillShade="E6"/>
          </w:tcPr>
          <w:p w14:paraId="663763C0" w14:textId="77777777" w:rsidR="00B8479A" w:rsidRPr="00FB7E09" w:rsidRDefault="00B8479A" w:rsidP="00383BC9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gridSpan w:val="3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75FA9DDB" w14:textId="77777777" w:rsidR="00B8479A" w:rsidRPr="00FB7E09" w:rsidRDefault="00B8479A" w:rsidP="00383BC9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2A86C3FC" w14:textId="2ACBFB30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0F1963E8" w14:textId="0AD865F4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5C1A6816" w14:textId="077E142B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87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7C1805A8" w14:textId="77777777" w:rsidR="00B8479A" w:rsidRPr="00FB7E09" w:rsidRDefault="00B8479A" w:rsidP="00383BC9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B8479A" w:rsidRPr="00FB7E09" w14:paraId="67386309" w14:textId="77777777" w:rsidTr="00D5190A">
        <w:trPr>
          <w:trHeight w:val="369"/>
        </w:trPr>
        <w:tc>
          <w:tcPr>
            <w:tcW w:w="283" w:type="dxa"/>
            <w:shd w:val="clear" w:color="auto" w:fill="DDD9C3" w:themeFill="background2" w:themeFillShade="E6"/>
          </w:tcPr>
          <w:p w14:paraId="05971359" w14:textId="77777777" w:rsidR="00B8479A" w:rsidRPr="00FB7E09" w:rsidRDefault="00B8479A" w:rsidP="00383BC9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gridSpan w:val="3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0FCDE93E" w14:textId="77777777" w:rsidR="00B8479A" w:rsidRPr="00FB7E09" w:rsidRDefault="00B8479A" w:rsidP="00383BC9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6979B3EE" w14:textId="430D24B0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7CF8AB71" w14:textId="64EF1533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6AD60329" w14:textId="3C1AA314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87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2F443880" w14:textId="77777777" w:rsidR="00B8479A" w:rsidRPr="00FB7E09" w:rsidRDefault="00B8479A" w:rsidP="00383BC9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B8479A" w:rsidRPr="00FB7E09" w14:paraId="66A01625" w14:textId="77777777" w:rsidTr="00D5190A">
        <w:trPr>
          <w:trHeight w:val="369"/>
        </w:trPr>
        <w:tc>
          <w:tcPr>
            <w:tcW w:w="283" w:type="dxa"/>
            <w:shd w:val="clear" w:color="auto" w:fill="DDD9C3" w:themeFill="background2" w:themeFillShade="E6"/>
          </w:tcPr>
          <w:p w14:paraId="793C369E" w14:textId="77777777" w:rsidR="00B8479A" w:rsidRPr="00FB7E09" w:rsidRDefault="00B8479A" w:rsidP="00383BC9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gridSpan w:val="3"/>
            <w:shd w:val="clear" w:color="auto" w:fill="DDD9C3" w:themeFill="background2" w:themeFillShade="E6"/>
            <w:vAlign w:val="center"/>
          </w:tcPr>
          <w:p w14:paraId="16085040" w14:textId="6E2C96FA" w:rsidR="00B8479A" w:rsidRPr="00FB7E09" w:rsidRDefault="00B8479A" w:rsidP="00B8479A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t xml:space="preserve">Adaptační aktivity </w:t>
            </w:r>
          </w:p>
        </w:tc>
        <w:tc>
          <w:tcPr>
            <w:tcW w:w="2409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57FB5CAC" w14:textId="779C3FA5" w:rsidR="00B8479A" w:rsidRPr="00FB7E09" w:rsidRDefault="00B8479A" w:rsidP="00B8479A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t>Povinné</w:t>
            </w:r>
          </w:p>
        </w:tc>
        <w:tc>
          <w:tcPr>
            <w:tcW w:w="2409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611F1FE1" w14:textId="7D836F71" w:rsidR="00B8479A" w:rsidRPr="00FB7E09" w:rsidRDefault="00B8479A" w:rsidP="00B8479A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t>Datum plnění</w:t>
            </w:r>
          </w:p>
        </w:tc>
        <w:tc>
          <w:tcPr>
            <w:tcW w:w="2409" w:type="dxa"/>
            <w:gridSpan w:val="2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0216DC13" w14:textId="36574194" w:rsidR="00B8479A" w:rsidRPr="00FB7E09" w:rsidRDefault="00B8479A" w:rsidP="00B8479A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t>Hodnocení</w:t>
            </w:r>
          </w:p>
        </w:tc>
        <w:tc>
          <w:tcPr>
            <w:tcW w:w="287" w:type="dxa"/>
            <w:shd w:val="clear" w:color="auto" w:fill="DDD9C3" w:themeFill="background2" w:themeFillShade="E6"/>
          </w:tcPr>
          <w:p w14:paraId="42057681" w14:textId="77777777" w:rsidR="00B8479A" w:rsidRPr="00FB7E09" w:rsidRDefault="00B8479A" w:rsidP="00383BC9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B8479A" w:rsidRPr="00FB7E09" w14:paraId="62964FE6" w14:textId="77777777" w:rsidTr="00D5190A">
        <w:trPr>
          <w:trHeight w:val="369"/>
        </w:trPr>
        <w:tc>
          <w:tcPr>
            <w:tcW w:w="283" w:type="dxa"/>
            <w:shd w:val="clear" w:color="auto" w:fill="DDD9C3" w:themeFill="background2" w:themeFillShade="E6"/>
          </w:tcPr>
          <w:p w14:paraId="267E6DC6" w14:textId="77777777" w:rsidR="00B8479A" w:rsidRPr="00FB7E09" w:rsidRDefault="00B8479A" w:rsidP="00383BC9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gridSpan w:val="3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5B4600B9" w14:textId="3FA8DF25" w:rsidR="00B8479A" w:rsidRPr="00FB7E09" w:rsidRDefault="00B8479A" w:rsidP="00383BC9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t>(krátkodobé)</w:t>
            </w: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2796911A" w14:textId="4F74A01B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56494865" w14:textId="7CDD438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546B1C23" w14:textId="316EA5D9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87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2C235590" w14:textId="77777777" w:rsidR="00B8479A" w:rsidRPr="00FB7E09" w:rsidRDefault="00B8479A" w:rsidP="00383BC9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B8479A" w:rsidRPr="00FB7E09" w14:paraId="13CE75D7" w14:textId="77777777" w:rsidTr="00D5190A">
        <w:trPr>
          <w:trHeight w:val="369"/>
        </w:trPr>
        <w:tc>
          <w:tcPr>
            <w:tcW w:w="283" w:type="dxa"/>
            <w:shd w:val="clear" w:color="auto" w:fill="DDD9C3" w:themeFill="background2" w:themeFillShade="E6"/>
          </w:tcPr>
          <w:p w14:paraId="3B841B8C" w14:textId="77777777" w:rsidR="00B8479A" w:rsidRPr="00FB7E09" w:rsidRDefault="00B8479A" w:rsidP="00383BC9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gridSpan w:val="3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5621A067" w14:textId="77777777" w:rsidR="00B8479A" w:rsidRPr="00FB7E09" w:rsidRDefault="00B8479A" w:rsidP="00383BC9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63136163" w14:textId="45C25D0C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798C0839" w14:textId="3F65F705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0C247D2E" w14:textId="7EF2B064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87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6EE2F499" w14:textId="77777777" w:rsidR="00B8479A" w:rsidRPr="00FB7E09" w:rsidRDefault="00B8479A" w:rsidP="00383BC9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B8479A" w:rsidRPr="00FB7E09" w14:paraId="70883593" w14:textId="77777777" w:rsidTr="00D5190A">
        <w:trPr>
          <w:trHeight w:val="369"/>
        </w:trPr>
        <w:tc>
          <w:tcPr>
            <w:tcW w:w="283" w:type="dxa"/>
            <w:shd w:val="clear" w:color="auto" w:fill="DDD9C3" w:themeFill="background2" w:themeFillShade="E6"/>
          </w:tcPr>
          <w:p w14:paraId="728B6DED" w14:textId="77777777" w:rsidR="00B8479A" w:rsidRPr="00FB7E09" w:rsidRDefault="00B8479A" w:rsidP="00383BC9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gridSpan w:val="3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6A051F78" w14:textId="77777777" w:rsidR="00B8479A" w:rsidRPr="00FB7E09" w:rsidRDefault="00B8479A" w:rsidP="00383BC9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619540E4" w14:textId="14F1DDF4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35E76629" w14:textId="075CFA10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09470BFD" w14:textId="53693D2E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87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05A39B44" w14:textId="77777777" w:rsidR="00B8479A" w:rsidRPr="00FB7E09" w:rsidRDefault="00B8479A" w:rsidP="00383BC9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B8479A" w:rsidRPr="00FB7E09" w14:paraId="73DD2FB7" w14:textId="77777777" w:rsidTr="00D5190A">
        <w:trPr>
          <w:trHeight w:val="369"/>
        </w:trPr>
        <w:tc>
          <w:tcPr>
            <w:tcW w:w="283" w:type="dxa"/>
            <w:shd w:val="clear" w:color="auto" w:fill="DDD9C3" w:themeFill="background2" w:themeFillShade="E6"/>
          </w:tcPr>
          <w:p w14:paraId="347C393F" w14:textId="77777777" w:rsidR="00B8479A" w:rsidRPr="00FB7E09" w:rsidRDefault="00B8479A" w:rsidP="00383BC9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gridSpan w:val="3"/>
            <w:shd w:val="clear" w:color="auto" w:fill="DDD9C3" w:themeFill="background2" w:themeFillShade="E6"/>
          </w:tcPr>
          <w:p w14:paraId="1CACEE7F" w14:textId="77777777" w:rsidR="00B8479A" w:rsidRPr="00FB7E09" w:rsidRDefault="00B8479A" w:rsidP="00383BC9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314631FD" w14:textId="4987D59B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t>Doporučené</w:t>
            </w:r>
          </w:p>
        </w:tc>
        <w:tc>
          <w:tcPr>
            <w:tcW w:w="2409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6CF8850F" w14:textId="44378F34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t>Datum plnění</w:t>
            </w:r>
          </w:p>
        </w:tc>
        <w:tc>
          <w:tcPr>
            <w:tcW w:w="2409" w:type="dxa"/>
            <w:gridSpan w:val="2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15157B9A" w14:textId="227D976F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t>Hodnocení</w:t>
            </w:r>
          </w:p>
        </w:tc>
        <w:tc>
          <w:tcPr>
            <w:tcW w:w="287" w:type="dxa"/>
            <w:shd w:val="clear" w:color="auto" w:fill="DDD9C3" w:themeFill="background2" w:themeFillShade="E6"/>
          </w:tcPr>
          <w:p w14:paraId="74336CAD" w14:textId="77777777" w:rsidR="00B8479A" w:rsidRPr="00FB7E09" w:rsidRDefault="00B8479A" w:rsidP="00383BC9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B8479A" w:rsidRPr="00FB7E09" w14:paraId="055F596E" w14:textId="77777777" w:rsidTr="00D5190A">
        <w:trPr>
          <w:trHeight w:val="369"/>
        </w:trPr>
        <w:tc>
          <w:tcPr>
            <w:tcW w:w="283" w:type="dxa"/>
            <w:shd w:val="clear" w:color="auto" w:fill="DDD9C3" w:themeFill="background2" w:themeFillShade="E6"/>
          </w:tcPr>
          <w:p w14:paraId="077C7DE3" w14:textId="77777777" w:rsidR="00B8479A" w:rsidRPr="00FB7E09" w:rsidRDefault="00B8479A" w:rsidP="00383BC9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gridSpan w:val="3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4DF6316D" w14:textId="77777777" w:rsidR="00B8479A" w:rsidRPr="00FB7E09" w:rsidRDefault="00B8479A" w:rsidP="00383BC9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78D2F2C5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4FB8570B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6DF014FD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87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2E621F81" w14:textId="77777777" w:rsidR="00B8479A" w:rsidRPr="00FB7E09" w:rsidRDefault="00B8479A" w:rsidP="00383BC9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B8479A" w:rsidRPr="00FB7E09" w14:paraId="5B4D7BD9" w14:textId="77777777" w:rsidTr="00D5190A">
        <w:trPr>
          <w:trHeight w:val="369"/>
        </w:trPr>
        <w:tc>
          <w:tcPr>
            <w:tcW w:w="283" w:type="dxa"/>
            <w:shd w:val="clear" w:color="auto" w:fill="DDD9C3" w:themeFill="background2" w:themeFillShade="E6"/>
          </w:tcPr>
          <w:p w14:paraId="35F681F7" w14:textId="77777777" w:rsidR="00B8479A" w:rsidRPr="00FB7E09" w:rsidRDefault="00B8479A" w:rsidP="00383BC9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gridSpan w:val="3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4CE4B2A0" w14:textId="77777777" w:rsidR="00B8479A" w:rsidRPr="00FB7E09" w:rsidRDefault="00B8479A" w:rsidP="00383BC9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7CA5926B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76EEFB18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4923BB08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87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7ACB10B9" w14:textId="77777777" w:rsidR="00B8479A" w:rsidRPr="00FB7E09" w:rsidRDefault="00B8479A" w:rsidP="00383BC9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B8479A" w:rsidRPr="00FB7E09" w14:paraId="381E96F0" w14:textId="77777777" w:rsidTr="00D5190A">
        <w:trPr>
          <w:trHeight w:val="369"/>
        </w:trPr>
        <w:tc>
          <w:tcPr>
            <w:tcW w:w="283" w:type="dxa"/>
            <w:shd w:val="clear" w:color="auto" w:fill="DDD9C3" w:themeFill="background2" w:themeFillShade="E6"/>
          </w:tcPr>
          <w:p w14:paraId="46950A39" w14:textId="77777777" w:rsidR="00B8479A" w:rsidRPr="00FB7E09" w:rsidRDefault="00B8479A" w:rsidP="00383BC9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gridSpan w:val="3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5EB6171B" w14:textId="77777777" w:rsidR="00B8479A" w:rsidRPr="00FB7E09" w:rsidRDefault="00B8479A" w:rsidP="00383BC9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0AA13DF4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66D276A1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331DF926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87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1FEBE78C" w14:textId="77777777" w:rsidR="00B8479A" w:rsidRPr="00FB7E09" w:rsidRDefault="00B8479A" w:rsidP="00383BC9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B8479A" w:rsidRPr="00FB7E09" w14:paraId="74CEADEB" w14:textId="77777777" w:rsidTr="00D5190A">
        <w:trPr>
          <w:trHeight w:val="369"/>
        </w:trPr>
        <w:tc>
          <w:tcPr>
            <w:tcW w:w="283" w:type="dxa"/>
            <w:shd w:val="clear" w:color="auto" w:fill="DDD9C3" w:themeFill="background2" w:themeFillShade="E6"/>
          </w:tcPr>
          <w:p w14:paraId="08914E0E" w14:textId="77777777" w:rsidR="00B8479A" w:rsidRPr="00FB7E09" w:rsidRDefault="00B8479A" w:rsidP="00383BC9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gridSpan w:val="3"/>
            <w:shd w:val="clear" w:color="auto" w:fill="DDD9C3" w:themeFill="background2" w:themeFillShade="E6"/>
            <w:vAlign w:val="center"/>
          </w:tcPr>
          <w:p w14:paraId="496C32E5" w14:textId="74BCA1D9" w:rsidR="00B8479A" w:rsidRPr="00FB7E09" w:rsidRDefault="00B8479A" w:rsidP="00B8479A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t xml:space="preserve">Vzdělávací aktivity </w:t>
            </w:r>
          </w:p>
        </w:tc>
        <w:tc>
          <w:tcPr>
            <w:tcW w:w="2409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56E963CA" w14:textId="1A4E5AD0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t>Povinné</w:t>
            </w:r>
          </w:p>
        </w:tc>
        <w:tc>
          <w:tcPr>
            <w:tcW w:w="2409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52A62C1A" w14:textId="0132C8E5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t>Datum plnění</w:t>
            </w:r>
          </w:p>
        </w:tc>
        <w:tc>
          <w:tcPr>
            <w:tcW w:w="2409" w:type="dxa"/>
            <w:gridSpan w:val="2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4BF6B49E" w14:textId="1451A10F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t>Hodnocení</w:t>
            </w:r>
          </w:p>
        </w:tc>
        <w:tc>
          <w:tcPr>
            <w:tcW w:w="287" w:type="dxa"/>
            <w:shd w:val="clear" w:color="auto" w:fill="DDD9C3" w:themeFill="background2" w:themeFillShade="E6"/>
          </w:tcPr>
          <w:p w14:paraId="527BDCB3" w14:textId="77777777" w:rsidR="00B8479A" w:rsidRPr="00FB7E09" w:rsidRDefault="00B8479A" w:rsidP="00383BC9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B8479A" w:rsidRPr="00FB7E09" w14:paraId="0A52D710" w14:textId="77777777" w:rsidTr="00D5190A">
        <w:trPr>
          <w:trHeight w:val="369"/>
        </w:trPr>
        <w:tc>
          <w:tcPr>
            <w:tcW w:w="283" w:type="dxa"/>
            <w:shd w:val="clear" w:color="auto" w:fill="DDD9C3" w:themeFill="background2" w:themeFillShade="E6"/>
          </w:tcPr>
          <w:p w14:paraId="37F309FB" w14:textId="77777777" w:rsidR="00B8479A" w:rsidRPr="00FB7E09" w:rsidRDefault="00B8479A" w:rsidP="00383BC9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gridSpan w:val="3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01D2B489" w14:textId="0399E75D" w:rsidR="00B8479A" w:rsidRPr="00FB7E09" w:rsidRDefault="00B8479A" w:rsidP="00383BC9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t>(krátkodobé)</w:t>
            </w: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0B6490CA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2C133E86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79525A6E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87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67643504" w14:textId="77777777" w:rsidR="00B8479A" w:rsidRPr="00FB7E09" w:rsidRDefault="00B8479A" w:rsidP="00383BC9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B8479A" w:rsidRPr="00FB7E09" w14:paraId="6D4588F3" w14:textId="77777777" w:rsidTr="00D5190A">
        <w:trPr>
          <w:trHeight w:val="369"/>
        </w:trPr>
        <w:tc>
          <w:tcPr>
            <w:tcW w:w="283" w:type="dxa"/>
            <w:shd w:val="clear" w:color="auto" w:fill="DDD9C3" w:themeFill="background2" w:themeFillShade="E6"/>
          </w:tcPr>
          <w:p w14:paraId="271136EA" w14:textId="77777777" w:rsidR="00B8479A" w:rsidRPr="00FB7E09" w:rsidRDefault="00B8479A" w:rsidP="00383BC9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gridSpan w:val="3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5A746807" w14:textId="77777777" w:rsidR="00B8479A" w:rsidRPr="00FB7E09" w:rsidRDefault="00B8479A" w:rsidP="00383BC9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3EC7B726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0ECA0825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77A73706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87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64F6DB3C" w14:textId="77777777" w:rsidR="00B8479A" w:rsidRPr="00FB7E09" w:rsidRDefault="00B8479A" w:rsidP="00383BC9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B8479A" w:rsidRPr="00FB7E09" w14:paraId="71D9448E" w14:textId="77777777" w:rsidTr="00D5190A">
        <w:trPr>
          <w:trHeight w:val="369"/>
        </w:trPr>
        <w:tc>
          <w:tcPr>
            <w:tcW w:w="283" w:type="dxa"/>
            <w:shd w:val="clear" w:color="auto" w:fill="DDD9C3" w:themeFill="background2" w:themeFillShade="E6"/>
          </w:tcPr>
          <w:p w14:paraId="1FA3D1A8" w14:textId="77777777" w:rsidR="00B8479A" w:rsidRPr="00FB7E09" w:rsidRDefault="00B8479A" w:rsidP="00383BC9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gridSpan w:val="3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6AAEEBC7" w14:textId="77777777" w:rsidR="00B8479A" w:rsidRPr="00FB7E09" w:rsidRDefault="00B8479A" w:rsidP="00383BC9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539811A6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0BE9FDC7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2AB9610F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87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24CD44E8" w14:textId="77777777" w:rsidR="00B8479A" w:rsidRPr="00FB7E09" w:rsidRDefault="00B8479A" w:rsidP="00383BC9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B8479A" w:rsidRPr="00FB7E09" w14:paraId="7DEC7AC5" w14:textId="77777777" w:rsidTr="00D5190A">
        <w:trPr>
          <w:trHeight w:val="369"/>
        </w:trPr>
        <w:tc>
          <w:tcPr>
            <w:tcW w:w="283" w:type="dxa"/>
            <w:shd w:val="clear" w:color="auto" w:fill="DDD9C3" w:themeFill="background2" w:themeFillShade="E6"/>
          </w:tcPr>
          <w:p w14:paraId="3727F858" w14:textId="77777777" w:rsidR="00B8479A" w:rsidRPr="00FB7E09" w:rsidRDefault="00B8479A" w:rsidP="00383BC9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gridSpan w:val="3"/>
            <w:shd w:val="clear" w:color="auto" w:fill="DDD9C3" w:themeFill="background2" w:themeFillShade="E6"/>
          </w:tcPr>
          <w:p w14:paraId="136F0C15" w14:textId="6A880759" w:rsidR="00B8479A" w:rsidRPr="00FB7E09" w:rsidRDefault="00B8479A" w:rsidP="00383BC9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262F3961" w14:textId="2DBA7516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t>Doporučené</w:t>
            </w:r>
          </w:p>
        </w:tc>
        <w:tc>
          <w:tcPr>
            <w:tcW w:w="2409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7CB8F71B" w14:textId="24F369C1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t>Datum plnění</w:t>
            </w:r>
          </w:p>
        </w:tc>
        <w:tc>
          <w:tcPr>
            <w:tcW w:w="2409" w:type="dxa"/>
            <w:gridSpan w:val="2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5EECC1D7" w14:textId="292CD6A6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t>Hodnocení</w:t>
            </w:r>
          </w:p>
        </w:tc>
        <w:tc>
          <w:tcPr>
            <w:tcW w:w="287" w:type="dxa"/>
            <w:shd w:val="clear" w:color="auto" w:fill="DDD9C3" w:themeFill="background2" w:themeFillShade="E6"/>
          </w:tcPr>
          <w:p w14:paraId="3BD538B0" w14:textId="77777777" w:rsidR="00B8479A" w:rsidRPr="00FB7E09" w:rsidRDefault="00B8479A" w:rsidP="00383BC9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B8479A" w:rsidRPr="00FB7E09" w14:paraId="3D0F469D" w14:textId="77777777" w:rsidTr="00D5190A">
        <w:trPr>
          <w:trHeight w:val="369"/>
        </w:trPr>
        <w:tc>
          <w:tcPr>
            <w:tcW w:w="283" w:type="dxa"/>
            <w:shd w:val="clear" w:color="auto" w:fill="DDD9C3" w:themeFill="background2" w:themeFillShade="E6"/>
          </w:tcPr>
          <w:p w14:paraId="742ED8AA" w14:textId="77777777" w:rsidR="00B8479A" w:rsidRPr="00FB7E09" w:rsidRDefault="00B8479A" w:rsidP="00383BC9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gridSpan w:val="3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443AF0C3" w14:textId="77777777" w:rsidR="00B8479A" w:rsidRPr="00FB7E09" w:rsidRDefault="00B8479A" w:rsidP="00383BC9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24333E2F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5CE566A4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679F8C0D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87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6ECCACD4" w14:textId="77777777" w:rsidR="00B8479A" w:rsidRPr="00FB7E09" w:rsidRDefault="00B8479A" w:rsidP="00383BC9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B8479A" w:rsidRPr="00FB7E09" w14:paraId="3CCE3D1F" w14:textId="77777777" w:rsidTr="00D5190A">
        <w:trPr>
          <w:trHeight w:val="369"/>
        </w:trPr>
        <w:tc>
          <w:tcPr>
            <w:tcW w:w="283" w:type="dxa"/>
            <w:shd w:val="clear" w:color="auto" w:fill="DDD9C3" w:themeFill="background2" w:themeFillShade="E6"/>
          </w:tcPr>
          <w:p w14:paraId="0E14C9C8" w14:textId="77777777" w:rsidR="00B8479A" w:rsidRPr="00FB7E09" w:rsidRDefault="00B8479A" w:rsidP="00383BC9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gridSpan w:val="3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4E8DC1D7" w14:textId="77777777" w:rsidR="00B8479A" w:rsidRPr="00FB7E09" w:rsidRDefault="00B8479A" w:rsidP="00383BC9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2F523A2F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008EF831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07D41E7C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87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6FA234BE" w14:textId="77777777" w:rsidR="00B8479A" w:rsidRPr="00FB7E09" w:rsidRDefault="00B8479A" w:rsidP="00383BC9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B8479A" w:rsidRPr="00FB7E09" w14:paraId="4B5B6789" w14:textId="77777777" w:rsidTr="00D5190A">
        <w:trPr>
          <w:trHeight w:val="369"/>
        </w:trPr>
        <w:tc>
          <w:tcPr>
            <w:tcW w:w="283" w:type="dxa"/>
            <w:shd w:val="clear" w:color="auto" w:fill="DDD9C3" w:themeFill="background2" w:themeFillShade="E6"/>
          </w:tcPr>
          <w:p w14:paraId="4F0B931F" w14:textId="77777777" w:rsidR="00B8479A" w:rsidRPr="00FB7E09" w:rsidRDefault="00B8479A" w:rsidP="00383BC9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gridSpan w:val="3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0A17E355" w14:textId="77777777" w:rsidR="00B8479A" w:rsidRPr="00FB7E09" w:rsidRDefault="00B8479A" w:rsidP="00383BC9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5178E9E7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26B21B56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19CF729C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87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466C7F45" w14:textId="77777777" w:rsidR="00B8479A" w:rsidRPr="00FB7E09" w:rsidRDefault="00B8479A" w:rsidP="00383BC9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687652" w:rsidRPr="00FB7E09" w14:paraId="255DA14B" w14:textId="77777777" w:rsidTr="00B8479A">
        <w:tc>
          <w:tcPr>
            <w:tcW w:w="283" w:type="dxa"/>
            <w:shd w:val="clear" w:color="auto" w:fill="DDD9C3" w:themeFill="background2" w:themeFillShade="E6"/>
          </w:tcPr>
          <w:p w14:paraId="0C9FDB13" w14:textId="77777777" w:rsidR="0049294E" w:rsidRPr="00FB7E09" w:rsidRDefault="0049294E" w:rsidP="00383BC9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gridSpan w:val="3"/>
            <w:shd w:val="clear" w:color="auto" w:fill="DDD9C3" w:themeFill="background2" w:themeFillShade="E6"/>
          </w:tcPr>
          <w:p w14:paraId="6BA41562" w14:textId="77777777" w:rsidR="0049294E" w:rsidRPr="00FB7E09" w:rsidRDefault="0049294E" w:rsidP="00383BC9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10D53442" w14:textId="77777777" w:rsidR="0049294E" w:rsidRPr="00FB7E09" w:rsidRDefault="0049294E" w:rsidP="00383BC9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5E4291C8" w14:textId="77777777" w:rsidR="0049294E" w:rsidRPr="00FB7E09" w:rsidRDefault="0049294E" w:rsidP="00383BC9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3ADF7C46" w14:textId="77777777" w:rsidR="0049294E" w:rsidRPr="00FB7E09" w:rsidRDefault="0049294E" w:rsidP="00383BC9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87" w:type="dxa"/>
            <w:shd w:val="clear" w:color="auto" w:fill="DDD9C3" w:themeFill="background2" w:themeFillShade="E6"/>
          </w:tcPr>
          <w:p w14:paraId="2AAF625F" w14:textId="77777777" w:rsidR="0049294E" w:rsidRPr="00FB7E09" w:rsidRDefault="0049294E" w:rsidP="00383BC9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</w:tbl>
    <w:p w14:paraId="38FD7E1D" w14:textId="77777777" w:rsidR="0049294E" w:rsidRPr="00FB7E09" w:rsidRDefault="0049294E" w:rsidP="00661C9C">
      <w:pPr>
        <w:jc w:val="both"/>
        <w:rPr>
          <w:rFonts w:ascii="Arial" w:eastAsia="Calibri" w:hAnsi="Arial" w:cs="Arial"/>
          <w:b/>
          <w:sz w:val="16"/>
          <w:szCs w:val="16"/>
        </w:rPr>
      </w:pPr>
    </w:p>
    <w:tbl>
      <w:tblPr>
        <w:tblStyle w:val="Mkatabulky"/>
        <w:tblW w:w="102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DD9C3" w:themeFill="background2" w:themeFillShade="E6"/>
        <w:tblLook w:val="04A0" w:firstRow="1" w:lastRow="0" w:firstColumn="1" w:lastColumn="0" w:noHBand="0" w:noVBand="1"/>
      </w:tblPr>
      <w:tblGrid>
        <w:gridCol w:w="283"/>
        <w:gridCol w:w="2409"/>
        <w:gridCol w:w="2409"/>
        <w:gridCol w:w="2409"/>
        <w:gridCol w:w="2409"/>
        <w:gridCol w:w="283"/>
      </w:tblGrid>
      <w:tr w:rsidR="0036353C" w:rsidRPr="00FB7E09" w14:paraId="2FE08FCF" w14:textId="77777777" w:rsidTr="00B8479A">
        <w:trPr>
          <w:trHeight w:hRule="exact" w:val="454"/>
        </w:trPr>
        <w:tc>
          <w:tcPr>
            <w:tcW w:w="283" w:type="dxa"/>
            <w:shd w:val="clear" w:color="auto" w:fill="DDD9C3" w:themeFill="background2" w:themeFillShade="E6"/>
            <w:vAlign w:val="center"/>
          </w:tcPr>
          <w:p w14:paraId="7FAB949B" w14:textId="77777777" w:rsidR="0036353C" w:rsidRPr="00FB7E09" w:rsidRDefault="0036353C" w:rsidP="00B8479A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9636" w:type="dxa"/>
            <w:gridSpan w:val="4"/>
            <w:shd w:val="clear" w:color="auto" w:fill="DDD9C3" w:themeFill="background2" w:themeFillShade="E6"/>
            <w:vAlign w:val="center"/>
          </w:tcPr>
          <w:p w14:paraId="3E22837F" w14:textId="6507CACA" w:rsidR="0036353C" w:rsidRPr="00FB7E09" w:rsidRDefault="0036353C" w:rsidP="00B8479A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78250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Období prvních 6 měsíců adaptačního procesu</w:t>
            </w:r>
          </w:p>
        </w:tc>
        <w:tc>
          <w:tcPr>
            <w:tcW w:w="283" w:type="dxa"/>
            <w:shd w:val="clear" w:color="auto" w:fill="DDD9C3" w:themeFill="background2" w:themeFillShade="E6"/>
            <w:vAlign w:val="center"/>
          </w:tcPr>
          <w:p w14:paraId="4D1B6AE4" w14:textId="77777777" w:rsidR="0036353C" w:rsidRPr="00FB7E09" w:rsidRDefault="0036353C" w:rsidP="00B8479A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B8479A" w:rsidRPr="00FB7E09" w14:paraId="0EE2670E" w14:textId="77777777" w:rsidTr="00D5190A">
        <w:trPr>
          <w:trHeight w:val="369"/>
        </w:trPr>
        <w:tc>
          <w:tcPr>
            <w:tcW w:w="283" w:type="dxa"/>
            <w:shd w:val="clear" w:color="auto" w:fill="DDD9C3" w:themeFill="background2" w:themeFillShade="E6"/>
          </w:tcPr>
          <w:p w14:paraId="54F9D004" w14:textId="77777777" w:rsidR="00B8479A" w:rsidRPr="00FB7E09" w:rsidRDefault="00B8479A" w:rsidP="00235F2A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DDD9C3" w:themeFill="background2" w:themeFillShade="E6"/>
            <w:vAlign w:val="center"/>
          </w:tcPr>
          <w:p w14:paraId="0EADFECD" w14:textId="77777777" w:rsidR="00B8479A" w:rsidRPr="00B8479A" w:rsidRDefault="00B8479A" w:rsidP="00B8479A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B8479A">
              <w:rPr>
                <w:rFonts w:ascii="Arial" w:eastAsia="Calibri" w:hAnsi="Arial" w:cs="Arial"/>
                <w:b/>
                <w:sz w:val="16"/>
                <w:szCs w:val="16"/>
              </w:rPr>
              <w:t>Činnosti a úkoly</w:t>
            </w:r>
          </w:p>
        </w:tc>
        <w:tc>
          <w:tcPr>
            <w:tcW w:w="2409" w:type="dxa"/>
            <w:tcBorders>
              <w:bottom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4414ADAD" w14:textId="77777777" w:rsidR="00B8479A" w:rsidRPr="00FB7E09" w:rsidRDefault="00B8479A" w:rsidP="00B8479A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t>Název činnosti/úkolu</w:t>
            </w:r>
          </w:p>
        </w:tc>
        <w:tc>
          <w:tcPr>
            <w:tcW w:w="2409" w:type="dxa"/>
            <w:tcBorders>
              <w:bottom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6857B052" w14:textId="77777777" w:rsidR="00B8479A" w:rsidRPr="00FB7E09" w:rsidRDefault="00B8479A" w:rsidP="00B8479A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t>Datum plnění</w:t>
            </w:r>
          </w:p>
        </w:tc>
        <w:tc>
          <w:tcPr>
            <w:tcW w:w="2409" w:type="dxa"/>
            <w:tcBorders>
              <w:bottom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071417E7" w14:textId="33087421" w:rsidR="00B8479A" w:rsidRPr="00FB7E09" w:rsidRDefault="00B8479A" w:rsidP="00B8479A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t>Hodnocení</w:t>
            </w:r>
          </w:p>
        </w:tc>
        <w:tc>
          <w:tcPr>
            <w:tcW w:w="283" w:type="dxa"/>
            <w:shd w:val="clear" w:color="auto" w:fill="DDD9C3" w:themeFill="background2" w:themeFillShade="E6"/>
          </w:tcPr>
          <w:p w14:paraId="28E5B1CA" w14:textId="77777777" w:rsidR="00B8479A" w:rsidRPr="00FB7E09" w:rsidRDefault="00B8479A" w:rsidP="00235F2A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B8479A" w:rsidRPr="00FB7E09" w14:paraId="75E84592" w14:textId="77777777" w:rsidTr="00D5190A">
        <w:trPr>
          <w:trHeight w:val="369"/>
        </w:trPr>
        <w:tc>
          <w:tcPr>
            <w:tcW w:w="283" w:type="dxa"/>
            <w:shd w:val="clear" w:color="auto" w:fill="DDD9C3" w:themeFill="background2" w:themeFillShade="E6"/>
          </w:tcPr>
          <w:p w14:paraId="1E98414E" w14:textId="77777777" w:rsidR="00B8479A" w:rsidRPr="00FB7E09" w:rsidRDefault="00B8479A" w:rsidP="00235F2A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520E102C" w14:textId="77777777" w:rsidR="00B8479A" w:rsidRPr="00B8479A" w:rsidRDefault="00B8479A" w:rsidP="00235F2A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008F42BA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12FF8BC6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70A1F93A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10E32AA9" w14:textId="77777777" w:rsidR="00B8479A" w:rsidRPr="00FB7E09" w:rsidRDefault="00B8479A" w:rsidP="00235F2A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B8479A" w:rsidRPr="00FB7E09" w14:paraId="74494014" w14:textId="77777777" w:rsidTr="00D5190A">
        <w:trPr>
          <w:trHeight w:val="369"/>
        </w:trPr>
        <w:tc>
          <w:tcPr>
            <w:tcW w:w="283" w:type="dxa"/>
            <w:shd w:val="clear" w:color="auto" w:fill="DDD9C3" w:themeFill="background2" w:themeFillShade="E6"/>
          </w:tcPr>
          <w:p w14:paraId="6AC1EA5F" w14:textId="77777777" w:rsidR="00B8479A" w:rsidRPr="00FB7E09" w:rsidRDefault="00B8479A" w:rsidP="00235F2A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2C4933C7" w14:textId="77777777" w:rsidR="00B8479A" w:rsidRPr="00B8479A" w:rsidRDefault="00B8479A" w:rsidP="00235F2A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0F54170A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28048186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4FE9AF92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53014F3A" w14:textId="77777777" w:rsidR="00B8479A" w:rsidRPr="00FB7E09" w:rsidRDefault="00B8479A" w:rsidP="00235F2A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B8479A" w:rsidRPr="00FB7E09" w14:paraId="0CBA0233" w14:textId="77777777" w:rsidTr="00D5190A">
        <w:trPr>
          <w:trHeight w:val="369"/>
        </w:trPr>
        <w:tc>
          <w:tcPr>
            <w:tcW w:w="283" w:type="dxa"/>
            <w:shd w:val="clear" w:color="auto" w:fill="DDD9C3" w:themeFill="background2" w:themeFillShade="E6"/>
          </w:tcPr>
          <w:p w14:paraId="392C4191" w14:textId="77777777" w:rsidR="00B8479A" w:rsidRPr="00FB7E09" w:rsidRDefault="00B8479A" w:rsidP="00235F2A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71DC2CB7" w14:textId="77777777" w:rsidR="00B8479A" w:rsidRPr="00B8479A" w:rsidRDefault="00B8479A" w:rsidP="00235F2A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26AC6EE7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40276883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42E14634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574EFFD9" w14:textId="77777777" w:rsidR="00B8479A" w:rsidRPr="00FB7E09" w:rsidRDefault="00B8479A" w:rsidP="00235F2A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B8479A" w:rsidRPr="00FB7E09" w14:paraId="3B241EFA" w14:textId="77777777" w:rsidTr="00D5190A">
        <w:trPr>
          <w:trHeight w:val="369"/>
        </w:trPr>
        <w:tc>
          <w:tcPr>
            <w:tcW w:w="283" w:type="dxa"/>
            <w:shd w:val="clear" w:color="auto" w:fill="DDD9C3" w:themeFill="background2" w:themeFillShade="E6"/>
          </w:tcPr>
          <w:p w14:paraId="56F31440" w14:textId="77777777" w:rsidR="00B8479A" w:rsidRPr="00FB7E09" w:rsidRDefault="00B8479A" w:rsidP="00235F2A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DDD9C3" w:themeFill="background2" w:themeFillShade="E6"/>
            <w:vAlign w:val="center"/>
          </w:tcPr>
          <w:p w14:paraId="465CBE28" w14:textId="784D31CB" w:rsidR="00B8479A" w:rsidRPr="00B8479A" w:rsidRDefault="00B8479A" w:rsidP="00B8479A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B8479A">
              <w:rPr>
                <w:rFonts w:ascii="Arial" w:eastAsia="Calibri" w:hAnsi="Arial" w:cs="Arial"/>
                <w:b/>
                <w:sz w:val="16"/>
                <w:szCs w:val="16"/>
              </w:rPr>
              <w:t xml:space="preserve">Adaptační aktivity </w:t>
            </w:r>
          </w:p>
        </w:tc>
        <w:tc>
          <w:tcPr>
            <w:tcW w:w="2409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6EF7D560" w14:textId="77777777" w:rsidR="00B8479A" w:rsidRPr="00FB7E09" w:rsidRDefault="00B8479A" w:rsidP="00B8479A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t>Povinné</w:t>
            </w:r>
          </w:p>
        </w:tc>
        <w:tc>
          <w:tcPr>
            <w:tcW w:w="2409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34C1C3B4" w14:textId="77777777" w:rsidR="00B8479A" w:rsidRPr="00FB7E09" w:rsidRDefault="00B8479A" w:rsidP="00B8479A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t>Datum plnění</w:t>
            </w:r>
          </w:p>
        </w:tc>
        <w:tc>
          <w:tcPr>
            <w:tcW w:w="2409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087DA596" w14:textId="77777777" w:rsidR="00B8479A" w:rsidRPr="00FB7E09" w:rsidRDefault="00B8479A" w:rsidP="00B8479A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t>Hodnocení</w:t>
            </w:r>
          </w:p>
        </w:tc>
        <w:tc>
          <w:tcPr>
            <w:tcW w:w="283" w:type="dxa"/>
            <w:shd w:val="clear" w:color="auto" w:fill="DDD9C3" w:themeFill="background2" w:themeFillShade="E6"/>
          </w:tcPr>
          <w:p w14:paraId="5746331F" w14:textId="77777777" w:rsidR="00B8479A" w:rsidRPr="00FB7E09" w:rsidRDefault="00B8479A" w:rsidP="00235F2A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B8479A" w:rsidRPr="00FB7E09" w14:paraId="6B081D94" w14:textId="77777777" w:rsidTr="00D5190A">
        <w:trPr>
          <w:trHeight w:val="369"/>
        </w:trPr>
        <w:tc>
          <w:tcPr>
            <w:tcW w:w="283" w:type="dxa"/>
            <w:shd w:val="clear" w:color="auto" w:fill="DDD9C3" w:themeFill="background2" w:themeFillShade="E6"/>
          </w:tcPr>
          <w:p w14:paraId="73C53A2E" w14:textId="77777777" w:rsidR="00B8479A" w:rsidRPr="00FB7E09" w:rsidRDefault="00B8479A" w:rsidP="00235F2A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7055DCFC" w14:textId="447C4131" w:rsidR="00B8479A" w:rsidRPr="00B8479A" w:rsidRDefault="00B8479A" w:rsidP="00235F2A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B8479A">
              <w:rPr>
                <w:rFonts w:ascii="Arial" w:eastAsia="Calibri" w:hAnsi="Arial" w:cs="Arial"/>
                <w:b/>
                <w:sz w:val="16"/>
                <w:szCs w:val="16"/>
              </w:rPr>
              <w:t>(dlouhodobější)</w:t>
            </w: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290BAD81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400BEE60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24C4C1C7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2B4AAE29" w14:textId="77777777" w:rsidR="00B8479A" w:rsidRPr="00FB7E09" w:rsidRDefault="00B8479A" w:rsidP="00235F2A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B8479A" w:rsidRPr="00FB7E09" w14:paraId="525D0E7F" w14:textId="77777777" w:rsidTr="00D5190A">
        <w:trPr>
          <w:trHeight w:val="369"/>
        </w:trPr>
        <w:tc>
          <w:tcPr>
            <w:tcW w:w="283" w:type="dxa"/>
            <w:shd w:val="clear" w:color="auto" w:fill="DDD9C3" w:themeFill="background2" w:themeFillShade="E6"/>
          </w:tcPr>
          <w:p w14:paraId="3163A9EE" w14:textId="77777777" w:rsidR="00B8479A" w:rsidRPr="00FB7E09" w:rsidRDefault="00B8479A" w:rsidP="00235F2A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577AF058" w14:textId="77777777" w:rsidR="00B8479A" w:rsidRPr="00B8479A" w:rsidRDefault="00B8479A" w:rsidP="00235F2A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2263347D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52E1750D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2E54652A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76B9D63E" w14:textId="77777777" w:rsidR="00B8479A" w:rsidRPr="00FB7E09" w:rsidRDefault="00B8479A" w:rsidP="00235F2A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B8479A" w:rsidRPr="00FB7E09" w14:paraId="33014789" w14:textId="77777777" w:rsidTr="00D5190A">
        <w:trPr>
          <w:trHeight w:val="369"/>
        </w:trPr>
        <w:tc>
          <w:tcPr>
            <w:tcW w:w="283" w:type="dxa"/>
            <w:shd w:val="clear" w:color="auto" w:fill="DDD9C3" w:themeFill="background2" w:themeFillShade="E6"/>
          </w:tcPr>
          <w:p w14:paraId="5701EF48" w14:textId="77777777" w:rsidR="00B8479A" w:rsidRPr="00FB7E09" w:rsidRDefault="00B8479A" w:rsidP="00235F2A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00459280" w14:textId="77777777" w:rsidR="00B8479A" w:rsidRPr="00B8479A" w:rsidRDefault="00B8479A" w:rsidP="00235F2A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0811D6DA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2F6C0BF7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5F13CF5F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16075980" w14:textId="77777777" w:rsidR="00B8479A" w:rsidRPr="00FB7E09" w:rsidRDefault="00B8479A" w:rsidP="00235F2A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B8479A" w:rsidRPr="00FB7E09" w14:paraId="3C891DEC" w14:textId="77777777" w:rsidTr="00D5190A">
        <w:trPr>
          <w:trHeight w:val="369"/>
        </w:trPr>
        <w:tc>
          <w:tcPr>
            <w:tcW w:w="283" w:type="dxa"/>
            <w:shd w:val="clear" w:color="auto" w:fill="DDD9C3" w:themeFill="background2" w:themeFillShade="E6"/>
          </w:tcPr>
          <w:p w14:paraId="532229E9" w14:textId="77777777" w:rsidR="00B8479A" w:rsidRPr="00FB7E09" w:rsidRDefault="00B8479A" w:rsidP="00B8479A">
            <w:pPr>
              <w:keepNext/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DDD9C3" w:themeFill="background2" w:themeFillShade="E6"/>
          </w:tcPr>
          <w:p w14:paraId="60AEB2FF" w14:textId="77777777" w:rsidR="00B8479A" w:rsidRPr="00FB7E09" w:rsidRDefault="00B8479A" w:rsidP="00B8479A">
            <w:pPr>
              <w:keepNext/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2915DB4C" w14:textId="77777777" w:rsidR="00B8479A" w:rsidRPr="00FB7E09" w:rsidRDefault="00B8479A" w:rsidP="00B8479A">
            <w:pPr>
              <w:keepNext/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t>Doporučené</w:t>
            </w:r>
          </w:p>
        </w:tc>
        <w:tc>
          <w:tcPr>
            <w:tcW w:w="2409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468AB359" w14:textId="77777777" w:rsidR="00B8479A" w:rsidRPr="00FB7E09" w:rsidRDefault="00B8479A" w:rsidP="00B8479A">
            <w:pPr>
              <w:keepNext/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t>Datum plnění</w:t>
            </w:r>
          </w:p>
        </w:tc>
        <w:tc>
          <w:tcPr>
            <w:tcW w:w="2409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520F34C6" w14:textId="77777777" w:rsidR="00B8479A" w:rsidRPr="00FB7E09" w:rsidRDefault="00B8479A" w:rsidP="00B8479A">
            <w:pPr>
              <w:keepNext/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t>Hodnocení</w:t>
            </w:r>
          </w:p>
        </w:tc>
        <w:tc>
          <w:tcPr>
            <w:tcW w:w="283" w:type="dxa"/>
            <w:shd w:val="clear" w:color="auto" w:fill="DDD9C3" w:themeFill="background2" w:themeFillShade="E6"/>
          </w:tcPr>
          <w:p w14:paraId="2C6868CC" w14:textId="77777777" w:rsidR="00B8479A" w:rsidRPr="00FB7E09" w:rsidRDefault="00B8479A" w:rsidP="00B8479A">
            <w:pPr>
              <w:keepNext/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B8479A" w:rsidRPr="00FB7E09" w14:paraId="5F59AD51" w14:textId="77777777" w:rsidTr="00D5190A">
        <w:trPr>
          <w:trHeight w:val="369"/>
        </w:trPr>
        <w:tc>
          <w:tcPr>
            <w:tcW w:w="283" w:type="dxa"/>
            <w:shd w:val="clear" w:color="auto" w:fill="DDD9C3" w:themeFill="background2" w:themeFillShade="E6"/>
          </w:tcPr>
          <w:p w14:paraId="734DA8F8" w14:textId="77777777" w:rsidR="00B8479A" w:rsidRPr="00FB7E09" w:rsidRDefault="00B8479A" w:rsidP="00B8479A">
            <w:pPr>
              <w:keepNext/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055821D1" w14:textId="77777777" w:rsidR="00B8479A" w:rsidRPr="00FB7E09" w:rsidRDefault="00B8479A" w:rsidP="00B8479A">
            <w:pPr>
              <w:keepNext/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2115FBCF" w14:textId="77777777" w:rsidR="00B8479A" w:rsidRPr="00FB7E09" w:rsidRDefault="00B8479A" w:rsidP="00B8479A">
            <w:pPr>
              <w:keepNext/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636A0678" w14:textId="77777777" w:rsidR="00B8479A" w:rsidRPr="00FB7E09" w:rsidRDefault="00B8479A" w:rsidP="00B8479A">
            <w:pPr>
              <w:keepNext/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7587145D" w14:textId="77777777" w:rsidR="00B8479A" w:rsidRPr="00FB7E09" w:rsidRDefault="00B8479A" w:rsidP="00B8479A">
            <w:pPr>
              <w:keepNext/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5A252DC4" w14:textId="77777777" w:rsidR="00B8479A" w:rsidRPr="00FB7E09" w:rsidRDefault="00B8479A" w:rsidP="00B8479A">
            <w:pPr>
              <w:keepNext/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B8479A" w:rsidRPr="00FB7E09" w14:paraId="53246D51" w14:textId="77777777" w:rsidTr="00D5190A">
        <w:trPr>
          <w:trHeight w:val="369"/>
        </w:trPr>
        <w:tc>
          <w:tcPr>
            <w:tcW w:w="283" w:type="dxa"/>
            <w:shd w:val="clear" w:color="auto" w:fill="DDD9C3" w:themeFill="background2" w:themeFillShade="E6"/>
          </w:tcPr>
          <w:p w14:paraId="0E5AD299" w14:textId="77777777" w:rsidR="00B8479A" w:rsidRPr="00FB7E09" w:rsidRDefault="00B8479A" w:rsidP="00235F2A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4D4DE6B6" w14:textId="77777777" w:rsidR="00B8479A" w:rsidRPr="00FB7E09" w:rsidRDefault="00B8479A" w:rsidP="00235F2A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4098B79F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3DC930FE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6A695F21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6773738A" w14:textId="77777777" w:rsidR="00B8479A" w:rsidRPr="00FB7E09" w:rsidRDefault="00B8479A" w:rsidP="00235F2A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B8479A" w:rsidRPr="00FB7E09" w14:paraId="7D9610AF" w14:textId="77777777" w:rsidTr="00D5190A">
        <w:trPr>
          <w:trHeight w:val="369"/>
        </w:trPr>
        <w:tc>
          <w:tcPr>
            <w:tcW w:w="283" w:type="dxa"/>
            <w:shd w:val="clear" w:color="auto" w:fill="DDD9C3" w:themeFill="background2" w:themeFillShade="E6"/>
          </w:tcPr>
          <w:p w14:paraId="3782A3C1" w14:textId="77777777" w:rsidR="00B8479A" w:rsidRPr="00FB7E09" w:rsidRDefault="00B8479A" w:rsidP="00235F2A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29D0E919" w14:textId="77777777" w:rsidR="00B8479A" w:rsidRPr="00FB7E09" w:rsidRDefault="00B8479A" w:rsidP="00235F2A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4E8B3095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4CD3AF6D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6FFDC6A1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75BA0D1D" w14:textId="77777777" w:rsidR="00B8479A" w:rsidRPr="00FB7E09" w:rsidRDefault="00B8479A" w:rsidP="00235F2A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B8479A" w:rsidRPr="00FB7E09" w14:paraId="343DCF31" w14:textId="77777777" w:rsidTr="00D5190A">
        <w:trPr>
          <w:trHeight w:val="369"/>
        </w:trPr>
        <w:tc>
          <w:tcPr>
            <w:tcW w:w="283" w:type="dxa"/>
            <w:shd w:val="clear" w:color="auto" w:fill="DDD9C3" w:themeFill="background2" w:themeFillShade="E6"/>
          </w:tcPr>
          <w:p w14:paraId="010B1339" w14:textId="77777777" w:rsidR="00B8479A" w:rsidRPr="00FB7E09" w:rsidRDefault="00B8479A" w:rsidP="00D5190A">
            <w:pPr>
              <w:keepNext/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DDD9C3" w:themeFill="background2" w:themeFillShade="E6"/>
            <w:vAlign w:val="center"/>
          </w:tcPr>
          <w:p w14:paraId="20ED18BF" w14:textId="12208411" w:rsidR="00B8479A" w:rsidRPr="00FB7E09" w:rsidRDefault="00B8479A" w:rsidP="00D5190A">
            <w:pPr>
              <w:keepNext/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t xml:space="preserve">Vzdělávací aktivity </w:t>
            </w:r>
          </w:p>
        </w:tc>
        <w:tc>
          <w:tcPr>
            <w:tcW w:w="2409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42DB2337" w14:textId="77777777" w:rsidR="00B8479A" w:rsidRPr="00FB7E09" w:rsidRDefault="00B8479A" w:rsidP="00D5190A">
            <w:pPr>
              <w:keepNext/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t>Povinné</w:t>
            </w:r>
          </w:p>
        </w:tc>
        <w:tc>
          <w:tcPr>
            <w:tcW w:w="2409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6BE2D36D" w14:textId="77777777" w:rsidR="00B8479A" w:rsidRPr="00FB7E09" w:rsidRDefault="00B8479A" w:rsidP="00D5190A">
            <w:pPr>
              <w:keepNext/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t>Datum plnění</w:t>
            </w:r>
          </w:p>
        </w:tc>
        <w:tc>
          <w:tcPr>
            <w:tcW w:w="2409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77D5E80B" w14:textId="77777777" w:rsidR="00B8479A" w:rsidRPr="00FB7E09" w:rsidRDefault="00B8479A" w:rsidP="00D5190A">
            <w:pPr>
              <w:keepNext/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t>Hodnocení</w:t>
            </w:r>
          </w:p>
        </w:tc>
        <w:tc>
          <w:tcPr>
            <w:tcW w:w="283" w:type="dxa"/>
            <w:shd w:val="clear" w:color="auto" w:fill="DDD9C3" w:themeFill="background2" w:themeFillShade="E6"/>
          </w:tcPr>
          <w:p w14:paraId="6433D9F7" w14:textId="77777777" w:rsidR="00B8479A" w:rsidRPr="00FB7E09" w:rsidRDefault="00B8479A" w:rsidP="00D5190A">
            <w:pPr>
              <w:keepNext/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B8479A" w:rsidRPr="00FB7E09" w14:paraId="5B36B638" w14:textId="77777777" w:rsidTr="00D5190A">
        <w:trPr>
          <w:trHeight w:val="369"/>
        </w:trPr>
        <w:tc>
          <w:tcPr>
            <w:tcW w:w="283" w:type="dxa"/>
            <w:shd w:val="clear" w:color="auto" w:fill="DDD9C3" w:themeFill="background2" w:themeFillShade="E6"/>
          </w:tcPr>
          <w:p w14:paraId="42426B4F" w14:textId="77777777" w:rsidR="00B8479A" w:rsidRPr="00FB7E09" w:rsidRDefault="00B8479A" w:rsidP="00D5190A">
            <w:pPr>
              <w:keepNext/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091B8DBE" w14:textId="04773CA6" w:rsidR="00B8479A" w:rsidRPr="00FB7E09" w:rsidRDefault="00B8479A" w:rsidP="00D5190A">
            <w:pPr>
              <w:keepNext/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t>(dlouhodobější)</w:t>
            </w: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011975EA" w14:textId="77777777" w:rsidR="00B8479A" w:rsidRPr="00FB7E09" w:rsidRDefault="00B8479A" w:rsidP="00D5190A">
            <w:pPr>
              <w:keepNext/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48CD34D9" w14:textId="77777777" w:rsidR="00B8479A" w:rsidRPr="00FB7E09" w:rsidRDefault="00B8479A" w:rsidP="00D5190A">
            <w:pPr>
              <w:keepNext/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0371546F" w14:textId="77777777" w:rsidR="00B8479A" w:rsidRPr="00FB7E09" w:rsidRDefault="00B8479A" w:rsidP="00D5190A">
            <w:pPr>
              <w:keepNext/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2DC0DEF9" w14:textId="77777777" w:rsidR="00B8479A" w:rsidRPr="00FB7E09" w:rsidRDefault="00B8479A" w:rsidP="00D5190A">
            <w:pPr>
              <w:keepNext/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B8479A" w:rsidRPr="00FB7E09" w14:paraId="0867A667" w14:textId="77777777" w:rsidTr="00D5190A">
        <w:trPr>
          <w:trHeight w:val="369"/>
        </w:trPr>
        <w:tc>
          <w:tcPr>
            <w:tcW w:w="283" w:type="dxa"/>
            <w:shd w:val="clear" w:color="auto" w:fill="DDD9C3" w:themeFill="background2" w:themeFillShade="E6"/>
          </w:tcPr>
          <w:p w14:paraId="5CF97249" w14:textId="77777777" w:rsidR="00B8479A" w:rsidRPr="00FB7E09" w:rsidRDefault="00B8479A" w:rsidP="00235F2A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68A24298" w14:textId="77777777" w:rsidR="00B8479A" w:rsidRPr="00FB7E09" w:rsidRDefault="00B8479A" w:rsidP="00235F2A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33E1A686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72BE2C55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04B7A7ED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14B1E9EB" w14:textId="77777777" w:rsidR="00B8479A" w:rsidRPr="00FB7E09" w:rsidRDefault="00B8479A" w:rsidP="00235F2A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B8479A" w:rsidRPr="00FB7E09" w14:paraId="6EC1430F" w14:textId="77777777" w:rsidTr="00D5190A">
        <w:trPr>
          <w:trHeight w:val="369"/>
        </w:trPr>
        <w:tc>
          <w:tcPr>
            <w:tcW w:w="283" w:type="dxa"/>
            <w:shd w:val="clear" w:color="auto" w:fill="DDD9C3" w:themeFill="background2" w:themeFillShade="E6"/>
          </w:tcPr>
          <w:p w14:paraId="0B678295" w14:textId="77777777" w:rsidR="00B8479A" w:rsidRPr="00FB7E09" w:rsidRDefault="00B8479A" w:rsidP="00235F2A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1D093458" w14:textId="77777777" w:rsidR="00B8479A" w:rsidRPr="00FB7E09" w:rsidRDefault="00B8479A" w:rsidP="00235F2A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0529DFE0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327E47ED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319A27BD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01F352EF" w14:textId="77777777" w:rsidR="00B8479A" w:rsidRPr="00FB7E09" w:rsidRDefault="00B8479A" w:rsidP="00235F2A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B8479A" w:rsidRPr="00FB7E09" w14:paraId="218203A1" w14:textId="77777777" w:rsidTr="00D5190A">
        <w:trPr>
          <w:trHeight w:val="369"/>
        </w:trPr>
        <w:tc>
          <w:tcPr>
            <w:tcW w:w="283" w:type="dxa"/>
            <w:shd w:val="clear" w:color="auto" w:fill="DDD9C3" w:themeFill="background2" w:themeFillShade="E6"/>
          </w:tcPr>
          <w:p w14:paraId="0736850D" w14:textId="77777777" w:rsidR="00B8479A" w:rsidRPr="00FB7E09" w:rsidRDefault="00B8479A" w:rsidP="00235F2A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DDD9C3" w:themeFill="background2" w:themeFillShade="E6"/>
          </w:tcPr>
          <w:p w14:paraId="519AEBA9" w14:textId="77777777" w:rsidR="00B8479A" w:rsidRPr="00FB7E09" w:rsidRDefault="00B8479A" w:rsidP="00235F2A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3F4F851E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t>Doporučené</w:t>
            </w:r>
          </w:p>
        </w:tc>
        <w:tc>
          <w:tcPr>
            <w:tcW w:w="2409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68B297C1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t>Datum plnění</w:t>
            </w:r>
          </w:p>
        </w:tc>
        <w:tc>
          <w:tcPr>
            <w:tcW w:w="2409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2674A85F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t>Hodnocení</w:t>
            </w:r>
          </w:p>
        </w:tc>
        <w:tc>
          <w:tcPr>
            <w:tcW w:w="283" w:type="dxa"/>
            <w:shd w:val="clear" w:color="auto" w:fill="DDD9C3" w:themeFill="background2" w:themeFillShade="E6"/>
          </w:tcPr>
          <w:p w14:paraId="646C1582" w14:textId="77777777" w:rsidR="00B8479A" w:rsidRPr="00FB7E09" w:rsidRDefault="00B8479A" w:rsidP="00235F2A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B8479A" w:rsidRPr="00FB7E09" w14:paraId="79B098F9" w14:textId="77777777" w:rsidTr="00D5190A">
        <w:trPr>
          <w:trHeight w:val="369"/>
        </w:trPr>
        <w:tc>
          <w:tcPr>
            <w:tcW w:w="283" w:type="dxa"/>
            <w:shd w:val="clear" w:color="auto" w:fill="DDD9C3" w:themeFill="background2" w:themeFillShade="E6"/>
          </w:tcPr>
          <w:p w14:paraId="13D20471" w14:textId="77777777" w:rsidR="00B8479A" w:rsidRPr="00FB7E09" w:rsidRDefault="00B8479A" w:rsidP="00235F2A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7B012B6E" w14:textId="77777777" w:rsidR="00B8479A" w:rsidRPr="00FB7E09" w:rsidRDefault="00B8479A" w:rsidP="00235F2A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76EC06A1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57C74F70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143F6CC2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603C059F" w14:textId="77777777" w:rsidR="00B8479A" w:rsidRPr="00FB7E09" w:rsidRDefault="00B8479A" w:rsidP="00235F2A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B8479A" w:rsidRPr="00FB7E09" w14:paraId="7909DAF8" w14:textId="77777777" w:rsidTr="00D5190A">
        <w:trPr>
          <w:trHeight w:val="369"/>
        </w:trPr>
        <w:tc>
          <w:tcPr>
            <w:tcW w:w="283" w:type="dxa"/>
            <w:shd w:val="clear" w:color="auto" w:fill="DDD9C3" w:themeFill="background2" w:themeFillShade="E6"/>
          </w:tcPr>
          <w:p w14:paraId="06E97E19" w14:textId="77777777" w:rsidR="00B8479A" w:rsidRPr="00FB7E09" w:rsidRDefault="00B8479A" w:rsidP="00235F2A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46973F4D" w14:textId="77777777" w:rsidR="00B8479A" w:rsidRPr="00FB7E09" w:rsidRDefault="00B8479A" w:rsidP="00235F2A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33644BFC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29C3C250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560240A4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2F76BBA8" w14:textId="77777777" w:rsidR="00B8479A" w:rsidRPr="00FB7E09" w:rsidRDefault="00B8479A" w:rsidP="00235F2A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B8479A" w:rsidRPr="00FB7E09" w14:paraId="74D25719" w14:textId="77777777" w:rsidTr="00D5190A">
        <w:trPr>
          <w:trHeight w:val="369"/>
        </w:trPr>
        <w:tc>
          <w:tcPr>
            <w:tcW w:w="283" w:type="dxa"/>
            <w:shd w:val="clear" w:color="auto" w:fill="DDD9C3" w:themeFill="background2" w:themeFillShade="E6"/>
          </w:tcPr>
          <w:p w14:paraId="0A224C1D" w14:textId="77777777" w:rsidR="00B8479A" w:rsidRPr="00FB7E09" w:rsidRDefault="00B8479A" w:rsidP="00235F2A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60CEBD4A" w14:textId="77777777" w:rsidR="00B8479A" w:rsidRPr="00FB7E09" w:rsidRDefault="00B8479A" w:rsidP="00235F2A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7640A808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297B272E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749AD551" w14:textId="77777777" w:rsidR="00B8479A" w:rsidRPr="00FB7E09" w:rsidRDefault="00B8479A" w:rsidP="00687652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72F67ACF" w14:textId="77777777" w:rsidR="00B8479A" w:rsidRPr="00FB7E09" w:rsidRDefault="00B8479A" w:rsidP="00235F2A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FB7E09" w:rsidRPr="00FB7E09" w14:paraId="21E6714D" w14:textId="77777777" w:rsidTr="00782508">
        <w:tc>
          <w:tcPr>
            <w:tcW w:w="283" w:type="dxa"/>
            <w:shd w:val="clear" w:color="auto" w:fill="DDD9C3" w:themeFill="background2" w:themeFillShade="E6"/>
          </w:tcPr>
          <w:p w14:paraId="44645CAF" w14:textId="77777777" w:rsidR="00FB7E09" w:rsidRPr="00FB7E09" w:rsidRDefault="00FB7E09" w:rsidP="00235F2A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DDD9C3" w:themeFill="background2" w:themeFillShade="E6"/>
          </w:tcPr>
          <w:p w14:paraId="59447020" w14:textId="77777777" w:rsidR="00FB7E09" w:rsidRPr="00FB7E09" w:rsidRDefault="00FB7E09" w:rsidP="00235F2A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318E7190" w14:textId="77777777" w:rsidR="00FB7E09" w:rsidRPr="00FB7E09" w:rsidRDefault="00FB7E09" w:rsidP="00235F2A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40A77768" w14:textId="77777777" w:rsidR="00FB7E09" w:rsidRPr="00FB7E09" w:rsidRDefault="00FB7E09" w:rsidP="00235F2A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739C9F4E" w14:textId="77777777" w:rsidR="00FB7E09" w:rsidRPr="00FB7E09" w:rsidRDefault="00FB7E09" w:rsidP="00235F2A">
            <w:pPr>
              <w:snapToGrid w:val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DD9C3" w:themeFill="background2" w:themeFillShade="E6"/>
          </w:tcPr>
          <w:p w14:paraId="5A985AF6" w14:textId="77777777" w:rsidR="00FB7E09" w:rsidRPr="00FB7E09" w:rsidRDefault="00FB7E09" w:rsidP="00235F2A">
            <w:pPr>
              <w:snapToGrid w:val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</w:tbl>
    <w:p w14:paraId="0283436F" w14:textId="77777777" w:rsidR="00B61579" w:rsidRPr="00FB7E09" w:rsidRDefault="00B61579" w:rsidP="00661C9C">
      <w:pPr>
        <w:jc w:val="both"/>
        <w:rPr>
          <w:rFonts w:ascii="Arial" w:eastAsia="Calibri" w:hAnsi="Arial" w:cs="Arial"/>
          <w:b/>
          <w:sz w:val="16"/>
          <w:szCs w:val="16"/>
        </w:rPr>
      </w:pPr>
    </w:p>
    <w:tbl>
      <w:tblPr>
        <w:tblStyle w:val="Mkatabulky"/>
        <w:tblW w:w="10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DD9C3" w:themeFill="background2" w:themeFillShade="E6"/>
        <w:tblLook w:val="04A0" w:firstRow="1" w:lastRow="0" w:firstColumn="1" w:lastColumn="0" w:noHBand="0" w:noVBand="1"/>
      </w:tblPr>
      <w:tblGrid>
        <w:gridCol w:w="283"/>
        <w:gridCol w:w="7225"/>
        <w:gridCol w:w="2413"/>
        <w:gridCol w:w="283"/>
      </w:tblGrid>
      <w:tr w:rsidR="00FB7E09" w:rsidRPr="00B8479A" w14:paraId="465E8B6C" w14:textId="77777777" w:rsidTr="00B8479A">
        <w:trPr>
          <w:trHeight w:val="454"/>
        </w:trPr>
        <w:tc>
          <w:tcPr>
            <w:tcW w:w="283" w:type="dxa"/>
            <w:shd w:val="clear" w:color="auto" w:fill="DDD9C3" w:themeFill="background2" w:themeFillShade="E6"/>
            <w:vAlign w:val="center"/>
          </w:tcPr>
          <w:p w14:paraId="059E343C" w14:textId="77777777" w:rsidR="00FB7E09" w:rsidRPr="00B8479A" w:rsidRDefault="00FB7E09" w:rsidP="00B8479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7225" w:type="dxa"/>
            <w:shd w:val="clear" w:color="auto" w:fill="DDD9C3" w:themeFill="background2" w:themeFillShade="E6"/>
            <w:vAlign w:val="center"/>
          </w:tcPr>
          <w:p w14:paraId="21469161" w14:textId="2FD39301" w:rsidR="00FB7E09" w:rsidRPr="00B8479A" w:rsidRDefault="00687652" w:rsidP="00B8479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8479A">
              <w:rPr>
                <w:rFonts w:ascii="Arial" w:eastAsia="Calibri" w:hAnsi="Arial" w:cs="Arial"/>
                <w:b/>
                <w:sz w:val="20"/>
                <w:szCs w:val="20"/>
              </w:rPr>
              <w:t>Seznámení se s dokumenty, služebními a dalšími vnitřními předpisy</w:t>
            </w:r>
          </w:p>
        </w:tc>
        <w:tc>
          <w:tcPr>
            <w:tcW w:w="2413" w:type="dxa"/>
            <w:shd w:val="clear" w:color="auto" w:fill="DDD9C3" w:themeFill="background2" w:themeFillShade="E6"/>
            <w:vAlign w:val="center"/>
          </w:tcPr>
          <w:p w14:paraId="2B43F6D4" w14:textId="77777777" w:rsidR="00FB7E09" w:rsidRPr="00B8479A" w:rsidRDefault="00FB7E09" w:rsidP="00B8479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DDD9C3" w:themeFill="background2" w:themeFillShade="E6"/>
            <w:vAlign w:val="center"/>
          </w:tcPr>
          <w:p w14:paraId="6960EC85" w14:textId="77777777" w:rsidR="00FB7E09" w:rsidRPr="00B8479A" w:rsidRDefault="00FB7E09" w:rsidP="00B8479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FB7E09" w:rsidRPr="00FB7E09" w14:paraId="55D907F6" w14:textId="77777777" w:rsidTr="00782508">
        <w:trPr>
          <w:trHeight w:val="369"/>
        </w:trPr>
        <w:tc>
          <w:tcPr>
            <w:tcW w:w="283" w:type="dxa"/>
            <w:shd w:val="clear" w:color="auto" w:fill="DDD9C3" w:themeFill="background2" w:themeFillShade="E6"/>
            <w:vAlign w:val="center"/>
          </w:tcPr>
          <w:p w14:paraId="341797A9" w14:textId="77777777" w:rsidR="00FB7E09" w:rsidRPr="00FB7E09" w:rsidRDefault="00FB7E09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7225" w:type="dxa"/>
            <w:tcBorders>
              <w:bottom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0821F7AE" w14:textId="4D10047C" w:rsidR="00FB7E09" w:rsidRPr="00FB7E09" w:rsidRDefault="00FB7E09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t>Název dokumentu</w:t>
            </w:r>
          </w:p>
        </w:tc>
        <w:tc>
          <w:tcPr>
            <w:tcW w:w="2413" w:type="dxa"/>
            <w:tcBorders>
              <w:bottom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1A27740D" w14:textId="4059EA7B" w:rsidR="00FB7E09" w:rsidRPr="00FB7E09" w:rsidRDefault="00FB7E09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t>Datum seznámení</w:t>
            </w:r>
          </w:p>
        </w:tc>
        <w:tc>
          <w:tcPr>
            <w:tcW w:w="283" w:type="dxa"/>
            <w:shd w:val="clear" w:color="auto" w:fill="DDD9C3" w:themeFill="background2" w:themeFillShade="E6"/>
            <w:vAlign w:val="center"/>
          </w:tcPr>
          <w:p w14:paraId="769BE625" w14:textId="77777777" w:rsidR="00FB7E09" w:rsidRPr="00FB7E09" w:rsidRDefault="00FB7E09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FB7E09" w:rsidRPr="00FB7E09" w14:paraId="65218081" w14:textId="77777777" w:rsidTr="00782508">
        <w:trPr>
          <w:trHeight w:val="369"/>
        </w:trPr>
        <w:tc>
          <w:tcPr>
            <w:tcW w:w="283" w:type="dxa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02133F37" w14:textId="77777777" w:rsidR="00FB7E09" w:rsidRPr="00FB7E09" w:rsidRDefault="00FB7E09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7225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376CC21A" w14:textId="77777777" w:rsidR="00FB7E09" w:rsidRPr="00FB7E09" w:rsidRDefault="00FB7E09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13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625F1DDC" w14:textId="77777777" w:rsidR="00FB7E09" w:rsidRPr="00FB7E09" w:rsidRDefault="00FB7E09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76097D86" w14:textId="77777777" w:rsidR="00FB7E09" w:rsidRPr="00FB7E09" w:rsidRDefault="00FB7E09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FB7E09" w:rsidRPr="00FB7E09" w14:paraId="6D669CF4" w14:textId="77777777" w:rsidTr="00782508">
        <w:trPr>
          <w:trHeight w:val="369"/>
        </w:trPr>
        <w:tc>
          <w:tcPr>
            <w:tcW w:w="283" w:type="dxa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514BB43F" w14:textId="77777777" w:rsidR="00FB7E09" w:rsidRPr="00FB7E09" w:rsidRDefault="00FB7E09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7225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604EB77E" w14:textId="77777777" w:rsidR="00FB7E09" w:rsidRPr="00FB7E09" w:rsidRDefault="00FB7E09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13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46E2381C" w14:textId="77777777" w:rsidR="00FB7E09" w:rsidRPr="00FB7E09" w:rsidRDefault="00FB7E09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6F8F741E" w14:textId="77777777" w:rsidR="00FB7E09" w:rsidRPr="00FB7E09" w:rsidRDefault="00FB7E09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FB7E09" w:rsidRPr="00FB7E09" w14:paraId="53FFC551" w14:textId="77777777" w:rsidTr="00782508">
        <w:trPr>
          <w:trHeight w:val="369"/>
        </w:trPr>
        <w:tc>
          <w:tcPr>
            <w:tcW w:w="283" w:type="dxa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14A038CD" w14:textId="77777777" w:rsidR="00FB7E09" w:rsidRPr="00FB7E09" w:rsidRDefault="00FB7E09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7225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61AFC333" w14:textId="77777777" w:rsidR="00FB7E09" w:rsidRPr="00FB7E09" w:rsidRDefault="00FB7E09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13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2EE0543E" w14:textId="77777777" w:rsidR="00FB7E09" w:rsidRPr="00FB7E09" w:rsidRDefault="00FB7E09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6F0CAAC2" w14:textId="77777777" w:rsidR="00FB7E09" w:rsidRPr="00FB7E09" w:rsidRDefault="00FB7E09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FB7E09" w:rsidRPr="00FB7E09" w14:paraId="43C6EE24" w14:textId="77777777" w:rsidTr="00782508">
        <w:tc>
          <w:tcPr>
            <w:tcW w:w="283" w:type="dxa"/>
            <w:shd w:val="clear" w:color="auto" w:fill="DDD9C3" w:themeFill="background2" w:themeFillShade="E6"/>
          </w:tcPr>
          <w:p w14:paraId="1641A366" w14:textId="77777777" w:rsidR="00FB7E09" w:rsidRPr="00FB7E09" w:rsidRDefault="00FB7E09" w:rsidP="00661C9C">
            <w:pPr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7225" w:type="dxa"/>
            <w:tcBorders>
              <w:top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6F2633E7" w14:textId="77777777" w:rsidR="00FB7E09" w:rsidRPr="00FB7E09" w:rsidRDefault="00FB7E09" w:rsidP="00661C9C">
            <w:pPr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413" w:type="dxa"/>
            <w:tcBorders>
              <w:top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27A2196F" w14:textId="77777777" w:rsidR="00FB7E09" w:rsidRPr="00FB7E09" w:rsidRDefault="00FB7E09" w:rsidP="00661C9C">
            <w:pPr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DD9C3" w:themeFill="background2" w:themeFillShade="E6"/>
          </w:tcPr>
          <w:p w14:paraId="10B67C30" w14:textId="77777777" w:rsidR="00FB7E09" w:rsidRPr="00FB7E09" w:rsidRDefault="00FB7E09" w:rsidP="00661C9C">
            <w:pPr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</w:tbl>
    <w:p w14:paraId="7EE35C44" w14:textId="77777777" w:rsidR="00C72EF4" w:rsidRPr="00FB7E09" w:rsidRDefault="00C72EF4" w:rsidP="00661C9C">
      <w:pPr>
        <w:jc w:val="both"/>
        <w:rPr>
          <w:rFonts w:ascii="Arial" w:eastAsia="Calibri" w:hAnsi="Arial" w:cs="Arial"/>
          <w:b/>
          <w:sz w:val="16"/>
          <w:szCs w:val="16"/>
        </w:rPr>
      </w:pPr>
    </w:p>
    <w:tbl>
      <w:tblPr>
        <w:tblStyle w:val="Mkatabulky"/>
        <w:tblW w:w="10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DD9C3" w:themeFill="background2" w:themeFillShade="E6"/>
        <w:tblLook w:val="04A0" w:firstRow="1" w:lastRow="0" w:firstColumn="1" w:lastColumn="0" w:noHBand="0" w:noVBand="1"/>
      </w:tblPr>
      <w:tblGrid>
        <w:gridCol w:w="283"/>
        <w:gridCol w:w="3403"/>
        <w:gridCol w:w="850"/>
        <w:gridCol w:w="5385"/>
        <w:gridCol w:w="283"/>
      </w:tblGrid>
      <w:tr w:rsidR="00FB7E09" w:rsidRPr="00FB7E09" w14:paraId="28BACF2D" w14:textId="77777777" w:rsidTr="00782508">
        <w:tc>
          <w:tcPr>
            <w:tcW w:w="283" w:type="dxa"/>
            <w:shd w:val="clear" w:color="auto" w:fill="DDD9C3" w:themeFill="background2" w:themeFillShade="E6"/>
          </w:tcPr>
          <w:p w14:paraId="358D18AE" w14:textId="77777777" w:rsidR="00FB7E09" w:rsidRPr="00FB7E09" w:rsidRDefault="00FB7E09" w:rsidP="00235F2A">
            <w:pPr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4253" w:type="dxa"/>
            <w:gridSpan w:val="2"/>
            <w:shd w:val="clear" w:color="auto" w:fill="DDD9C3" w:themeFill="background2" w:themeFillShade="E6"/>
          </w:tcPr>
          <w:p w14:paraId="00F89BC3" w14:textId="77777777" w:rsidR="00FB7E09" w:rsidRPr="00FB7E09" w:rsidRDefault="00FB7E09" w:rsidP="00235F2A">
            <w:pPr>
              <w:jc w:val="both"/>
              <w:rPr>
                <w:rFonts w:ascii="Arial" w:eastAsia="Calibri" w:hAnsi="Arial" w:cs="Arial"/>
                <w:b/>
                <w:bCs/>
                <w:sz w:val="16"/>
                <w:szCs w:val="16"/>
                <w:shd w:val="clear" w:color="auto" w:fill="D9D9D9" w:themeFill="background1" w:themeFillShade="D9"/>
              </w:rPr>
            </w:pPr>
          </w:p>
        </w:tc>
        <w:tc>
          <w:tcPr>
            <w:tcW w:w="5385" w:type="dxa"/>
            <w:tcBorders>
              <w:bottom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5C7C456E" w14:textId="77777777" w:rsidR="00FB7E09" w:rsidRPr="00FB7E09" w:rsidRDefault="00FB7E09" w:rsidP="00235F2A">
            <w:pPr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DD9C3" w:themeFill="background2" w:themeFillShade="E6"/>
          </w:tcPr>
          <w:p w14:paraId="268072A4" w14:textId="77777777" w:rsidR="00FB7E09" w:rsidRPr="00FB7E09" w:rsidRDefault="00FB7E09" w:rsidP="00235F2A">
            <w:pPr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782508" w:rsidRPr="00FB7E09" w14:paraId="4251375B" w14:textId="77777777" w:rsidTr="00782508">
        <w:trPr>
          <w:trHeight w:val="369"/>
        </w:trPr>
        <w:tc>
          <w:tcPr>
            <w:tcW w:w="283" w:type="dxa"/>
            <w:shd w:val="clear" w:color="auto" w:fill="DDD9C3" w:themeFill="background2" w:themeFillShade="E6"/>
            <w:vAlign w:val="center"/>
          </w:tcPr>
          <w:p w14:paraId="21AAC3C5" w14:textId="77777777" w:rsidR="00FB7E09" w:rsidRPr="00FB7E09" w:rsidRDefault="00FB7E09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3403" w:type="dxa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2F252EEA" w14:textId="1814A5FB" w:rsidR="00FB7E09" w:rsidRPr="00782508" w:rsidRDefault="00FB7E09" w:rsidP="0036353C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782508">
              <w:rPr>
                <w:rFonts w:ascii="Arial" w:eastAsia="Calibri" w:hAnsi="Arial" w:cs="Arial"/>
                <w:b/>
                <w:sz w:val="18"/>
                <w:szCs w:val="18"/>
              </w:rPr>
              <w:t>Skončení adaptačního procesu dne:</w:t>
            </w:r>
          </w:p>
        </w:tc>
        <w:tc>
          <w:tcPr>
            <w:tcW w:w="6235" w:type="dxa"/>
            <w:gridSpan w:val="2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40859263" w14:textId="77777777" w:rsidR="00FB7E09" w:rsidRPr="00FB7E09" w:rsidRDefault="00FB7E09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5F4DAF76" w14:textId="77777777" w:rsidR="00FB7E09" w:rsidRPr="00FB7E09" w:rsidRDefault="00FB7E09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687652" w:rsidRPr="00FB7E09" w14:paraId="783AD7EA" w14:textId="77777777" w:rsidTr="00782508">
        <w:trPr>
          <w:trHeight w:val="369"/>
        </w:trPr>
        <w:tc>
          <w:tcPr>
            <w:tcW w:w="283" w:type="dxa"/>
            <w:shd w:val="clear" w:color="auto" w:fill="DDD9C3" w:themeFill="background2" w:themeFillShade="E6"/>
            <w:vAlign w:val="center"/>
          </w:tcPr>
          <w:p w14:paraId="40C570B4" w14:textId="77777777" w:rsidR="00687652" w:rsidRPr="00FB7E09" w:rsidRDefault="00687652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3403" w:type="dxa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718190A4" w14:textId="7D3E03E0" w:rsidR="00687652" w:rsidRPr="00782508" w:rsidRDefault="00687652" w:rsidP="0036353C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782508">
              <w:rPr>
                <w:rFonts w:ascii="Arial" w:eastAsia="Calibri" w:hAnsi="Arial" w:cs="Arial"/>
                <w:b/>
                <w:sz w:val="18"/>
                <w:szCs w:val="18"/>
              </w:rPr>
              <w:t>Vyhodnocení adaptačního procesu:</w:t>
            </w:r>
          </w:p>
        </w:tc>
        <w:tc>
          <w:tcPr>
            <w:tcW w:w="6235" w:type="dxa"/>
            <w:gridSpan w:val="2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1296C8F6" w14:textId="05F0B3EF" w:rsidR="00687652" w:rsidRPr="00FB7E09" w:rsidRDefault="00687652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3DA82FB4" w14:textId="77777777" w:rsidR="00687652" w:rsidRPr="00FB7E09" w:rsidRDefault="00687652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782508" w:rsidRPr="00FB7E09" w14:paraId="258ABB4F" w14:textId="77777777" w:rsidTr="00782508">
        <w:tc>
          <w:tcPr>
            <w:tcW w:w="283" w:type="dxa"/>
            <w:shd w:val="clear" w:color="auto" w:fill="DDD9C3" w:themeFill="background2" w:themeFillShade="E6"/>
          </w:tcPr>
          <w:p w14:paraId="651389A9" w14:textId="77777777" w:rsidR="00FB7E09" w:rsidRPr="00FB7E09" w:rsidRDefault="00FB7E09" w:rsidP="00235F2A">
            <w:pPr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4253" w:type="dxa"/>
            <w:gridSpan w:val="2"/>
            <w:shd w:val="clear" w:color="auto" w:fill="DDD9C3" w:themeFill="background2" w:themeFillShade="E6"/>
          </w:tcPr>
          <w:p w14:paraId="39950B8F" w14:textId="77777777" w:rsidR="00FB7E09" w:rsidRPr="00FB7E09" w:rsidRDefault="00FB7E09" w:rsidP="00235F2A">
            <w:pPr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5385" w:type="dxa"/>
            <w:tcBorders>
              <w:top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25E94DC2" w14:textId="77777777" w:rsidR="00FB7E09" w:rsidRPr="00FB7E09" w:rsidRDefault="00FB7E09" w:rsidP="00235F2A">
            <w:pPr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DD9C3" w:themeFill="background2" w:themeFillShade="E6"/>
          </w:tcPr>
          <w:p w14:paraId="0258D908" w14:textId="77777777" w:rsidR="00FB7E09" w:rsidRPr="00FB7E09" w:rsidRDefault="00FB7E09" w:rsidP="00235F2A">
            <w:pPr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</w:tbl>
    <w:p w14:paraId="69379A64" w14:textId="77777777" w:rsidR="006E1A04" w:rsidRPr="00FB7E09" w:rsidRDefault="006E1A04" w:rsidP="006E1A04">
      <w:pPr>
        <w:jc w:val="both"/>
        <w:rPr>
          <w:rFonts w:ascii="Arial" w:eastAsia="Calibri" w:hAnsi="Arial" w:cs="Arial"/>
          <w:b/>
          <w:sz w:val="16"/>
          <w:szCs w:val="16"/>
        </w:rPr>
      </w:pPr>
    </w:p>
    <w:tbl>
      <w:tblPr>
        <w:tblStyle w:val="Mkatabulky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DD9C3" w:themeFill="background2" w:themeFillShade="E6"/>
        <w:tblLook w:val="04A0" w:firstRow="1" w:lastRow="0" w:firstColumn="1" w:lastColumn="0" w:noHBand="0" w:noVBand="1"/>
      </w:tblPr>
      <w:tblGrid>
        <w:gridCol w:w="306"/>
        <w:gridCol w:w="2524"/>
        <w:gridCol w:w="7070"/>
        <w:gridCol w:w="306"/>
      </w:tblGrid>
      <w:tr w:rsidR="006423A3" w:rsidRPr="00B8479A" w14:paraId="0C8D3C8A" w14:textId="77777777" w:rsidTr="0072683D">
        <w:trPr>
          <w:trHeight w:val="454"/>
        </w:trPr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332AE7E0" w14:textId="77777777" w:rsidR="006423A3" w:rsidRPr="00B8479A" w:rsidRDefault="006423A3" w:rsidP="0036353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9594" w:type="dxa"/>
            <w:gridSpan w:val="2"/>
            <w:shd w:val="clear" w:color="auto" w:fill="DDD9C3" w:themeFill="background2" w:themeFillShade="E6"/>
            <w:vAlign w:val="center"/>
          </w:tcPr>
          <w:p w14:paraId="0E0ED030" w14:textId="3D99CCB0" w:rsidR="006423A3" w:rsidRPr="00B8479A" w:rsidRDefault="006423A3" w:rsidP="0068765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8479A">
              <w:rPr>
                <w:rFonts w:ascii="Arial" w:eastAsia="Calibri" w:hAnsi="Arial" w:cs="Arial"/>
                <w:b/>
                <w:sz w:val="20"/>
                <w:szCs w:val="20"/>
              </w:rPr>
              <w:t>Zpracoval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A46908">
              <w:rPr>
                <w:rFonts w:ascii="Arial" w:eastAsia="Calibri" w:hAnsi="Arial" w:cs="Arial"/>
                <w:b/>
                <w:sz w:val="20"/>
                <w:szCs w:val="20"/>
              </w:rPr>
              <w:t>(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bezprostředně nadřízený představený</w:t>
            </w:r>
            <w:r w:rsidR="00A46908">
              <w:rPr>
                <w:rFonts w:ascii="Arial" w:eastAsia="Calibri" w:hAnsi="Arial" w:cs="Arial"/>
                <w:b/>
                <w:sz w:val="20"/>
                <w:szCs w:val="20"/>
              </w:rPr>
              <w:t>)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69556840" w14:textId="77777777" w:rsidR="006423A3" w:rsidRPr="00B8479A" w:rsidRDefault="006423A3" w:rsidP="0036353C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687652" w:rsidRPr="00FB7E09" w14:paraId="5908B8FE" w14:textId="77777777" w:rsidTr="00687652">
        <w:trPr>
          <w:trHeight w:val="369"/>
        </w:trPr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21583315" w14:textId="77777777" w:rsidR="00FB7E09" w:rsidRPr="00FB7E09" w:rsidRDefault="00FB7E09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524" w:type="dxa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4FAC61E7" w14:textId="0DC2B78D" w:rsidR="00FB7E09" w:rsidRPr="00FB7E09" w:rsidRDefault="00FB7E09" w:rsidP="00687652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</w:rPr>
              <w:t>Titul, jméno a příjmení</w:t>
            </w:r>
          </w:p>
        </w:tc>
        <w:tc>
          <w:tcPr>
            <w:tcW w:w="7070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2334BA61" w14:textId="77777777" w:rsidR="00FB7E09" w:rsidRPr="00FB7E09" w:rsidRDefault="00FB7E09" w:rsidP="00687652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306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38DEDE73" w14:textId="77777777" w:rsidR="00FB7E09" w:rsidRPr="00FB7E09" w:rsidRDefault="00FB7E09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687652" w:rsidRPr="00FB7E09" w14:paraId="71A2888D" w14:textId="77777777" w:rsidTr="00687652">
        <w:trPr>
          <w:trHeight w:val="369"/>
        </w:trPr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3EADD299" w14:textId="77777777" w:rsidR="00FB7E09" w:rsidRPr="00FB7E09" w:rsidRDefault="00FB7E09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524" w:type="dxa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2D7507C2" w14:textId="020844D7" w:rsidR="00FB7E09" w:rsidRPr="00FB7E09" w:rsidRDefault="00FB7E09" w:rsidP="00687652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</w:rPr>
              <w:t>Evidenční číslo</w:t>
            </w:r>
          </w:p>
        </w:tc>
        <w:tc>
          <w:tcPr>
            <w:tcW w:w="7070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7DB75E96" w14:textId="77777777" w:rsidR="00FB7E09" w:rsidRPr="00FB7E09" w:rsidRDefault="00FB7E09" w:rsidP="00687652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306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7EB49AC6" w14:textId="77777777" w:rsidR="00FB7E09" w:rsidRPr="00FB7E09" w:rsidRDefault="00FB7E09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687652" w:rsidRPr="00FB7E09" w14:paraId="31073500" w14:textId="77777777" w:rsidTr="00687652">
        <w:trPr>
          <w:trHeight w:val="369"/>
        </w:trPr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035D7559" w14:textId="77777777" w:rsidR="00FB7E09" w:rsidRPr="00FB7E09" w:rsidRDefault="00FB7E09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524" w:type="dxa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336B8F01" w14:textId="5558B322" w:rsidR="00FB7E09" w:rsidRPr="00FB7E09" w:rsidRDefault="00FB7E09" w:rsidP="00687652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</w:rPr>
              <w:t>Služební označení</w:t>
            </w:r>
          </w:p>
        </w:tc>
        <w:tc>
          <w:tcPr>
            <w:tcW w:w="7070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4059F1A1" w14:textId="77777777" w:rsidR="00FB7E09" w:rsidRPr="00FB7E09" w:rsidRDefault="00FB7E09" w:rsidP="00687652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306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55978647" w14:textId="77777777" w:rsidR="00FB7E09" w:rsidRPr="00FB7E09" w:rsidRDefault="00FB7E09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687652" w:rsidRPr="00FB7E09" w14:paraId="2914FD4A" w14:textId="77777777" w:rsidTr="00687652">
        <w:trPr>
          <w:trHeight w:val="369"/>
        </w:trPr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7C89075B" w14:textId="77777777" w:rsidR="00FB7E09" w:rsidRPr="00FB7E09" w:rsidRDefault="00FB7E09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524" w:type="dxa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2FEC1D67" w14:textId="1E2AFC30" w:rsidR="00FB7E09" w:rsidRPr="00FB7E09" w:rsidRDefault="00FB7E09" w:rsidP="00687652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t>Organizační útvar</w:t>
            </w:r>
          </w:p>
        </w:tc>
        <w:tc>
          <w:tcPr>
            <w:tcW w:w="7070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1030CF1D" w14:textId="77777777" w:rsidR="00FB7E09" w:rsidRPr="00FB7E09" w:rsidRDefault="00FB7E09" w:rsidP="00687652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306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3B864515" w14:textId="77777777" w:rsidR="00FB7E09" w:rsidRPr="00FB7E09" w:rsidRDefault="00FB7E09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687652" w:rsidRPr="00FB7E09" w14:paraId="21416C20" w14:textId="77777777" w:rsidTr="00687652">
        <w:trPr>
          <w:trHeight w:val="369"/>
        </w:trPr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2545BE60" w14:textId="77777777" w:rsidR="00FB7E09" w:rsidRPr="00FB7E09" w:rsidRDefault="00FB7E09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524" w:type="dxa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7FA52F14" w14:textId="1230503C" w:rsidR="00FB7E09" w:rsidRPr="00FB7E09" w:rsidRDefault="00FB7E09" w:rsidP="00687652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FB7E09">
              <w:rPr>
                <w:rFonts w:ascii="Arial" w:eastAsia="Calibri" w:hAnsi="Arial" w:cs="Arial"/>
                <w:b/>
                <w:sz w:val="16"/>
                <w:szCs w:val="16"/>
              </w:rPr>
              <w:t>Dne</w:t>
            </w:r>
          </w:p>
        </w:tc>
        <w:tc>
          <w:tcPr>
            <w:tcW w:w="7070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7F0C1A08" w14:textId="77777777" w:rsidR="00FB7E09" w:rsidRPr="00FB7E09" w:rsidRDefault="00FB7E09" w:rsidP="00687652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306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0E4FAA35" w14:textId="77777777" w:rsidR="00FB7E09" w:rsidRPr="00FB7E09" w:rsidRDefault="00FB7E09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465294" w:rsidRPr="00FB7E09" w14:paraId="6C2B80C5" w14:textId="77777777" w:rsidTr="00687652">
        <w:trPr>
          <w:trHeight w:val="369"/>
        </w:trPr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750B7FE5" w14:textId="77777777" w:rsidR="00465294" w:rsidRPr="00FB7E09" w:rsidRDefault="00465294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524" w:type="dxa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553661A9" w14:textId="7B9F58EF" w:rsidR="00465294" w:rsidRPr="00FB7E09" w:rsidRDefault="00465294" w:rsidP="00687652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Podpis</w:t>
            </w:r>
          </w:p>
        </w:tc>
        <w:tc>
          <w:tcPr>
            <w:tcW w:w="7070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224D78C6" w14:textId="77777777" w:rsidR="00465294" w:rsidRPr="00FB7E09" w:rsidRDefault="00465294" w:rsidP="00687652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306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111EF862" w14:textId="77777777" w:rsidR="00465294" w:rsidRPr="00FB7E09" w:rsidRDefault="00465294" w:rsidP="0036353C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A46908" w:rsidRPr="00B8479A" w14:paraId="540207C5" w14:textId="77777777" w:rsidTr="006E764D">
        <w:trPr>
          <w:trHeight w:val="454"/>
        </w:trPr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1B24A8E6" w14:textId="77777777" w:rsidR="00A46908" w:rsidRPr="00B8479A" w:rsidRDefault="00A46908" w:rsidP="00235F2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9594" w:type="dxa"/>
            <w:gridSpan w:val="2"/>
            <w:shd w:val="clear" w:color="auto" w:fill="DDD9C3" w:themeFill="background2" w:themeFillShade="E6"/>
            <w:vAlign w:val="center"/>
          </w:tcPr>
          <w:p w14:paraId="35E0AEDE" w14:textId="4404A0BB" w:rsidR="00A46908" w:rsidRPr="00B8479A" w:rsidRDefault="00A46908" w:rsidP="0068765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8479A">
              <w:rPr>
                <w:rFonts w:ascii="Arial" w:eastAsia="Calibri" w:hAnsi="Arial" w:cs="Arial"/>
                <w:b/>
                <w:sz w:val="20"/>
                <w:szCs w:val="20"/>
              </w:rPr>
              <w:t>Vzal na vědomí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 (nový zaměstnanec)</w:t>
            </w:r>
            <w:r w:rsidRPr="00B8479A">
              <w:rPr>
                <w:rFonts w:ascii="Arial" w:eastAsia="Calibri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07A159E3" w14:textId="77777777" w:rsidR="00A46908" w:rsidRPr="00B8479A" w:rsidRDefault="00A46908" w:rsidP="00235F2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687652" w:rsidRPr="00FB7E09" w14:paraId="1E03C372" w14:textId="77777777" w:rsidTr="00687652">
        <w:trPr>
          <w:trHeight w:val="369"/>
        </w:trPr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6CF0F425" w14:textId="77777777" w:rsidR="0036353C" w:rsidRPr="00FB7E09" w:rsidRDefault="0036353C" w:rsidP="00235F2A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524" w:type="dxa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72D318A3" w14:textId="6129B02C" w:rsidR="0036353C" w:rsidRPr="00FB7E09" w:rsidRDefault="00A46908" w:rsidP="00B8479A">
            <w:pPr>
              <w:ind w:left="12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color w:val="000000" w:themeColor="text1"/>
                <w:sz w:val="16"/>
                <w:szCs w:val="16"/>
              </w:rPr>
              <w:t>Dne</w:t>
            </w:r>
          </w:p>
        </w:tc>
        <w:tc>
          <w:tcPr>
            <w:tcW w:w="7070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27652651" w14:textId="77777777" w:rsidR="0036353C" w:rsidRPr="00FB7E09" w:rsidRDefault="0036353C" w:rsidP="00687652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306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6E7BCA10" w14:textId="77777777" w:rsidR="0036353C" w:rsidRPr="00FB7E09" w:rsidRDefault="0036353C" w:rsidP="00235F2A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687652" w:rsidRPr="00FB7E09" w14:paraId="0316D5CD" w14:textId="77777777" w:rsidTr="00687652">
        <w:trPr>
          <w:trHeight w:val="369"/>
        </w:trPr>
        <w:tc>
          <w:tcPr>
            <w:tcW w:w="306" w:type="dxa"/>
            <w:shd w:val="clear" w:color="auto" w:fill="DDD9C3" w:themeFill="background2" w:themeFillShade="E6"/>
            <w:vAlign w:val="center"/>
          </w:tcPr>
          <w:p w14:paraId="024E5BFF" w14:textId="77777777" w:rsidR="0036353C" w:rsidRPr="00FB7E09" w:rsidRDefault="0036353C" w:rsidP="00235F2A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524" w:type="dxa"/>
            <w:tcBorders>
              <w:righ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132BF1D9" w14:textId="48BED573" w:rsidR="0036353C" w:rsidRPr="00FB7E09" w:rsidRDefault="00A46908" w:rsidP="00B8479A">
            <w:pPr>
              <w:ind w:left="12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Podpis</w:t>
            </w:r>
          </w:p>
        </w:tc>
        <w:tc>
          <w:tcPr>
            <w:tcW w:w="7070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17E9CBC2" w14:textId="77777777" w:rsidR="0036353C" w:rsidRPr="00FB7E09" w:rsidRDefault="0036353C" w:rsidP="00687652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306" w:type="dxa"/>
            <w:tcBorders>
              <w:left w:val="single" w:sz="4" w:space="0" w:color="948A54" w:themeColor="background2" w:themeShade="80"/>
            </w:tcBorders>
            <w:shd w:val="clear" w:color="auto" w:fill="DDD9C3" w:themeFill="background2" w:themeFillShade="E6"/>
            <w:vAlign w:val="center"/>
          </w:tcPr>
          <w:p w14:paraId="7F3A8540" w14:textId="77777777" w:rsidR="0036353C" w:rsidRPr="00FB7E09" w:rsidRDefault="0036353C" w:rsidP="00235F2A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687652" w:rsidRPr="00FB7E09" w14:paraId="52184120" w14:textId="77777777" w:rsidTr="00687652">
        <w:tc>
          <w:tcPr>
            <w:tcW w:w="306" w:type="dxa"/>
            <w:shd w:val="clear" w:color="auto" w:fill="DDD9C3" w:themeFill="background2" w:themeFillShade="E6"/>
          </w:tcPr>
          <w:p w14:paraId="1E14BC04" w14:textId="77777777" w:rsidR="0036353C" w:rsidRPr="00FB7E09" w:rsidRDefault="0036353C" w:rsidP="00235F2A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2524" w:type="dxa"/>
            <w:shd w:val="clear" w:color="auto" w:fill="DDD9C3" w:themeFill="background2" w:themeFillShade="E6"/>
          </w:tcPr>
          <w:p w14:paraId="1C7DB52F" w14:textId="77777777" w:rsidR="0036353C" w:rsidRPr="00FB7E09" w:rsidRDefault="0036353C" w:rsidP="00235F2A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7070" w:type="dxa"/>
            <w:tcBorders>
              <w:top w:val="single" w:sz="4" w:space="0" w:color="948A54" w:themeColor="background2" w:themeShade="80"/>
            </w:tcBorders>
            <w:shd w:val="clear" w:color="auto" w:fill="DDD9C3" w:themeFill="background2" w:themeFillShade="E6"/>
          </w:tcPr>
          <w:p w14:paraId="1D9C7A62" w14:textId="77777777" w:rsidR="0036353C" w:rsidRPr="00FB7E09" w:rsidRDefault="0036353C" w:rsidP="00235F2A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306" w:type="dxa"/>
            <w:shd w:val="clear" w:color="auto" w:fill="DDD9C3" w:themeFill="background2" w:themeFillShade="E6"/>
          </w:tcPr>
          <w:p w14:paraId="170FBED2" w14:textId="77777777" w:rsidR="0036353C" w:rsidRPr="00FB7E09" w:rsidRDefault="0036353C" w:rsidP="00235F2A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</w:tbl>
    <w:p w14:paraId="166E130F" w14:textId="6B079F83" w:rsidR="00AD04DB" w:rsidRPr="00FB7E09" w:rsidRDefault="00AD04DB" w:rsidP="00AD04DB">
      <w:pPr>
        <w:jc w:val="both"/>
        <w:rPr>
          <w:rFonts w:ascii="Arial" w:eastAsia="Calibri" w:hAnsi="Arial" w:cs="Arial"/>
          <w:sz w:val="16"/>
          <w:szCs w:val="16"/>
        </w:rPr>
      </w:pPr>
    </w:p>
    <w:p w14:paraId="17DDEB29" w14:textId="77777777" w:rsidR="00AD04DB" w:rsidRDefault="00AD04DB" w:rsidP="00AD04DB">
      <w:pPr>
        <w:jc w:val="both"/>
        <w:rPr>
          <w:rFonts w:ascii="Arial" w:eastAsia="Calibri" w:hAnsi="Arial" w:cs="Arial"/>
          <w:sz w:val="14"/>
          <w:szCs w:val="14"/>
        </w:rPr>
      </w:pPr>
    </w:p>
    <w:p w14:paraId="259AC7DB" w14:textId="3DF1D461" w:rsidR="00D42659" w:rsidRDefault="00D42659" w:rsidP="00AD04DB">
      <w:pPr>
        <w:jc w:val="both"/>
        <w:rPr>
          <w:rFonts w:ascii="Arial" w:eastAsia="Calibri" w:hAnsi="Arial" w:cs="Arial"/>
          <w:sz w:val="14"/>
          <w:szCs w:val="14"/>
        </w:rPr>
      </w:pPr>
    </w:p>
    <w:p w14:paraId="19227F8A" w14:textId="77777777" w:rsidR="00D42659" w:rsidRPr="00AD04DB" w:rsidRDefault="00D42659" w:rsidP="00AD04DB">
      <w:pPr>
        <w:jc w:val="both"/>
        <w:rPr>
          <w:rFonts w:ascii="Arial" w:eastAsia="Calibri" w:hAnsi="Arial" w:cs="Arial"/>
          <w:sz w:val="14"/>
          <w:szCs w:val="14"/>
        </w:rPr>
      </w:pPr>
    </w:p>
    <w:sectPr w:rsidR="00D42659" w:rsidRPr="00AD04DB" w:rsidSect="0086732E">
      <w:footerReference w:type="even" r:id="rId8"/>
      <w:footerReference w:type="default" r:id="rId9"/>
      <w:endnotePr>
        <w:numFmt w:val="decimal"/>
      </w:endnotePr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372D94" w14:textId="77777777" w:rsidR="004D66FC" w:rsidRDefault="004D66FC" w:rsidP="00045F5F">
      <w:r>
        <w:separator/>
      </w:r>
    </w:p>
  </w:endnote>
  <w:endnote w:type="continuationSeparator" w:id="0">
    <w:p w14:paraId="554E6736" w14:textId="77777777" w:rsidR="004D66FC" w:rsidRDefault="004D66FC" w:rsidP="00045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lostrnky"/>
      </w:rPr>
      <w:id w:val="-420327501"/>
      <w:docPartObj>
        <w:docPartGallery w:val="Page Numbers (Bottom of Page)"/>
        <w:docPartUnique/>
      </w:docPartObj>
    </w:sdtPr>
    <w:sdtContent>
      <w:p w14:paraId="7CB372FD" w14:textId="7D4C4EDA" w:rsidR="0086732E" w:rsidRDefault="0086732E" w:rsidP="00600A8F">
        <w:pPr>
          <w:pStyle w:val="Zpat"/>
          <w:framePr w:wrap="none" w:vAnchor="text" w:hAnchor="margin" w:xAlign="center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2EC2E5FF" w14:textId="77777777" w:rsidR="0086732E" w:rsidRDefault="0086732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lostrnky"/>
      </w:rPr>
      <w:id w:val="63541144"/>
      <w:docPartObj>
        <w:docPartGallery w:val="Page Numbers (Bottom of Page)"/>
        <w:docPartUnique/>
      </w:docPartObj>
    </w:sdtPr>
    <w:sdtContent>
      <w:p w14:paraId="44579B75" w14:textId="582F8177" w:rsidR="0093371A" w:rsidRDefault="0086732E" w:rsidP="001725D8">
        <w:pPr>
          <w:pStyle w:val="Zpat"/>
          <w:spacing w:before="120"/>
          <w:jc w:val="center"/>
        </w:pPr>
        <w:r>
          <w:rPr>
            <w:rStyle w:val="slostrnky"/>
          </w:rPr>
          <w:t xml:space="preserve">( </w:t>
        </w: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>
          <w:rPr>
            <w:rStyle w:val="slostrnky"/>
            <w:noProof/>
          </w:rPr>
          <w:t>3</w:t>
        </w:r>
        <w:r>
          <w:rPr>
            <w:rStyle w:val="slostrnky"/>
          </w:rPr>
          <w:fldChar w:fldCharType="end"/>
        </w:r>
        <w:r>
          <w:rPr>
            <w:rStyle w:val="slostrnky"/>
          </w:rPr>
          <w:t xml:space="preserve"> )</w:t>
        </w:r>
      </w:p>
    </w:sdtContent>
  </w:sdt>
  <w:p w14:paraId="6FF3A893" w14:textId="77777777" w:rsidR="0093371A" w:rsidRDefault="009337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8A9547" w14:textId="77777777" w:rsidR="004D66FC" w:rsidRDefault="004D66FC" w:rsidP="00045F5F">
      <w:r>
        <w:separator/>
      </w:r>
    </w:p>
  </w:footnote>
  <w:footnote w:type="continuationSeparator" w:id="0">
    <w:p w14:paraId="2B377623" w14:textId="77777777" w:rsidR="004D66FC" w:rsidRDefault="004D66FC" w:rsidP="00045F5F">
      <w:r>
        <w:continuationSeparator/>
      </w:r>
    </w:p>
  </w:footnote>
  <w:footnote w:id="1">
    <w:p w14:paraId="5794C959" w14:textId="03E9ABD7" w:rsidR="001725D8" w:rsidRPr="001725D8" w:rsidRDefault="001725D8" w:rsidP="001725D8">
      <w:pPr>
        <w:pStyle w:val="Textpoznpodarou"/>
        <w:ind w:left="284" w:hanging="284"/>
        <w:rPr>
          <w:rFonts w:ascii="Arial" w:hAnsi="Arial" w:cs="Arial"/>
          <w:sz w:val="16"/>
          <w:szCs w:val="16"/>
        </w:rPr>
      </w:pPr>
      <w:r w:rsidRPr="001725D8">
        <w:rPr>
          <w:rStyle w:val="Znakapoznpodarou"/>
          <w:rFonts w:ascii="Arial" w:hAnsi="Arial" w:cs="Arial"/>
          <w:sz w:val="16"/>
          <w:szCs w:val="16"/>
        </w:rPr>
        <w:t>*)</w:t>
      </w:r>
      <w:r w:rsidRPr="001725D8">
        <w:rPr>
          <w:rFonts w:ascii="Arial" w:hAnsi="Arial" w:cs="Arial"/>
          <w:sz w:val="16"/>
          <w:szCs w:val="16"/>
        </w:rPr>
        <w:tab/>
        <w:t>Období, na které je zpracován individuální adaptační plán pro nového zaměstnance – uveďte den zahájení a ukončení adaptačního procesu</w:t>
      </w:r>
      <w:r w:rsidR="00B8479A">
        <w:rPr>
          <w:rFonts w:ascii="Arial" w:hAnsi="Arial" w:cs="Arial"/>
          <w:sz w:val="16"/>
          <w:szCs w:val="16"/>
        </w:rPr>
        <w:t>.</w:t>
      </w:r>
    </w:p>
  </w:footnote>
  <w:footnote w:id="2">
    <w:p w14:paraId="3FEDA03D" w14:textId="0D0E2838" w:rsidR="00B8479A" w:rsidRDefault="00B8479A" w:rsidP="00FB7E09">
      <w:pPr>
        <w:pStyle w:val="Textpoznpodarou"/>
        <w:ind w:left="284" w:hanging="284"/>
        <w:jc w:val="both"/>
      </w:pPr>
      <w:r w:rsidRPr="00FB7E09">
        <w:rPr>
          <w:rStyle w:val="Znakapoznpodarou"/>
          <w:rFonts w:ascii="Arial" w:hAnsi="Arial" w:cs="Arial"/>
          <w:sz w:val="16"/>
          <w:szCs w:val="16"/>
          <w:vertAlign w:val="baseline"/>
        </w:rPr>
        <w:t>**)</w:t>
      </w:r>
      <w:r w:rsidRPr="00FB7E09">
        <w:rPr>
          <w:rFonts w:ascii="Arial" w:hAnsi="Arial" w:cs="Arial"/>
          <w:sz w:val="16"/>
          <w:szCs w:val="16"/>
        </w:rPr>
        <w:t xml:space="preserve"> </w:t>
      </w:r>
      <w:r w:rsidRPr="00FB7E09">
        <w:rPr>
          <w:rFonts w:ascii="Arial" w:hAnsi="Arial" w:cs="Arial"/>
          <w:sz w:val="16"/>
          <w:szCs w:val="16"/>
        </w:rPr>
        <w:tab/>
        <w:t xml:space="preserve">Průběžné hodnocení bezprostředně nadřízeného představeného k plnění stanovených činností, úkolů a aktivit – uveďte, zda jsou </w:t>
      </w:r>
      <w:r w:rsidRPr="00FB7E09">
        <w:rPr>
          <w:rFonts w:ascii="Arial" w:hAnsi="Arial" w:cs="Arial"/>
          <w:b/>
          <w:bCs/>
          <w:sz w:val="16"/>
          <w:szCs w:val="16"/>
        </w:rPr>
        <w:t xml:space="preserve">plněny/plněny částečně/neplněny </w:t>
      </w:r>
      <w:r w:rsidRPr="00FB7E09">
        <w:rPr>
          <w:rFonts w:ascii="Arial" w:hAnsi="Arial" w:cs="Arial"/>
          <w:sz w:val="16"/>
          <w:szCs w:val="16"/>
        </w:rPr>
        <w:t>a uveďte odůvodnění</w:t>
      </w:r>
      <w:r w:rsidRPr="00FB7E09">
        <w:rPr>
          <w:rFonts w:ascii="Arial" w:hAnsi="Arial" w:cs="Arial"/>
          <w:b/>
          <w:bCs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F4B66"/>
    <w:multiLevelType w:val="hybridMultilevel"/>
    <w:tmpl w:val="1278C1B0"/>
    <w:lvl w:ilvl="0" w:tplc="17DA4664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1B4F2D"/>
    <w:multiLevelType w:val="hybridMultilevel"/>
    <w:tmpl w:val="4BE895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24A93"/>
    <w:multiLevelType w:val="hybridMultilevel"/>
    <w:tmpl w:val="5CA6CD32"/>
    <w:lvl w:ilvl="0" w:tplc="D7265B1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5534EE"/>
    <w:multiLevelType w:val="hybridMultilevel"/>
    <w:tmpl w:val="BBCE65B8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9D447F"/>
    <w:multiLevelType w:val="hybridMultilevel"/>
    <w:tmpl w:val="CFA0BBE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60546E"/>
    <w:multiLevelType w:val="hybridMultilevel"/>
    <w:tmpl w:val="93640BF4"/>
    <w:lvl w:ilvl="0" w:tplc="04050001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5" w:hanging="360"/>
      </w:pPr>
      <w:rPr>
        <w:rFonts w:ascii="Wingdings" w:hAnsi="Wingdings" w:hint="default"/>
      </w:rPr>
    </w:lvl>
  </w:abstractNum>
  <w:abstractNum w:abstractNumId="6" w15:restartNumberingAfterBreak="0">
    <w:nsid w:val="29747996"/>
    <w:multiLevelType w:val="hybridMultilevel"/>
    <w:tmpl w:val="9A0EAC52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1026043"/>
    <w:multiLevelType w:val="hybridMultilevel"/>
    <w:tmpl w:val="177C5EEA"/>
    <w:lvl w:ilvl="0" w:tplc="5C28FE66">
      <w:numFmt w:val="bullet"/>
      <w:lvlText w:val="-"/>
      <w:lvlJc w:val="left"/>
      <w:pPr>
        <w:ind w:left="36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3D22AC3"/>
    <w:multiLevelType w:val="hybridMultilevel"/>
    <w:tmpl w:val="047ECDE4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5D01FAB"/>
    <w:multiLevelType w:val="hybridMultilevel"/>
    <w:tmpl w:val="057CA412"/>
    <w:lvl w:ilvl="0" w:tplc="8B0E2C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9400B8"/>
    <w:multiLevelType w:val="hybridMultilevel"/>
    <w:tmpl w:val="047ECDE4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9E0F88"/>
    <w:multiLevelType w:val="hybridMultilevel"/>
    <w:tmpl w:val="25D6DD48"/>
    <w:lvl w:ilvl="0" w:tplc="70C6C5B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F25898"/>
    <w:multiLevelType w:val="hybridMultilevel"/>
    <w:tmpl w:val="A6661618"/>
    <w:lvl w:ilvl="0" w:tplc="5BD67E10">
      <w:start w:val="1"/>
      <w:numFmt w:val="decimal"/>
      <w:lvlText w:val="%1)"/>
      <w:lvlJc w:val="left"/>
      <w:pPr>
        <w:ind w:left="360" w:hanging="36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5587FB5"/>
    <w:multiLevelType w:val="hybridMultilevel"/>
    <w:tmpl w:val="4BE895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E00100"/>
    <w:multiLevelType w:val="hybridMultilevel"/>
    <w:tmpl w:val="EF9A8AD6"/>
    <w:lvl w:ilvl="0" w:tplc="9B38337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Theme="minorHAnsi" w:hAnsi="Arial" w:cs="Arial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1F27071"/>
    <w:multiLevelType w:val="hybridMultilevel"/>
    <w:tmpl w:val="C5D6504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546135D"/>
    <w:multiLevelType w:val="hybridMultilevel"/>
    <w:tmpl w:val="8970164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37029A"/>
    <w:multiLevelType w:val="hybridMultilevel"/>
    <w:tmpl w:val="9482E5C0"/>
    <w:lvl w:ilvl="0" w:tplc="04050011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3295C64"/>
    <w:multiLevelType w:val="hybridMultilevel"/>
    <w:tmpl w:val="D196E3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041936"/>
    <w:multiLevelType w:val="hybridMultilevel"/>
    <w:tmpl w:val="DE7CCDC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501567"/>
    <w:multiLevelType w:val="hybridMultilevel"/>
    <w:tmpl w:val="4056B9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8E7662"/>
    <w:multiLevelType w:val="hybridMultilevel"/>
    <w:tmpl w:val="870A22E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62812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9190487">
    <w:abstractNumId w:val="7"/>
  </w:num>
  <w:num w:numId="3" w16cid:durableId="48695061">
    <w:abstractNumId w:val="1"/>
  </w:num>
  <w:num w:numId="4" w16cid:durableId="675227664">
    <w:abstractNumId w:val="5"/>
  </w:num>
  <w:num w:numId="5" w16cid:durableId="751195941">
    <w:abstractNumId w:val="15"/>
  </w:num>
  <w:num w:numId="6" w16cid:durableId="1204369677">
    <w:abstractNumId w:val="13"/>
  </w:num>
  <w:num w:numId="7" w16cid:durableId="147673731">
    <w:abstractNumId w:val="19"/>
  </w:num>
  <w:num w:numId="8" w16cid:durableId="1156067744">
    <w:abstractNumId w:val="11"/>
  </w:num>
  <w:num w:numId="9" w16cid:durableId="1577937529">
    <w:abstractNumId w:val="16"/>
  </w:num>
  <w:num w:numId="10" w16cid:durableId="747701466">
    <w:abstractNumId w:val="14"/>
  </w:num>
  <w:num w:numId="11" w16cid:durableId="2021540556">
    <w:abstractNumId w:val="18"/>
  </w:num>
  <w:num w:numId="12" w16cid:durableId="1699232505">
    <w:abstractNumId w:val="20"/>
  </w:num>
  <w:num w:numId="13" w16cid:durableId="32465119">
    <w:abstractNumId w:val="4"/>
  </w:num>
  <w:num w:numId="14" w16cid:durableId="830297344">
    <w:abstractNumId w:val="6"/>
  </w:num>
  <w:num w:numId="15" w16cid:durableId="747507988">
    <w:abstractNumId w:val="9"/>
  </w:num>
  <w:num w:numId="16" w16cid:durableId="1630210497">
    <w:abstractNumId w:val="2"/>
  </w:num>
  <w:num w:numId="17" w16cid:durableId="378474058">
    <w:abstractNumId w:val="0"/>
  </w:num>
  <w:num w:numId="18" w16cid:durableId="430391792">
    <w:abstractNumId w:val="3"/>
  </w:num>
  <w:num w:numId="19" w16cid:durableId="1477144339">
    <w:abstractNumId w:val="21"/>
  </w:num>
  <w:num w:numId="20" w16cid:durableId="1190483915">
    <w:abstractNumId w:val="17"/>
  </w:num>
  <w:num w:numId="21" w16cid:durableId="1962568734">
    <w:abstractNumId w:val="12"/>
  </w:num>
  <w:num w:numId="22" w16cid:durableId="748573287">
    <w:abstractNumId w:val="10"/>
  </w:num>
  <w:num w:numId="23" w16cid:durableId="6856382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4DB"/>
    <w:rsid w:val="00000E55"/>
    <w:rsid w:val="000045F2"/>
    <w:rsid w:val="00005236"/>
    <w:rsid w:val="00005F0D"/>
    <w:rsid w:val="000137FD"/>
    <w:rsid w:val="00014D36"/>
    <w:rsid w:val="0002484C"/>
    <w:rsid w:val="00042E37"/>
    <w:rsid w:val="00045F5F"/>
    <w:rsid w:val="00047D1B"/>
    <w:rsid w:val="00050775"/>
    <w:rsid w:val="00051A07"/>
    <w:rsid w:val="000525C1"/>
    <w:rsid w:val="00052AFF"/>
    <w:rsid w:val="00053A1C"/>
    <w:rsid w:val="00056176"/>
    <w:rsid w:val="00056282"/>
    <w:rsid w:val="00066E4E"/>
    <w:rsid w:val="000704A7"/>
    <w:rsid w:val="00070E4C"/>
    <w:rsid w:val="0007649E"/>
    <w:rsid w:val="000775FB"/>
    <w:rsid w:val="000920A2"/>
    <w:rsid w:val="000932EB"/>
    <w:rsid w:val="00093521"/>
    <w:rsid w:val="000A3E70"/>
    <w:rsid w:val="000A6A7A"/>
    <w:rsid w:val="000B0024"/>
    <w:rsid w:val="000B566A"/>
    <w:rsid w:val="000D4F17"/>
    <w:rsid w:val="000D5566"/>
    <w:rsid w:val="000D7E74"/>
    <w:rsid w:val="000E25E1"/>
    <w:rsid w:val="000F75D3"/>
    <w:rsid w:val="00105296"/>
    <w:rsid w:val="001110A8"/>
    <w:rsid w:val="001121E3"/>
    <w:rsid w:val="00122A5C"/>
    <w:rsid w:val="001322F1"/>
    <w:rsid w:val="0013773D"/>
    <w:rsid w:val="001439FF"/>
    <w:rsid w:val="00144031"/>
    <w:rsid w:val="001545A6"/>
    <w:rsid w:val="0015596D"/>
    <w:rsid w:val="00162026"/>
    <w:rsid w:val="00163788"/>
    <w:rsid w:val="00163E52"/>
    <w:rsid w:val="00167E80"/>
    <w:rsid w:val="00171B49"/>
    <w:rsid w:val="001725D8"/>
    <w:rsid w:val="001756C9"/>
    <w:rsid w:val="001809D3"/>
    <w:rsid w:val="00180E3C"/>
    <w:rsid w:val="00184585"/>
    <w:rsid w:val="00186961"/>
    <w:rsid w:val="0019209C"/>
    <w:rsid w:val="0019265E"/>
    <w:rsid w:val="001A1FFB"/>
    <w:rsid w:val="001A7EDA"/>
    <w:rsid w:val="001B0A0D"/>
    <w:rsid w:val="001C47A4"/>
    <w:rsid w:val="001C6657"/>
    <w:rsid w:val="001C754F"/>
    <w:rsid w:val="001D12D0"/>
    <w:rsid w:val="001D21EE"/>
    <w:rsid w:val="001D3B73"/>
    <w:rsid w:val="001D60F0"/>
    <w:rsid w:val="001D7572"/>
    <w:rsid w:val="001E7562"/>
    <w:rsid w:val="001F1C25"/>
    <w:rsid w:val="001F2D58"/>
    <w:rsid w:val="001F700A"/>
    <w:rsid w:val="001F7AF0"/>
    <w:rsid w:val="001F7F3D"/>
    <w:rsid w:val="00204D27"/>
    <w:rsid w:val="00217377"/>
    <w:rsid w:val="00217883"/>
    <w:rsid w:val="0022485F"/>
    <w:rsid w:val="00230E8F"/>
    <w:rsid w:val="002331EE"/>
    <w:rsid w:val="00234DF6"/>
    <w:rsid w:val="0024138C"/>
    <w:rsid w:val="00241D7C"/>
    <w:rsid w:val="00242CA0"/>
    <w:rsid w:val="002464C1"/>
    <w:rsid w:val="002478C8"/>
    <w:rsid w:val="00253DCC"/>
    <w:rsid w:val="0025475D"/>
    <w:rsid w:val="00262E99"/>
    <w:rsid w:val="00271517"/>
    <w:rsid w:val="0027310A"/>
    <w:rsid w:val="00276DCC"/>
    <w:rsid w:val="002813C0"/>
    <w:rsid w:val="00284245"/>
    <w:rsid w:val="0028459C"/>
    <w:rsid w:val="00285E74"/>
    <w:rsid w:val="00287CE2"/>
    <w:rsid w:val="00297181"/>
    <w:rsid w:val="002A2E1E"/>
    <w:rsid w:val="002B0F95"/>
    <w:rsid w:val="002B61BB"/>
    <w:rsid w:val="002B61D1"/>
    <w:rsid w:val="002C12B6"/>
    <w:rsid w:val="002C7945"/>
    <w:rsid w:val="002D1D35"/>
    <w:rsid w:val="002D31EE"/>
    <w:rsid w:val="002D4CCC"/>
    <w:rsid w:val="002F3FE7"/>
    <w:rsid w:val="002F42F1"/>
    <w:rsid w:val="002F5F1A"/>
    <w:rsid w:val="002F6B63"/>
    <w:rsid w:val="003000D1"/>
    <w:rsid w:val="003118FA"/>
    <w:rsid w:val="00312987"/>
    <w:rsid w:val="00315D5D"/>
    <w:rsid w:val="00316D04"/>
    <w:rsid w:val="00321881"/>
    <w:rsid w:val="00321BDB"/>
    <w:rsid w:val="00330C95"/>
    <w:rsid w:val="00333F26"/>
    <w:rsid w:val="003414A8"/>
    <w:rsid w:val="00352CAB"/>
    <w:rsid w:val="0036353C"/>
    <w:rsid w:val="00364D4A"/>
    <w:rsid w:val="003714A9"/>
    <w:rsid w:val="0037582F"/>
    <w:rsid w:val="00375913"/>
    <w:rsid w:val="00382607"/>
    <w:rsid w:val="0038351A"/>
    <w:rsid w:val="00383BC9"/>
    <w:rsid w:val="00383BCE"/>
    <w:rsid w:val="0038650C"/>
    <w:rsid w:val="0038701E"/>
    <w:rsid w:val="003A1741"/>
    <w:rsid w:val="003A1C19"/>
    <w:rsid w:val="003A26ED"/>
    <w:rsid w:val="003B2A76"/>
    <w:rsid w:val="003B55BA"/>
    <w:rsid w:val="003B5AF9"/>
    <w:rsid w:val="003B6223"/>
    <w:rsid w:val="003C66F8"/>
    <w:rsid w:val="003C762E"/>
    <w:rsid w:val="003D1565"/>
    <w:rsid w:val="003D224B"/>
    <w:rsid w:val="003D3246"/>
    <w:rsid w:val="003D58C1"/>
    <w:rsid w:val="003D6C9B"/>
    <w:rsid w:val="003E2A87"/>
    <w:rsid w:val="003E5EA4"/>
    <w:rsid w:val="003F6744"/>
    <w:rsid w:val="003F6ACB"/>
    <w:rsid w:val="003F7558"/>
    <w:rsid w:val="00406F91"/>
    <w:rsid w:val="004107AE"/>
    <w:rsid w:val="004122F8"/>
    <w:rsid w:val="00414C01"/>
    <w:rsid w:val="0041577E"/>
    <w:rsid w:val="004163A5"/>
    <w:rsid w:val="0042002E"/>
    <w:rsid w:val="00420333"/>
    <w:rsid w:val="00421B43"/>
    <w:rsid w:val="00422405"/>
    <w:rsid w:val="004255AF"/>
    <w:rsid w:val="00430271"/>
    <w:rsid w:val="0043487F"/>
    <w:rsid w:val="00440CC2"/>
    <w:rsid w:val="00445A61"/>
    <w:rsid w:val="004558AA"/>
    <w:rsid w:val="0045792A"/>
    <w:rsid w:val="0045798E"/>
    <w:rsid w:val="00465294"/>
    <w:rsid w:val="00467678"/>
    <w:rsid w:val="004760D6"/>
    <w:rsid w:val="00476333"/>
    <w:rsid w:val="00480C3A"/>
    <w:rsid w:val="00481ECF"/>
    <w:rsid w:val="00484958"/>
    <w:rsid w:val="00484CFD"/>
    <w:rsid w:val="0049294E"/>
    <w:rsid w:val="004A2DF2"/>
    <w:rsid w:val="004A3CEB"/>
    <w:rsid w:val="004A664E"/>
    <w:rsid w:val="004B0100"/>
    <w:rsid w:val="004B1E55"/>
    <w:rsid w:val="004B2CFC"/>
    <w:rsid w:val="004B3FD7"/>
    <w:rsid w:val="004B472C"/>
    <w:rsid w:val="004B626B"/>
    <w:rsid w:val="004C3C30"/>
    <w:rsid w:val="004D3209"/>
    <w:rsid w:val="004D5124"/>
    <w:rsid w:val="004D66FC"/>
    <w:rsid w:val="004D6AC0"/>
    <w:rsid w:val="004E19EE"/>
    <w:rsid w:val="00502FE4"/>
    <w:rsid w:val="005032C6"/>
    <w:rsid w:val="0050530F"/>
    <w:rsid w:val="00525425"/>
    <w:rsid w:val="00530A2B"/>
    <w:rsid w:val="00532CBC"/>
    <w:rsid w:val="00536177"/>
    <w:rsid w:val="0053703F"/>
    <w:rsid w:val="00543C6E"/>
    <w:rsid w:val="005512C3"/>
    <w:rsid w:val="005538E7"/>
    <w:rsid w:val="005548E7"/>
    <w:rsid w:val="00555E67"/>
    <w:rsid w:val="005576E4"/>
    <w:rsid w:val="005601AB"/>
    <w:rsid w:val="00560D18"/>
    <w:rsid w:val="00561E52"/>
    <w:rsid w:val="00565ADD"/>
    <w:rsid w:val="005709AD"/>
    <w:rsid w:val="00572BBD"/>
    <w:rsid w:val="00577EC4"/>
    <w:rsid w:val="00586320"/>
    <w:rsid w:val="005867E5"/>
    <w:rsid w:val="00586E4E"/>
    <w:rsid w:val="00587DCB"/>
    <w:rsid w:val="00597A6C"/>
    <w:rsid w:val="005A4DFC"/>
    <w:rsid w:val="005A57DE"/>
    <w:rsid w:val="005B47D2"/>
    <w:rsid w:val="005C2285"/>
    <w:rsid w:val="005C31D7"/>
    <w:rsid w:val="005C607A"/>
    <w:rsid w:val="005C63F1"/>
    <w:rsid w:val="005C7AB3"/>
    <w:rsid w:val="005D170B"/>
    <w:rsid w:val="005D34DA"/>
    <w:rsid w:val="005D350D"/>
    <w:rsid w:val="005D37F2"/>
    <w:rsid w:val="005D6B55"/>
    <w:rsid w:val="005E1556"/>
    <w:rsid w:val="005F77EB"/>
    <w:rsid w:val="006031FB"/>
    <w:rsid w:val="006036FF"/>
    <w:rsid w:val="0060382C"/>
    <w:rsid w:val="0061291A"/>
    <w:rsid w:val="00620040"/>
    <w:rsid w:val="00623F34"/>
    <w:rsid w:val="00625FDF"/>
    <w:rsid w:val="0062784F"/>
    <w:rsid w:val="006303CF"/>
    <w:rsid w:val="006355A4"/>
    <w:rsid w:val="006374CB"/>
    <w:rsid w:val="006423A3"/>
    <w:rsid w:val="0066194B"/>
    <w:rsid w:val="00661C9C"/>
    <w:rsid w:val="00666B34"/>
    <w:rsid w:val="006702D0"/>
    <w:rsid w:val="00670559"/>
    <w:rsid w:val="0068207D"/>
    <w:rsid w:val="006826E6"/>
    <w:rsid w:val="0068349F"/>
    <w:rsid w:val="00687652"/>
    <w:rsid w:val="00693D9B"/>
    <w:rsid w:val="006944A8"/>
    <w:rsid w:val="006A5A74"/>
    <w:rsid w:val="006D12C5"/>
    <w:rsid w:val="006D3054"/>
    <w:rsid w:val="006E1A04"/>
    <w:rsid w:val="006F3073"/>
    <w:rsid w:val="006F4867"/>
    <w:rsid w:val="006F4A9B"/>
    <w:rsid w:val="006F4C96"/>
    <w:rsid w:val="006F6CC8"/>
    <w:rsid w:val="00700C7E"/>
    <w:rsid w:val="007068DC"/>
    <w:rsid w:val="00717DE6"/>
    <w:rsid w:val="00720E93"/>
    <w:rsid w:val="00724E74"/>
    <w:rsid w:val="007368C2"/>
    <w:rsid w:val="00736F99"/>
    <w:rsid w:val="00741959"/>
    <w:rsid w:val="00744BB9"/>
    <w:rsid w:val="00750E85"/>
    <w:rsid w:val="0076447C"/>
    <w:rsid w:val="007667C3"/>
    <w:rsid w:val="00772CDE"/>
    <w:rsid w:val="00776BCC"/>
    <w:rsid w:val="00782508"/>
    <w:rsid w:val="00783C3D"/>
    <w:rsid w:val="00784416"/>
    <w:rsid w:val="007920F6"/>
    <w:rsid w:val="00794735"/>
    <w:rsid w:val="007A534C"/>
    <w:rsid w:val="007B41DE"/>
    <w:rsid w:val="007B4213"/>
    <w:rsid w:val="007B7756"/>
    <w:rsid w:val="007C106F"/>
    <w:rsid w:val="007C3637"/>
    <w:rsid w:val="007D1EBA"/>
    <w:rsid w:val="007D42EC"/>
    <w:rsid w:val="007D7A90"/>
    <w:rsid w:val="007E38AA"/>
    <w:rsid w:val="007F22E5"/>
    <w:rsid w:val="007F2ECE"/>
    <w:rsid w:val="007F3232"/>
    <w:rsid w:val="007F4704"/>
    <w:rsid w:val="007F47E9"/>
    <w:rsid w:val="007F7AF3"/>
    <w:rsid w:val="00804080"/>
    <w:rsid w:val="00804C32"/>
    <w:rsid w:val="0081222C"/>
    <w:rsid w:val="00814036"/>
    <w:rsid w:val="00825877"/>
    <w:rsid w:val="00831BCC"/>
    <w:rsid w:val="00837199"/>
    <w:rsid w:val="008421FF"/>
    <w:rsid w:val="00846857"/>
    <w:rsid w:val="008506D5"/>
    <w:rsid w:val="00860A7D"/>
    <w:rsid w:val="00865A93"/>
    <w:rsid w:val="0086732E"/>
    <w:rsid w:val="008819F7"/>
    <w:rsid w:val="00883CF7"/>
    <w:rsid w:val="00883F34"/>
    <w:rsid w:val="008849A5"/>
    <w:rsid w:val="00884F7A"/>
    <w:rsid w:val="008A2724"/>
    <w:rsid w:val="008B4506"/>
    <w:rsid w:val="008B60D4"/>
    <w:rsid w:val="008D599A"/>
    <w:rsid w:val="008D5F3B"/>
    <w:rsid w:val="008E00DA"/>
    <w:rsid w:val="008E6E41"/>
    <w:rsid w:val="008E7735"/>
    <w:rsid w:val="008F4B3A"/>
    <w:rsid w:val="008F669C"/>
    <w:rsid w:val="008F6C4B"/>
    <w:rsid w:val="00903395"/>
    <w:rsid w:val="0090728A"/>
    <w:rsid w:val="009251F1"/>
    <w:rsid w:val="00925279"/>
    <w:rsid w:val="009270E3"/>
    <w:rsid w:val="009278C2"/>
    <w:rsid w:val="00927C83"/>
    <w:rsid w:val="00931AD4"/>
    <w:rsid w:val="00932DE7"/>
    <w:rsid w:val="0093371A"/>
    <w:rsid w:val="00943918"/>
    <w:rsid w:val="0095337B"/>
    <w:rsid w:val="00953843"/>
    <w:rsid w:val="00954D4F"/>
    <w:rsid w:val="0096022D"/>
    <w:rsid w:val="0096153B"/>
    <w:rsid w:val="00963B70"/>
    <w:rsid w:val="00964CD2"/>
    <w:rsid w:val="0097059F"/>
    <w:rsid w:val="00974778"/>
    <w:rsid w:val="00980364"/>
    <w:rsid w:val="00983E0F"/>
    <w:rsid w:val="009A7C13"/>
    <w:rsid w:val="009B4D98"/>
    <w:rsid w:val="009C2422"/>
    <w:rsid w:val="009C4FB0"/>
    <w:rsid w:val="009C66CB"/>
    <w:rsid w:val="009C7D0B"/>
    <w:rsid w:val="009D021F"/>
    <w:rsid w:val="009D0772"/>
    <w:rsid w:val="009E0192"/>
    <w:rsid w:val="009E7A60"/>
    <w:rsid w:val="00A0008A"/>
    <w:rsid w:val="00A0533B"/>
    <w:rsid w:val="00A05A00"/>
    <w:rsid w:val="00A05DB4"/>
    <w:rsid w:val="00A13B30"/>
    <w:rsid w:val="00A15828"/>
    <w:rsid w:val="00A318BD"/>
    <w:rsid w:val="00A4282A"/>
    <w:rsid w:val="00A44729"/>
    <w:rsid w:val="00A46908"/>
    <w:rsid w:val="00A61780"/>
    <w:rsid w:val="00A64648"/>
    <w:rsid w:val="00A64FF0"/>
    <w:rsid w:val="00A77FC7"/>
    <w:rsid w:val="00A84AA2"/>
    <w:rsid w:val="00A85644"/>
    <w:rsid w:val="00A8581E"/>
    <w:rsid w:val="00A867FE"/>
    <w:rsid w:val="00A92BDD"/>
    <w:rsid w:val="00A932BF"/>
    <w:rsid w:val="00A97DE0"/>
    <w:rsid w:val="00AA0099"/>
    <w:rsid w:val="00AA0C58"/>
    <w:rsid w:val="00AA1EBD"/>
    <w:rsid w:val="00AB49F1"/>
    <w:rsid w:val="00AB4C73"/>
    <w:rsid w:val="00AC0621"/>
    <w:rsid w:val="00AC1034"/>
    <w:rsid w:val="00AC2AAD"/>
    <w:rsid w:val="00AC42A6"/>
    <w:rsid w:val="00AC4AC7"/>
    <w:rsid w:val="00AC5221"/>
    <w:rsid w:val="00AD04DB"/>
    <w:rsid w:val="00AD2E0E"/>
    <w:rsid w:val="00AD3F7C"/>
    <w:rsid w:val="00AD45C7"/>
    <w:rsid w:val="00AD62BD"/>
    <w:rsid w:val="00AE3ED2"/>
    <w:rsid w:val="00AF7BB5"/>
    <w:rsid w:val="00B012BD"/>
    <w:rsid w:val="00B01CAF"/>
    <w:rsid w:val="00B0236F"/>
    <w:rsid w:val="00B14838"/>
    <w:rsid w:val="00B16512"/>
    <w:rsid w:val="00B30AB9"/>
    <w:rsid w:val="00B41220"/>
    <w:rsid w:val="00B4470D"/>
    <w:rsid w:val="00B57AA2"/>
    <w:rsid w:val="00B61579"/>
    <w:rsid w:val="00B72760"/>
    <w:rsid w:val="00B82590"/>
    <w:rsid w:val="00B8479A"/>
    <w:rsid w:val="00B93D07"/>
    <w:rsid w:val="00B9486C"/>
    <w:rsid w:val="00B96A75"/>
    <w:rsid w:val="00BA0E47"/>
    <w:rsid w:val="00BA4E92"/>
    <w:rsid w:val="00BB0A50"/>
    <w:rsid w:val="00BB692A"/>
    <w:rsid w:val="00BC278F"/>
    <w:rsid w:val="00BC41E0"/>
    <w:rsid w:val="00BD0F1F"/>
    <w:rsid w:val="00BD6B7D"/>
    <w:rsid w:val="00BF2C97"/>
    <w:rsid w:val="00BF6782"/>
    <w:rsid w:val="00C0402D"/>
    <w:rsid w:val="00C11AC2"/>
    <w:rsid w:val="00C12FE2"/>
    <w:rsid w:val="00C14583"/>
    <w:rsid w:val="00C173AC"/>
    <w:rsid w:val="00C2459A"/>
    <w:rsid w:val="00C261FC"/>
    <w:rsid w:val="00C37E1A"/>
    <w:rsid w:val="00C43CF1"/>
    <w:rsid w:val="00C46B55"/>
    <w:rsid w:val="00C50A19"/>
    <w:rsid w:val="00C6623E"/>
    <w:rsid w:val="00C72EF4"/>
    <w:rsid w:val="00C74E63"/>
    <w:rsid w:val="00C80212"/>
    <w:rsid w:val="00CA09E5"/>
    <w:rsid w:val="00CA3128"/>
    <w:rsid w:val="00CA7054"/>
    <w:rsid w:val="00CB3B90"/>
    <w:rsid w:val="00CB5390"/>
    <w:rsid w:val="00CC761D"/>
    <w:rsid w:val="00CE206D"/>
    <w:rsid w:val="00CE269D"/>
    <w:rsid w:val="00CE62D6"/>
    <w:rsid w:val="00CF1724"/>
    <w:rsid w:val="00CF285C"/>
    <w:rsid w:val="00D07DDA"/>
    <w:rsid w:val="00D11D7F"/>
    <w:rsid w:val="00D2103F"/>
    <w:rsid w:val="00D21186"/>
    <w:rsid w:val="00D33644"/>
    <w:rsid w:val="00D37C0A"/>
    <w:rsid w:val="00D41D41"/>
    <w:rsid w:val="00D42659"/>
    <w:rsid w:val="00D5190A"/>
    <w:rsid w:val="00D5210B"/>
    <w:rsid w:val="00D54781"/>
    <w:rsid w:val="00D809A7"/>
    <w:rsid w:val="00D8441F"/>
    <w:rsid w:val="00D90FB2"/>
    <w:rsid w:val="00D93EFA"/>
    <w:rsid w:val="00D949F2"/>
    <w:rsid w:val="00D96F21"/>
    <w:rsid w:val="00DA61C3"/>
    <w:rsid w:val="00DA6BFE"/>
    <w:rsid w:val="00DB178F"/>
    <w:rsid w:val="00DB365F"/>
    <w:rsid w:val="00DB4523"/>
    <w:rsid w:val="00DB58A5"/>
    <w:rsid w:val="00DC0B3D"/>
    <w:rsid w:val="00DC1DA8"/>
    <w:rsid w:val="00DC5501"/>
    <w:rsid w:val="00DD3CAE"/>
    <w:rsid w:val="00DE022F"/>
    <w:rsid w:val="00DE02F6"/>
    <w:rsid w:val="00DE33FE"/>
    <w:rsid w:val="00DF4420"/>
    <w:rsid w:val="00E04977"/>
    <w:rsid w:val="00E0713B"/>
    <w:rsid w:val="00E133C3"/>
    <w:rsid w:val="00E16224"/>
    <w:rsid w:val="00E24BB6"/>
    <w:rsid w:val="00E332C1"/>
    <w:rsid w:val="00E33C5F"/>
    <w:rsid w:val="00E36E8D"/>
    <w:rsid w:val="00E4034C"/>
    <w:rsid w:val="00E43528"/>
    <w:rsid w:val="00E54A59"/>
    <w:rsid w:val="00E61199"/>
    <w:rsid w:val="00E61699"/>
    <w:rsid w:val="00E632FF"/>
    <w:rsid w:val="00E64AB8"/>
    <w:rsid w:val="00E65488"/>
    <w:rsid w:val="00E66216"/>
    <w:rsid w:val="00E751A8"/>
    <w:rsid w:val="00E84516"/>
    <w:rsid w:val="00E919C6"/>
    <w:rsid w:val="00E942ED"/>
    <w:rsid w:val="00EA4BBB"/>
    <w:rsid w:val="00EA4BC2"/>
    <w:rsid w:val="00EA5579"/>
    <w:rsid w:val="00EA60CF"/>
    <w:rsid w:val="00EA7E7D"/>
    <w:rsid w:val="00EB61BE"/>
    <w:rsid w:val="00EC0C7F"/>
    <w:rsid w:val="00EC1109"/>
    <w:rsid w:val="00EC395C"/>
    <w:rsid w:val="00EC4CA8"/>
    <w:rsid w:val="00EC60EC"/>
    <w:rsid w:val="00ED0C82"/>
    <w:rsid w:val="00EE1058"/>
    <w:rsid w:val="00EE5DA9"/>
    <w:rsid w:val="00EE6384"/>
    <w:rsid w:val="00EF3086"/>
    <w:rsid w:val="00EF6BD3"/>
    <w:rsid w:val="00EF772E"/>
    <w:rsid w:val="00F034AB"/>
    <w:rsid w:val="00F10818"/>
    <w:rsid w:val="00F120FC"/>
    <w:rsid w:val="00F134DB"/>
    <w:rsid w:val="00F14C6C"/>
    <w:rsid w:val="00F16DCF"/>
    <w:rsid w:val="00F303CC"/>
    <w:rsid w:val="00F320F2"/>
    <w:rsid w:val="00F52C4C"/>
    <w:rsid w:val="00F6003D"/>
    <w:rsid w:val="00F60AB2"/>
    <w:rsid w:val="00F65503"/>
    <w:rsid w:val="00F66377"/>
    <w:rsid w:val="00F71110"/>
    <w:rsid w:val="00F71C38"/>
    <w:rsid w:val="00F725EA"/>
    <w:rsid w:val="00F75BA7"/>
    <w:rsid w:val="00F7789E"/>
    <w:rsid w:val="00F80699"/>
    <w:rsid w:val="00F81D83"/>
    <w:rsid w:val="00F97CFC"/>
    <w:rsid w:val="00FA488D"/>
    <w:rsid w:val="00FB2513"/>
    <w:rsid w:val="00FB6CDF"/>
    <w:rsid w:val="00FB7E09"/>
    <w:rsid w:val="00FC1206"/>
    <w:rsid w:val="00FD1664"/>
    <w:rsid w:val="00FE0454"/>
    <w:rsid w:val="00FF0E5E"/>
    <w:rsid w:val="00FF3515"/>
    <w:rsid w:val="00FF3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D897B"/>
  <w15:docId w15:val="{62F83D25-955D-4707-A518-91958E119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036"/>
    <w:pPr>
      <w:spacing w:after="0" w:line="240" w:lineRule="auto"/>
    </w:pPr>
    <w:rPr>
      <w:rFonts w:ascii="Calibri" w:hAnsi="Calibri" w:cs="Times New Roman"/>
    </w:rPr>
  </w:style>
  <w:style w:type="paragraph" w:styleId="Nadpis1">
    <w:name w:val="heading 1"/>
    <w:basedOn w:val="Normln"/>
    <w:next w:val="Normln"/>
    <w:link w:val="Nadpis1Char"/>
    <w:qFormat/>
    <w:rsid w:val="00364D4A"/>
    <w:pPr>
      <w:keepNext/>
      <w:spacing w:before="240" w:after="60" w:line="36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14036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122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22F8"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link w:val="Zkladntext2Char"/>
    <w:rsid w:val="00D809A7"/>
    <w:pPr>
      <w:jc w:val="both"/>
    </w:pPr>
    <w:rPr>
      <w:rFonts w:ascii="Times New Roman" w:eastAsia="Times New Roman" w:hAnsi="Times New Roman"/>
      <w:color w:val="000000"/>
      <w:sz w:val="24"/>
      <w:szCs w:val="27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D809A7"/>
    <w:rPr>
      <w:rFonts w:ascii="Times New Roman" w:eastAsia="Times New Roman" w:hAnsi="Times New Roman" w:cs="Times New Roman"/>
      <w:color w:val="000000"/>
      <w:sz w:val="24"/>
      <w:szCs w:val="27"/>
      <w:lang w:eastAsia="cs-CZ"/>
    </w:rPr>
  </w:style>
  <w:style w:type="paragraph" w:styleId="Zkladntext3">
    <w:name w:val="Body Text 3"/>
    <w:basedOn w:val="Normln"/>
    <w:link w:val="Zkladntext3Char"/>
    <w:rsid w:val="00D809A7"/>
    <w:pPr>
      <w:spacing w:after="120"/>
    </w:pPr>
    <w:rPr>
      <w:rFonts w:ascii="Times New Roman" w:eastAsia="Times New Roman" w:hAnsi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D809A7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D809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809A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809A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D809A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364D4A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45F5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45F5F"/>
    <w:rPr>
      <w:rFonts w:ascii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045F5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45F5F"/>
    <w:rPr>
      <w:rFonts w:ascii="Calibri" w:hAnsi="Calibri"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703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703F"/>
    <w:rPr>
      <w:rFonts w:ascii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703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C278F"/>
    <w:pPr>
      <w:overflowPunct/>
      <w:autoSpaceDE/>
      <w:autoSpaceDN/>
      <w:adjustRightInd/>
      <w:textAlignment w:val="auto"/>
    </w:pPr>
    <w:rPr>
      <w:rFonts w:ascii="Calibri" w:eastAsiaTheme="minorHAnsi" w:hAnsi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C278F"/>
    <w:rPr>
      <w:rFonts w:ascii="Calibri" w:eastAsia="Times New Roman" w:hAnsi="Calibri" w:cs="Times New Roman"/>
      <w:b/>
      <w:bCs/>
      <w:sz w:val="20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BA4E92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A4E92"/>
    <w:rPr>
      <w:rFonts w:ascii="Calibri" w:hAnsi="Calibri" w:cs="Times New Roman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A4E92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F134DB"/>
    <w:rPr>
      <w:color w:val="808080"/>
    </w:rPr>
  </w:style>
  <w:style w:type="table" w:styleId="Mkatabulky">
    <w:name w:val="Table Grid"/>
    <w:basedOn w:val="Normlntabulka"/>
    <w:uiPriority w:val="59"/>
    <w:rsid w:val="00AD2E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AD3F7C"/>
    <w:pPr>
      <w:spacing w:after="0" w:line="240" w:lineRule="auto"/>
    </w:pPr>
    <w:rPr>
      <w:rFonts w:ascii="Calibri" w:hAnsi="Calibri" w:cs="Times New Roman"/>
    </w:rPr>
  </w:style>
  <w:style w:type="character" w:styleId="slostrnky">
    <w:name w:val="page number"/>
    <w:basedOn w:val="Standardnpsmoodstavce"/>
    <w:uiPriority w:val="99"/>
    <w:semiHidden/>
    <w:unhideWhenUsed/>
    <w:rsid w:val="008673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19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ejzovaa\Desktop\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EA477-C6D1-4CA0-8B98-6C8463223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C:\Users\Prejzovaa\Desktop\VZOR.dotx</Template>
  <TotalTime>1</TotalTime>
  <Pages>3</Pages>
  <Words>453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MV ČR</Company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Ministerstvo vnitra</dc:creator>
  <cp:lastModifiedBy>vlada_tetur</cp:lastModifiedBy>
  <cp:revision>2</cp:revision>
  <cp:lastPrinted>2024-12-12T20:47:00Z</cp:lastPrinted>
  <dcterms:created xsi:type="dcterms:W3CDTF">2024-12-14T21:03:00Z</dcterms:created>
  <dcterms:modified xsi:type="dcterms:W3CDTF">2024-12-14T21:03:00Z</dcterms:modified>
</cp:coreProperties>
</file>